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3.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F1F76"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66BA98AE" wp14:editId="1F8025E0">
            <wp:simplePos x="0" y="0"/>
            <wp:positionH relativeFrom="page">
              <wp:posOffset>-9525</wp:posOffset>
            </wp:positionH>
            <wp:positionV relativeFrom="page">
              <wp:posOffset>-9525</wp:posOffset>
            </wp:positionV>
            <wp:extent cx="7629525" cy="2809875"/>
            <wp:effectExtent l="0" t="0" r="9525" b="9525"/>
            <wp:wrapTight wrapText="bothSides">
              <wp:wrapPolygon edited="0">
                <wp:start x="0" y="0"/>
                <wp:lineTo x="0" y="21527"/>
                <wp:lineTo x="21573" y="2152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95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0526E14A" w14:textId="77777777" w:rsidR="003C14B3" w:rsidRDefault="003C14B3" w:rsidP="00463CA1">
      <w:pPr>
        <w:pStyle w:val="Title"/>
        <w:spacing w:line="240" w:lineRule="auto"/>
        <w:jc w:val="both"/>
        <w:rPr>
          <w:rFonts w:cs="Arial"/>
          <w:sz w:val="24"/>
          <w:szCs w:val="24"/>
        </w:rPr>
      </w:pPr>
    </w:p>
    <w:p w14:paraId="3F9D8B41" w14:textId="77777777" w:rsidR="003C14B3" w:rsidRDefault="003C14B3" w:rsidP="00463CA1">
      <w:pPr>
        <w:pStyle w:val="Title"/>
        <w:spacing w:line="240" w:lineRule="auto"/>
        <w:jc w:val="both"/>
        <w:rPr>
          <w:rFonts w:cs="Arial"/>
          <w:sz w:val="24"/>
          <w:szCs w:val="24"/>
        </w:rPr>
      </w:pPr>
    </w:p>
    <w:p w14:paraId="19F41F5F" w14:textId="77777777" w:rsidR="003C14B3" w:rsidRDefault="003C14B3" w:rsidP="00463CA1">
      <w:pPr>
        <w:pStyle w:val="Title"/>
        <w:spacing w:line="240" w:lineRule="auto"/>
        <w:jc w:val="both"/>
        <w:rPr>
          <w:rFonts w:cs="Arial"/>
          <w:sz w:val="24"/>
          <w:szCs w:val="24"/>
        </w:rPr>
      </w:pPr>
    </w:p>
    <w:p w14:paraId="4564426C" w14:textId="77777777" w:rsidR="00466F0E" w:rsidRDefault="00466F0E" w:rsidP="00991D43">
      <w:pPr>
        <w:spacing w:after="0" w:line="240" w:lineRule="auto"/>
        <w:jc w:val="right"/>
        <w:rPr>
          <w:rFonts w:ascii="Arial" w:hAnsi="Arial"/>
          <w:b/>
          <w:sz w:val="24"/>
          <w:szCs w:val="24"/>
        </w:rPr>
      </w:pPr>
    </w:p>
    <w:p w14:paraId="32550AF1" w14:textId="77777777" w:rsidR="00FA687E" w:rsidRDefault="00FA687E" w:rsidP="00991D43">
      <w:pPr>
        <w:spacing w:after="0" w:line="240" w:lineRule="auto"/>
        <w:jc w:val="right"/>
        <w:rPr>
          <w:rFonts w:ascii="Arial" w:hAnsi="Arial"/>
          <w:b/>
          <w:sz w:val="24"/>
          <w:szCs w:val="24"/>
        </w:rPr>
      </w:pPr>
    </w:p>
    <w:p w14:paraId="03919400" w14:textId="77777777" w:rsidR="00466F0E" w:rsidRDefault="00466F0E" w:rsidP="00991D43">
      <w:pPr>
        <w:spacing w:after="0" w:line="240" w:lineRule="auto"/>
        <w:jc w:val="right"/>
        <w:rPr>
          <w:rFonts w:ascii="Arial" w:hAnsi="Arial"/>
          <w:b/>
          <w:sz w:val="24"/>
          <w:szCs w:val="24"/>
        </w:rPr>
      </w:pPr>
    </w:p>
    <w:p w14:paraId="02E76C51" w14:textId="77777777" w:rsidR="00112196" w:rsidRPr="00112196" w:rsidRDefault="00F02F7A" w:rsidP="00112196">
      <w:pPr>
        <w:pStyle w:val="Title"/>
        <w:jc w:val="right"/>
        <w:rPr>
          <w:sz w:val="40"/>
          <w:szCs w:val="40"/>
        </w:rPr>
      </w:pPr>
      <w:r>
        <w:rPr>
          <w:sz w:val="40"/>
          <w:szCs w:val="40"/>
        </w:rPr>
        <w:t xml:space="preserve">GUIDANCE TO LOCAL </w:t>
      </w:r>
      <w:r w:rsidR="00112196" w:rsidRPr="00112196">
        <w:rPr>
          <w:sz w:val="40"/>
          <w:szCs w:val="40"/>
        </w:rPr>
        <w:t>AUTHORITIES</w:t>
      </w:r>
      <w:r>
        <w:rPr>
          <w:sz w:val="40"/>
          <w:szCs w:val="40"/>
        </w:rPr>
        <w:t xml:space="preserve">  </w:t>
      </w:r>
    </w:p>
    <w:p w14:paraId="03330844" w14:textId="77777777" w:rsidR="00FE0546" w:rsidRDefault="00112196" w:rsidP="00112196">
      <w:pPr>
        <w:pStyle w:val="Title"/>
        <w:jc w:val="right"/>
        <w:rPr>
          <w:sz w:val="40"/>
          <w:szCs w:val="40"/>
        </w:rPr>
      </w:pPr>
      <w:r w:rsidRPr="00112196">
        <w:rPr>
          <w:sz w:val="40"/>
          <w:szCs w:val="40"/>
        </w:rPr>
        <w:t xml:space="preserve"> </w:t>
      </w:r>
      <w:r w:rsidR="00C40E5A">
        <w:rPr>
          <w:sz w:val="40"/>
          <w:szCs w:val="40"/>
        </w:rPr>
        <w:t xml:space="preserve">Local Transport </w:t>
      </w:r>
      <w:r w:rsidR="00093647">
        <w:rPr>
          <w:sz w:val="40"/>
          <w:szCs w:val="40"/>
        </w:rPr>
        <w:t>Grants</w:t>
      </w:r>
      <w:r w:rsidR="00C40E5A">
        <w:rPr>
          <w:sz w:val="40"/>
          <w:szCs w:val="40"/>
        </w:rPr>
        <w:t xml:space="preserve"> </w:t>
      </w:r>
    </w:p>
    <w:p w14:paraId="57D0CBF5" w14:textId="77777777" w:rsidR="009D6106" w:rsidRDefault="009D6106" w:rsidP="00112196">
      <w:pPr>
        <w:pStyle w:val="Title"/>
        <w:jc w:val="right"/>
        <w:rPr>
          <w:sz w:val="40"/>
          <w:szCs w:val="40"/>
        </w:rPr>
      </w:pPr>
    </w:p>
    <w:p w14:paraId="002D49C6" w14:textId="77777777" w:rsidR="009D6106" w:rsidRDefault="00C40E5A" w:rsidP="00112196">
      <w:pPr>
        <w:pStyle w:val="Title"/>
        <w:jc w:val="right"/>
        <w:rPr>
          <w:sz w:val="40"/>
          <w:szCs w:val="40"/>
        </w:rPr>
      </w:pPr>
      <w:r>
        <w:rPr>
          <w:sz w:val="40"/>
          <w:szCs w:val="40"/>
        </w:rPr>
        <w:t xml:space="preserve">Annual Reporting Guidance Note and </w:t>
      </w:r>
    </w:p>
    <w:p w14:paraId="6473DF9C" w14:textId="77777777" w:rsidR="00F02F7A" w:rsidRDefault="00C40E5A" w:rsidP="00112196">
      <w:pPr>
        <w:pStyle w:val="Title"/>
        <w:jc w:val="right"/>
        <w:rPr>
          <w:sz w:val="40"/>
          <w:szCs w:val="40"/>
        </w:rPr>
      </w:pPr>
      <w:r>
        <w:rPr>
          <w:sz w:val="40"/>
          <w:szCs w:val="40"/>
        </w:rPr>
        <w:t>Template</w:t>
      </w:r>
      <w:r w:rsidR="009D6106">
        <w:rPr>
          <w:sz w:val="40"/>
          <w:szCs w:val="40"/>
        </w:rPr>
        <w:t xml:space="preserve"> Forms</w:t>
      </w:r>
    </w:p>
    <w:p w14:paraId="4C5643BB" w14:textId="77777777" w:rsidR="00F02F7A" w:rsidRPr="00112196" w:rsidRDefault="00F02F7A" w:rsidP="00112196">
      <w:pPr>
        <w:pStyle w:val="Title"/>
        <w:jc w:val="right"/>
        <w:rPr>
          <w:sz w:val="40"/>
          <w:szCs w:val="40"/>
        </w:rPr>
      </w:pPr>
    </w:p>
    <w:p w14:paraId="24713FEA" w14:textId="77777777" w:rsidR="00466F0E" w:rsidRDefault="00466F0E" w:rsidP="00991D43">
      <w:pPr>
        <w:spacing w:after="0" w:line="240" w:lineRule="auto"/>
        <w:jc w:val="right"/>
        <w:rPr>
          <w:rFonts w:ascii="Arial" w:hAnsi="Arial"/>
          <w:b/>
          <w:sz w:val="24"/>
          <w:szCs w:val="24"/>
        </w:rPr>
      </w:pPr>
    </w:p>
    <w:p w14:paraId="27ADCBD3" w14:textId="77777777" w:rsidR="00466F0E" w:rsidRPr="003C14B3" w:rsidRDefault="00466F0E" w:rsidP="00991D43">
      <w:pPr>
        <w:spacing w:after="0" w:line="240" w:lineRule="auto"/>
        <w:jc w:val="right"/>
        <w:rPr>
          <w:rFonts w:ascii="Arial" w:hAnsi="Arial"/>
          <w:b/>
          <w:sz w:val="24"/>
          <w:szCs w:val="24"/>
        </w:rPr>
      </w:pPr>
    </w:p>
    <w:p w14:paraId="517132FF" w14:textId="77777777" w:rsidR="00991D43" w:rsidRPr="00301FC9" w:rsidRDefault="00265AC8" w:rsidP="00991D43">
      <w:pPr>
        <w:pStyle w:val="Title"/>
        <w:jc w:val="right"/>
        <w:rPr>
          <w:sz w:val="40"/>
          <w:szCs w:val="40"/>
        </w:rPr>
      </w:pPr>
      <w:r>
        <w:rPr>
          <w:sz w:val="40"/>
          <w:szCs w:val="40"/>
        </w:rPr>
        <w:t>September</w:t>
      </w:r>
      <w:r w:rsidR="00315430" w:rsidRPr="00EE0FFC">
        <w:rPr>
          <w:sz w:val="40"/>
          <w:szCs w:val="40"/>
        </w:rPr>
        <w:t xml:space="preserve"> 2</w:t>
      </w:r>
      <w:r w:rsidR="00315430">
        <w:rPr>
          <w:sz w:val="40"/>
          <w:szCs w:val="40"/>
        </w:rPr>
        <w:t>0</w:t>
      </w:r>
      <w:r>
        <w:rPr>
          <w:sz w:val="40"/>
          <w:szCs w:val="40"/>
        </w:rPr>
        <w:t>20</w:t>
      </w:r>
    </w:p>
    <w:p w14:paraId="7EBE3634" w14:textId="77777777" w:rsidR="00DD2F1D" w:rsidRDefault="00DD2F1D" w:rsidP="00991D43">
      <w:pPr>
        <w:pStyle w:val="Title"/>
        <w:jc w:val="right"/>
        <w:rPr>
          <w:sz w:val="40"/>
          <w:szCs w:val="40"/>
        </w:rPr>
        <w:sectPr w:rsidR="00DD2F1D" w:rsidSect="00A82BF7">
          <w:headerReference w:type="default" r:id="rId10"/>
          <w:type w:val="continuous"/>
          <w:pgSz w:w="11906" w:h="16838" w:code="9"/>
          <w:pgMar w:top="1701" w:right="992" w:bottom="1559" w:left="1276" w:header="720" w:footer="927" w:gutter="0"/>
          <w:cols w:space="720"/>
          <w:docGrid w:linePitch="299"/>
        </w:sectPr>
      </w:pPr>
    </w:p>
    <w:p w14:paraId="6232535D"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3FB4F4F8" w14:textId="77777777" w:rsidR="000C4A2F" w:rsidRPr="00180D4B" w:rsidRDefault="000C4A2F" w:rsidP="000C4A2F">
      <w:pPr>
        <w:pStyle w:val="Title"/>
        <w:jc w:val="both"/>
        <w:rPr>
          <w:rFonts w:cs="Arial"/>
          <w:color w:val="008080"/>
          <w:szCs w:val="36"/>
        </w:rPr>
      </w:pPr>
    </w:p>
    <w:p w14:paraId="1C26B44C" w14:textId="77777777" w:rsidR="00F53AA9" w:rsidRDefault="000C4A2F">
      <w:pPr>
        <w:pStyle w:val="TOC1"/>
        <w:tabs>
          <w:tab w:val="left" w:pos="440"/>
          <w:tab w:val="right" w:leader="dot" w:pos="9628"/>
        </w:tabs>
        <w:rPr>
          <w:rFonts w:asciiTheme="minorHAnsi" w:eastAsiaTheme="minorEastAsia" w:hAnsiTheme="minorHAnsi" w:cstheme="minorBidi"/>
          <w:b w:val="0"/>
          <w:bCs w:val="0"/>
          <w:noProof/>
          <w:color w:val="auto"/>
          <w:sz w:val="22"/>
          <w:szCs w:val="22"/>
        </w:rPr>
      </w:pPr>
      <w:r>
        <w:fldChar w:fldCharType="begin"/>
      </w:r>
      <w:r>
        <w:instrText xml:space="preserve"> TOC \o "1-2" \h \z \u </w:instrText>
      </w:r>
      <w:r>
        <w:fldChar w:fldCharType="separate"/>
      </w:r>
      <w:hyperlink w:anchor="_Toc528057853" w:history="1">
        <w:r w:rsidR="00F53AA9" w:rsidRPr="008A27D0">
          <w:rPr>
            <w:rStyle w:val="Hyperlink"/>
            <w:noProof/>
            <w14:scene3d>
              <w14:camera w14:prst="orthographicFront"/>
              <w14:lightRig w14:rig="threePt" w14:dir="t">
                <w14:rot w14:lat="0" w14:lon="0" w14:rev="0"/>
              </w14:lightRig>
            </w14:scene3d>
          </w:rPr>
          <w:t>1</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Introduction</w:t>
        </w:r>
        <w:r w:rsidR="00F53AA9">
          <w:rPr>
            <w:noProof/>
            <w:webHidden/>
          </w:rPr>
          <w:tab/>
        </w:r>
        <w:r w:rsidR="00F53AA9">
          <w:rPr>
            <w:noProof/>
            <w:webHidden/>
          </w:rPr>
          <w:fldChar w:fldCharType="begin"/>
        </w:r>
        <w:r w:rsidR="00F53AA9">
          <w:rPr>
            <w:noProof/>
            <w:webHidden/>
          </w:rPr>
          <w:instrText xml:space="preserve"> PAGEREF _Toc528057853 \h </w:instrText>
        </w:r>
        <w:r w:rsidR="00F53AA9">
          <w:rPr>
            <w:noProof/>
            <w:webHidden/>
          </w:rPr>
        </w:r>
        <w:r w:rsidR="00F53AA9">
          <w:rPr>
            <w:noProof/>
            <w:webHidden/>
          </w:rPr>
          <w:fldChar w:fldCharType="separate"/>
        </w:r>
        <w:r w:rsidR="00F53AA9">
          <w:rPr>
            <w:noProof/>
            <w:webHidden/>
          </w:rPr>
          <w:t>3</w:t>
        </w:r>
        <w:r w:rsidR="00F53AA9">
          <w:rPr>
            <w:noProof/>
            <w:webHidden/>
          </w:rPr>
          <w:fldChar w:fldCharType="end"/>
        </w:r>
      </w:hyperlink>
    </w:p>
    <w:p w14:paraId="13DF9829"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4" w:history="1">
        <w:r w:rsidR="00F53AA9" w:rsidRPr="008A27D0">
          <w:rPr>
            <w:rStyle w:val="Hyperlink"/>
            <w:noProof/>
            <w14:scene3d>
              <w14:camera w14:prst="orthographicFront"/>
              <w14:lightRig w14:rig="threePt" w14:dir="t">
                <w14:rot w14:lat="0" w14:lon="0" w14:rev="0"/>
              </w14:lightRig>
            </w14:scene3d>
          </w:rPr>
          <w:t>2</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Timing</w:t>
        </w:r>
        <w:r w:rsidR="00F53AA9">
          <w:rPr>
            <w:noProof/>
            <w:webHidden/>
          </w:rPr>
          <w:tab/>
        </w:r>
        <w:r w:rsidR="00F53AA9">
          <w:rPr>
            <w:noProof/>
            <w:webHidden/>
          </w:rPr>
          <w:fldChar w:fldCharType="begin"/>
        </w:r>
        <w:r w:rsidR="00F53AA9">
          <w:rPr>
            <w:noProof/>
            <w:webHidden/>
          </w:rPr>
          <w:instrText xml:space="preserve"> PAGEREF _Toc528057854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03DD1A7D"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5" w:history="1">
        <w:r w:rsidR="00F53AA9" w:rsidRPr="008A27D0">
          <w:rPr>
            <w:rStyle w:val="Hyperlink"/>
            <w:noProof/>
            <w14:scene3d>
              <w14:camera w14:prst="orthographicFront"/>
              <w14:lightRig w14:rig="threePt" w14:dir="t">
                <w14:rot w14:lat="0" w14:lon="0" w14:rev="0"/>
              </w14:lightRig>
            </w14:scene3d>
          </w:rPr>
          <w:t>3</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Structure of Annual Report</w:t>
        </w:r>
        <w:r w:rsidR="00F53AA9">
          <w:rPr>
            <w:noProof/>
            <w:webHidden/>
          </w:rPr>
          <w:tab/>
        </w:r>
        <w:r w:rsidR="00F53AA9">
          <w:rPr>
            <w:noProof/>
            <w:webHidden/>
          </w:rPr>
          <w:fldChar w:fldCharType="begin"/>
        </w:r>
        <w:r w:rsidR="00F53AA9">
          <w:rPr>
            <w:noProof/>
            <w:webHidden/>
          </w:rPr>
          <w:instrText xml:space="preserve"> PAGEREF _Toc528057855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544DECB9"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6" w:history="1">
        <w:r w:rsidR="00F53AA9" w:rsidRPr="008A27D0">
          <w:rPr>
            <w:rStyle w:val="Hyperlink"/>
            <w:noProof/>
          </w:rPr>
          <w:t>Contact Information</w:t>
        </w:r>
        <w:r w:rsidR="00F53AA9">
          <w:rPr>
            <w:noProof/>
            <w:webHidden/>
          </w:rPr>
          <w:tab/>
        </w:r>
        <w:r w:rsidR="00F53AA9">
          <w:rPr>
            <w:noProof/>
            <w:webHidden/>
          </w:rPr>
          <w:fldChar w:fldCharType="begin"/>
        </w:r>
        <w:r w:rsidR="00F53AA9">
          <w:rPr>
            <w:noProof/>
            <w:webHidden/>
          </w:rPr>
          <w:instrText xml:space="preserve"> PAGEREF _Toc528057856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C7F61B4"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7" w:history="1">
        <w:r w:rsidR="00F53AA9" w:rsidRPr="008A27D0">
          <w:rPr>
            <w:rStyle w:val="Hyperlink"/>
            <w:noProof/>
          </w:rPr>
          <w:t>Scheme Details</w:t>
        </w:r>
        <w:r w:rsidR="00F53AA9">
          <w:rPr>
            <w:noProof/>
            <w:webHidden/>
          </w:rPr>
          <w:tab/>
        </w:r>
        <w:r w:rsidR="00F53AA9">
          <w:rPr>
            <w:noProof/>
            <w:webHidden/>
          </w:rPr>
          <w:fldChar w:fldCharType="begin"/>
        </w:r>
        <w:r w:rsidR="00F53AA9">
          <w:rPr>
            <w:noProof/>
            <w:webHidden/>
          </w:rPr>
          <w:instrText xml:space="preserve"> PAGEREF _Toc528057857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DD410D4"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8" w:history="1">
        <w:r w:rsidR="00F53AA9" w:rsidRPr="008A27D0">
          <w:rPr>
            <w:rStyle w:val="Hyperlink"/>
            <w:noProof/>
            <w14:scene3d>
              <w14:camera w14:prst="orthographicFront"/>
              <w14:lightRig w14:rig="threePt" w14:dir="t">
                <w14:rot w14:lat="0" w14:lon="0" w14:rev="0"/>
              </w14:lightRig>
            </w14:scene3d>
          </w:rPr>
          <w:t>4</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Templates</w:t>
        </w:r>
        <w:r w:rsidR="00F53AA9">
          <w:rPr>
            <w:noProof/>
            <w:webHidden/>
          </w:rPr>
          <w:tab/>
        </w:r>
        <w:r w:rsidR="00F53AA9">
          <w:rPr>
            <w:noProof/>
            <w:webHidden/>
          </w:rPr>
          <w:fldChar w:fldCharType="begin"/>
        </w:r>
        <w:r w:rsidR="00F53AA9">
          <w:rPr>
            <w:noProof/>
            <w:webHidden/>
          </w:rPr>
          <w:instrText xml:space="preserve"> PAGEREF _Toc528057858 \h </w:instrText>
        </w:r>
        <w:r w:rsidR="00F53AA9">
          <w:rPr>
            <w:noProof/>
            <w:webHidden/>
          </w:rPr>
        </w:r>
        <w:r w:rsidR="00F53AA9">
          <w:rPr>
            <w:noProof/>
            <w:webHidden/>
          </w:rPr>
          <w:fldChar w:fldCharType="separate"/>
        </w:r>
        <w:r w:rsidR="00F53AA9">
          <w:rPr>
            <w:noProof/>
            <w:webHidden/>
          </w:rPr>
          <w:t>6</w:t>
        </w:r>
        <w:r w:rsidR="00F53AA9">
          <w:rPr>
            <w:noProof/>
            <w:webHidden/>
          </w:rPr>
          <w:fldChar w:fldCharType="end"/>
        </w:r>
      </w:hyperlink>
    </w:p>
    <w:p w14:paraId="5B967812" w14:textId="77777777" w:rsidR="005950B3" w:rsidRDefault="000C4A2F" w:rsidP="00FA687E">
      <w:pPr>
        <w:pStyle w:val="TOC1"/>
        <w:tabs>
          <w:tab w:val="left" w:pos="440"/>
          <w:tab w:val="right" w:leader="dot" w:pos="9629"/>
        </w:tabs>
      </w:pPr>
      <w:r>
        <w:fldChar w:fldCharType="end"/>
      </w:r>
    </w:p>
    <w:p w14:paraId="36892953" w14:textId="77777777" w:rsidR="008A7B8F" w:rsidRDefault="008A7B8F" w:rsidP="008A7B8F"/>
    <w:p w14:paraId="47032660" w14:textId="77777777" w:rsidR="009A6C6E" w:rsidRDefault="009A6C6E" w:rsidP="008A7B8F"/>
    <w:p w14:paraId="5EE406D1" w14:textId="77777777" w:rsidR="009A6C6E" w:rsidRDefault="009A6C6E" w:rsidP="008A7B8F"/>
    <w:p w14:paraId="6CE666E0" w14:textId="77777777" w:rsidR="009A6C6E" w:rsidRDefault="009A6C6E" w:rsidP="008A7B8F"/>
    <w:p w14:paraId="5E058F3E" w14:textId="77777777" w:rsidR="009A6C6E" w:rsidRDefault="009A6C6E" w:rsidP="008A7B8F"/>
    <w:p w14:paraId="16551EB5" w14:textId="77777777" w:rsidR="009A6C6E" w:rsidRDefault="009A6C6E" w:rsidP="008A7B8F"/>
    <w:p w14:paraId="5A87CFC8" w14:textId="77777777" w:rsidR="00125DF8" w:rsidRDefault="00125DF8" w:rsidP="00C40E5A">
      <w:pPr>
        <w:pStyle w:val="Heading1"/>
        <w:tabs>
          <w:tab w:val="clear" w:pos="2268"/>
          <w:tab w:val="num" w:pos="1134"/>
        </w:tabs>
        <w:spacing w:after="240"/>
        <w:ind w:hanging="2268"/>
        <w:rPr>
          <w:color w:val="009999"/>
        </w:rPr>
        <w:sectPr w:rsidR="00125DF8" w:rsidSect="00A82BF7">
          <w:headerReference w:type="even" r:id="rId11"/>
          <w:headerReference w:type="default" r:id="rId12"/>
          <w:footerReference w:type="default" r:id="rId13"/>
          <w:headerReference w:type="first" r:id="rId14"/>
          <w:pgSz w:w="11906" w:h="16838" w:code="9"/>
          <w:pgMar w:top="1701" w:right="992" w:bottom="1559" w:left="1276" w:header="720" w:footer="794" w:gutter="0"/>
          <w:cols w:space="720"/>
          <w:docGrid w:linePitch="299"/>
        </w:sectPr>
      </w:pPr>
    </w:p>
    <w:p w14:paraId="273B172E" w14:textId="77777777" w:rsidR="00C40E5A" w:rsidRPr="00C40E5A" w:rsidRDefault="00C40E5A" w:rsidP="00C40E5A">
      <w:pPr>
        <w:pStyle w:val="Heading1"/>
        <w:tabs>
          <w:tab w:val="clear" w:pos="2268"/>
          <w:tab w:val="num" w:pos="1134"/>
        </w:tabs>
        <w:spacing w:after="240"/>
        <w:ind w:hanging="2268"/>
        <w:rPr>
          <w:color w:val="009999"/>
        </w:rPr>
      </w:pPr>
      <w:bookmarkStart w:id="0" w:name="_Toc528057853"/>
      <w:r w:rsidRPr="00C40E5A">
        <w:rPr>
          <w:color w:val="009999"/>
        </w:rPr>
        <w:lastRenderedPageBreak/>
        <w:t>Introduction</w:t>
      </w:r>
      <w:bookmarkEnd w:id="0"/>
    </w:p>
    <w:p w14:paraId="20F50C4A" w14:textId="77777777" w:rsidR="00B5779C" w:rsidRPr="00B5779C" w:rsidRDefault="002E609A" w:rsidP="0018533E">
      <w:pPr>
        <w:pStyle w:val="Heading3"/>
        <w:tabs>
          <w:tab w:val="num" w:pos="1134"/>
          <w:tab w:val="num" w:pos="1390"/>
        </w:tabs>
        <w:ind w:left="1134" w:hanging="1134"/>
      </w:pPr>
      <w:r w:rsidRPr="00B5779C">
        <w:rPr>
          <w:rFonts w:cs="Arial"/>
          <w:szCs w:val="24"/>
        </w:rPr>
        <w:t xml:space="preserve">In line with the </w:t>
      </w:r>
      <w:r w:rsidR="00C91800" w:rsidRPr="00B5779C">
        <w:rPr>
          <w:rFonts w:cs="Arial"/>
          <w:szCs w:val="24"/>
        </w:rPr>
        <w:t xml:space="preserve">Local Transport </w:t>
      </w:r>
      <w:r w:rsidR="0018533E" w:rsidRPr="00B5779C">
        <w:rPr>
          <w:rFonts w:cs="Arial"/>
          <w:szCs w:val="24"/>
        </w:rPr>
        <w:t>Grants</w:t>
      </w:r>
      <w:r w:rsidR="00C91800" w:rsidRPr="00B5779C">
        <w:rPr>
          <w:rFonts w:cs="Arial"/>
          <w:szCs w:val="24"/>
        </w:rPr>
        <w:t xml:space="preserve"> </w:t>
      </w:r>
      <w:r w:rsidRPr="00B5779C">
        <w:rPr>
          <w:rFonts w:cs="Arial"/>
          <w:szCs w:val="24"/>
        </w:rPr>
        <w:t xml:space="preserve">Award Letter </w:t>
      </w:r>
      <w:r w:rsidR="00FC2B75" w:rsidRPr="00B5779C">
        <w:rPr>
          <w:rFonts w:cs="Arial"/>
          <w:szCs w:val="24"/>
        </w:rPr>
        <w:t>(Schedule 2)</w:t>
      </w:r>
      <w:r w:rsidRPr="00B5779C">
        <w:rPr>
          <w:rFonts w:cs="Arial"/>
          <w:szCs w:val="24"/>
        </w:rPr>
        <w:t xml:space="preserve">, you are required to provide us </w:t>
      </w:r>
      <w:r w:rsidR="00E85A34" w:rsidRPr="00B5779C">
        <w:rPr>
          <w:rFonts w:cs="Arial"/>
          <w:szCs w:val="24"/>
        </w:rPr>
        <w:t xml:space="preserve">on an annual basis </w:t>
      </w:r>
      <w:r w:rsidRPr="00B5779C">
        <w:rPr>
          <w:rFonts w:cs="Arial"/>
          <w:szCs w:val="24"/>
        </w:rPr>
        <w:t xml:space="preserve">with </w:t>
      </w:r>
      <w:r w:rsidR="0015197E">
        <w:rPr>
          <w:rFonts w:cs="Arial"/>
          <w:b/>
          <w:szCs w:val="24"/>
        </w:rPr>
        <w:t>data</w:t>
      </w:r>
      <w:r w:rsidRPr="00B5779C">
        <w:rPr>
          <w:rFonts w:cs="Arial"/>
          <w:b/>
          <w:szCs w:val="24"/>
        </w:rPr>
        <w:t xml:space="preserve"> on</w:t>
      </w:r>
      <w:r w:rsidR="00B360C8" w:rsidRPr="00B5779C">
        <w:rPr>
          <w:rFonts w:cs="Arial"/>
          <w:b/>
          <w:szCs w:val="24"/>
        </w:rPr>
        <w:t xml:space="preserve"> </w:t>
      </w:r>
      <w:r w:rsidRPr="00B5779C">
        <w:rPr>
          <w:rFonts w:cs="Arial"/>
          <w:b/>
          <w:szCs w:val="24"/>
        </w:rPr>
        <w:t xml:space="preserve">scheme </w:t>
      </w:r>
      <w:r w:rsidR="0015197E">
        <w:rPr>
          <w:rFonts w:cs="Arial"/>
          <w:b/>
          <w:szCs w:val="24"/>
        </w:rPr>
        <w:t xml:space="preserve">outcomes </w:t>
      </w:r>
      <w:r w:rsidRPr="00B5779C">
        <w:rPr>
          <w:rFonts w:cs="Arial"/>
          <w:b/>
          <w:szCs w:val="24"/>
        </w:rPr>
        <w:t xml:space="preserve">for a period of 3 years following completion of </w:t>
      </w:r>
      <w:r w:rsidR="00E85A34" w:rsidRPr="00B5779C">
        <w:rPr>
          <w:rFonts w:cs="Arial"/>
          <w:b/>
          <w:szCs w:val="24"/>
        </w:rPr>
        <w:t>each</w:t>
      </w:r>
      <w:r w:rsidRPr="00B5779C">
        <w:rPr>
          <w:rFonts w:cs="Arial"/>
          <w:b/>
          <w:szCs w:val="24"/>
        </w:rPr>
        <w:t xml:space="preserve"> scheme</w:t>
      </w:r>
      <w:r w:rsidRPr="00B5779C">
        <w:rPr>
          <w:rFonts w:cs="Arial"/>
          <w:szCs w:val="24"/>
        </w:rPr>
        <w:t xml:space="preserve">. </w:t>
      </w:r>
      <w:r w:rsidR="00777982">
        <w:rPr>
          <w:rFonts w:cs="Arial"/>
          <w:szCs w:val="24"/>
        </w:rPr>
        <w:t xml:space="preserve">This is a requirement for all Local Transport Grants including Local Transport Fund (LTF), Local Transport Network Fund (LTNF), </w:t>
      </w:r>
      <w:r w:rsidR="005B1E07">
        <w:rPr>
          <w:rFonts w:cs="Arial"/>
          <w:szCs w:val="24"/>
        </w:rPr>
        <w:t xml:space="preserve">Active Travel Fund (ATF), </w:t>
      </w:r>
      <w:r w:rsidR="00777982">
        <w:rPr>
          <w:rFonts w:cs="Arial"/>
          <w:szCs w:val="24"/>
        </w:rPr>
        <w:t xml:space="preserve">Safe Routes in Communities </w:t>
      </w:r>
      <w:r w:rsidR="009C18D0">
        <w:rPr>
          <w:rFonts w:cs="Arial"/>
          <w:szCs w:val="24"/>
        </w:rPr>
        <w:t xml:space="preserve">(SRiC), Road Safety Capital (RSC). Road Safety Revenue </w:t>
      </w:r>
      <w:r w:rsidR="00CA5076">
        <w:rPr>
          <w:rFonts w:cs="Arial"/>
          <w:szCs w:val="24"/>
        </w:rPr>
        <w:t>is</w:t>
      </w:r>
      <w:r w:rsidRPr="00B5779C">
        <w:rPr>
          <w:rFonts w:cs="Arial"/>
          <w:szCs w:val="24"/>
        </w:rPr>
        <w:t xml:space="preserve"> excluded from this Annual Report.</w:t>
      </w:r>
    </w:p>
    <w:p w14:paraId="73E53EC8" w14:textId="0F4DA551" w:rsidR="00777982" w:rsidRPr="00115B00" w:rsidRDefault="00115B00" w:rsidP="0018533E">
      <w:pPr>
        <w:pStyle w:val="Heading3"/>
        <w:tabs>
          <w:tab w:val="num" w:pos="1134"/>
          <w:tab w:val="num" w:pos="1390"/>
        </w:tabs>
        <w:ind w:left="1134" w:hanging="1134"/>
      </w:pPr>
      <w:r w:rsidRPr="00115B00">
        <w:t>T</w:t>
      </w:r>
      <w:r w:rsidR="00C40E5A" w:rsidRPr="00115B00">
        <w:t>his gu</w:t>
      </w:r>
      <w:r w:rsidR="00830495" w:rsidRPr="00115B00">
        <w:t>idance note sets out the timing</w:t>
      </w:r>
      <w:r w:rsidR="00C40E5A" w:rsidRPr="00115B00">
        <w:t xml:space="preserve"> and </w:t>
      </w:r>
      <w:r w:rsidR="00830495" w:rsidRPr="00115B00">
        <w:t>content</w:t>
      </w:r>
      <w:r w:rsidR="00C40E5A" w:rsidRPr="00115B00">
        <w:t xml:space="preserve"> of the </w:t>
      </w:r>
      <w:r w:rsidR="0018533E" w:rsidRPr="00115B00">
        <w:rPr>
          <w:rFonts w:cs="Arial"/>
          <w:szCs w:val="24"/>
        </w:rPr>
        <w:t xml:space="preserve">Annual Report for </w:t>
      </w:r>
      <w:r w:rsidR="00C40E5A" w:rsidRPr="00115B00">
        <w:t xml:space="preserve">Local Transport </w:t>
      </w:r>
      <w:r w:rsidR="0015197E" w:rsidRPr="00115B00">
        <w:t xml:space="preserve">Grants </w:t>
      </w:r>
      <w:r w:rsidR="00C40E5A" w:rsidRPr="00115B00">
        <w:t xml:space="preserve">for </w:t>
      </w:r>
      <w:r w:rsidR="0015197E" w:rsidRPr="00115B00">
        <w:t xml:space="preserve">schemes completed in </w:t>
      </w:r>
      <w:r w:rsidRPr="00115B00">
        <w:t xml:space="preserve">the following </w:t>
      </w:r>
      <w:r w:rsidR="000B1D39">
        <w:t>financial years</w:t>
      </w:r>
      <w:r w:rsidR="000B1D39" w:rsidRPr="00115B00">
        <w:t xml:space="preserve"> </w:t>
      </w:r>
      <w:r w:rsidR="00E838FF" w:rsidRPr="00115B00">
        <w:t xml:space="preserve">years: </w:t>
      </w:r>
      <w:r w:rsidR="000B1D39">
        <w:t xml:space="preserve">2016-17, </w:t>
      </w:r>
      <w:r w:rsidR="00C40E5A" w:rsidRPr="00115B00">
        <w:t>201</w:t>
      </w:r>
      <w:r w:rsidR="00FE0546" w:rsidRPr="00115B00">
        <w:t>7</w:t>
      </w:r>
      <w:r w:rsidR="00966A0B" w:rsidRPr="00115B00">
        <w:t>-</w:t>
      </w:r>
      <w:r w:rsidR="00C40E5A" w:rsidRPr="00115B00">
        <w:t>1</w:t>
      </w:r>
      <w:r w:rsidR="00FE0546" w:rsidRPr="00115B00">
        <w:t>8</w:t>
      </w:r>
      <w:r w:rsidRPr="00115B00">
        <w:t>,</w:t>
      </w:r>
      <w:r w:rsidR="00966A0B" w:rsidRPr="00115B00">
        <w:t xml:space="preserve"> 2018-19</w:t>
      </w:r>
      <w:r w:rsidRPr="00115B00">
        <w:t xml:space="preserve"> and 2019-20</w:t>
      </w:r>
      <w:r w:rsidR="00C40E5A" w:rsidRPr="00115B00">
        <w:t xml:space="preserve">. </w:t>
      </w:r>
      <w:r w:rsidR="00777982" w:rsidRPr="00115B00">
        <w:t>The Annual Report reports</w:t>
      </w:r>
      <w:r w:rsidR="00C40E5A" w:rsidRPr="00115B00">
        <w:t xml:space="preserve"> will</w:t>
      </w:r>
      <w:r w:rsidR="00777982" w:rsidRPr="00115B00">
        <w:t>:</w:t>
      </w:r>
    </w:p>
    <w:p w14:paraId="3CA67EEF" w14:textId="77777777" w:rsidR="00777982" w:rsidRDefault="00777982" w:rsidP="00777982">
      <w:pPr>
        <w:pStyle w:val="Heading3"/>
        <w:numPr>
          <w:ilvl w:val="0"/>
          <w:numId w:val="8"/>
        </w:numPr>
        <w:tabs>
          <w:tab w:val="num" w:pos="2268"/>
        </w:tabs>
        <w:spacing w:after="0" w:line="240" w:lineRule="auto"/>
        <w:ind w:left="1797" w:hanging="357"/>
        <w:jc w:val="left"/>
        <w:rPr>
          <w:rFonts w:cs="Arial"/>
          <w:szCs w:val="24"/>
        </w:rPr>
      </w:pPr>
      <w:r w:rsidRPr="00AF141B">
        <w:rPr>
          <w:rFonts w:cs="Arial"/>
          <w:szCs w:val="24"/>
        </w:rPr>
        <w:t>Allow for the effectiveness of individual schemes to be evaluated;</w:t>
      </w:r>
    </w:p>
    <w:p w14:paraId="5A606F77" w14:textId="77777777" w:rsidR="00777982" w:rsidRPr="00AF141B" w:rsidRDefault="00777982" w:rsidP="00777982">
      <w:pPr>
        <w:pStyle w:val="Heading3"/>
        <w:numPr>
          <w:ilvl w:val="0"/>
          <w:numId w:val="0"/>
        </w:numPr>
        <w:spacing w:after="0" w:line="240" w:lineRule="auto"/>
        <w:ind w:left="1797"/>
        <w:jc w:val="left"/>
        <w:rPr>
          <w:rFonts w:cs="Arial"/>
          <w:szCs w:val="24"/>
        </w:rPr>
      </w:pPr>
    </w:p>
    <w:p w14:paraId="40A0FD80"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Allow for local authorities to reflect on the appropriateness and effectiveness of engineering approaches and consider lessons learnt in designing future schemes;</w:t>
      </w:r>
    </w:p>
    <w:p w14:paraId="7B29E619" w14:textId="77777777" w:rsidR="00777982" w:rsidRPr="00AF141B" w:rsidRDefault="00777982" w:rsidP="00777982">
      <w:pPr>
        <w:pStyle w:val="Heading3"/>
        <w:numPr>
          <w:ilvl w:val="0"/>
          <w:numId w:val="0"/>
        </w:numPr>
        <w:spacing w:after="0" w:line="240" w:lineRule="auto"/>
        <w:jc w:val="left"/>
        <w:rPr>
          <w:rFonts w:cs="Arial"/>
          <w:szCs w:val="24"/>
        </w:rPr>
      </w:pPr>
    </w:p>
    <w:p w14:paraId="116D3BAE"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Provide the Welsh Government with information to inform the grant appraisal process for future years;</w:t>
      </w:r>
    </w:p>
    <w:p w14:paraId="26973996" w14:textId="77777777" w:rsidR="00777982" w:rsidRPr="00AF141B" w:rsidRDefault="00777982" w:rsidP="00777982">
      <w:pPr>
        <w:pStyle w:val="Heading3"/>
        <w:numPr>
          <w:ilvl w:val="0"/>
          <w:numId w:val="0"/>
        </w:numPr>
        <w:spacing w:after="0" w:line="240" w:lineRule="auto"/>
        <w:jc w:val="left"/>
        <w:rPr>
          <w:rFonts w:cs="Arial"/>
          <w:szCs w:val="24"/>
        </w:rPr>
      </w:pPr>
    </w:p>
    <w:p w14:paraId="1288EBE3" w14:textId="77777777" w:rsidR="00777982" w:rsidRDefault="00777982" w:rsidP="00777982">
      <w:pPr>
        <w:pStyle w:val="Heading3"/>
        <w:numPr>
          <w:ilvl w:val="0"/>
          <w:numId w:val="8"/>
        </w:numPr>
        <w:tabs>
          <w:tab w:val="num" w:pos="1532"/>
        </w:tabs>
        <w:spacing w:after="0" w:line="240" w:lineRule="auto"/>
        <w:ind w:left="1797" w:hanging="357"/>
        <w:jc w:val="left"/>
        <w:rPr>
          <w:rFonts w:cs="Arial"/>
          <w:szCs w:val="24"/>
        </w:rPr>
      </w:pPr>
      <w:r w:rsidRPr="00AF141B">
        <w:rPr>
          <w:rFonts w:cs="Arial"/>
          <w:szCs w:val="24"/>
        </w:rPr>
        <w:t xml:space="preserve">Provide a source of peer to peer advice for other </w:t>
      </w:r>
      <w:r>
        <w:rPr>
          <w:rFonts w:cs="Arial"/>
          <w:szCs w:val="24"/>
        </w:rPr>
        <w:t>project managers</w:t>
      </w:r>
      <w:r w:rsidRPr="00AF141B">
        <w:rPr>
          <w:rFonts w:cs="Arial"/>
          <w:szCs w:val="24"/>
        </w:rPr>
        <w:t xml:space="preserve">.  </w:t>
      </w:r>
    </w:p>
    <w:p w14:paraId="29CE2661" w14:textId="77777777" w:rsidR="00777982" w:rsidRPr="00777982" w:rsidRDefault="00777982" w:rsidP="00777982">
      <w:pPr>
        <w:pStyle w:val="Heading3"/>
        <w:numPr>
          <w:ilvl w:val="0"/>
          <w:numId w:val="0"/>
        </w:numPr>
        <w:tabs>
          <w:tab w:val="num" w:pos="1532"/>
        </w:tabs>
        <w:spacing w:after="0" w:line="240" w:lineRule="auto"/>
        <w:jc w:val="left"/>
        <w:rPr>
          <w:rFonts w:cs="Arial"/>
          <w:szCs w:val="24"/>
        </w:rPr>
      </w:pPr>
    </w:p>
    <w:p w14:paraId="64A31294"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general public, service users and other stakeholders.  </w:t>
      </w:r>
    </w:p>
    <w:p w14:paraId="5F0CB292" w14:textId="77777777" w:rsidR="0015197E" w:rsidRDefault="0015197E" w:rsidP="00C40E5A">
      <w:pPr>
        <w:pStyle w:val="Heading3"/>
        <w:tabs>
          <w:tab w:val="num" w:pos="1134"/>
          <w:tab w:val="num" w:pos="1390"/>
        </w:tabs>
        <w:ind w:left="1134" w:hanging="1134"/>
        <w:rPr>
          <w:rFonts w:cs="Arial"/>
          <w:szCs w:val="24"/>
        </w:rPr>
      </w:pPr>
      <w:r>
        <w:rPr>
          <w:rFonts w:cs="Arial"/>
          <w:szCs w:val="24"/>
        </w:rPr>
        <w:t>Packages of schemes that are ongoing should report on the individual projects that have been completed as part of the package.</w:t>
      </w:r>
    </w:p>
    <w:p w14:paraId="052B8015" w14:textId="77777777" w:rsidR="002177A8" w:rsidRPr="006F2A70" w:rsidRDefault="002177A8" w:rsidP="00C40E5A">
      <w:pPr>
        <w:pStyle w:val="Heading3"/>
        <w:tabs>
          <w:tab w:val="num" w:pos="1134"/>
          <w:tab w:val="num" w:pos="1390"/>
        </w:tabs>
        <w:ind w:left="1134" w:hanging="1134"/>
        <w:rPr>
          <w:rFonts w:cs="Arial"/>
          <w:szCs w:val="24"/>
        </w:rPr>
      </w:pPr>
      <w:r w:rsidRPr="006F2A70">
        <w:rPr>
          <w:rFonts w:cs="Arial"/>
          <w:szCs w:val="24"/>
        </w:rPr>
        <w:t>WelTAG 2017 states that schemes should use the new WelTAG document as an appropriate point. For schemes that have been delivered, this will be Stage Five. The Annual Report template is based on the requirements of Stage Five WelTAG.</w:t>
      </w:r>
    </w:p>
    <w:p w14:paraId="70DD4E76"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A record of what was delivered</w:t>
      </w:r>
    </w:p>
    <w:p w14:paraId="751804D7"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Evaluation of the process of delivering the project</w:t>
      </w:r>
    </w:p>
    <w:p w14:paraId="357EB59A"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Summary of any relevant events that occurred during and after implementation and any changes in context eg fuel prices, land-use or travel patter</w:t>
      </w:r>
      <w:r w:rsidR="00AF0E6C" w:rsidRPr="006F2A70">
        <w:rPr>
          <w:rFonts w:ascii="Arial" w:hAnsi="Arial" w:cs="Arial"/>
          <w:sz w:val="24"/>
          <w:szCs w:val="24"/>
        </w:rPr>
        <w:t>n</w:t>
      </w:r>
      <w:r w:rsidR="00B1627E">
        <w:rPr>
          <w:rFonts w:ascii="Arial" w:hAnsi="Arial" w:cs="Arial"/>
          <w:sz w:val="24"/>
          <w:szCs w:val="24"/>
        </w:rPr>
        <w:t>s</w:t>
      </w:r>
    </w:p>
    <w:p w14:paraId="59099469"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Explanation of how these changes affected the scheme</w:t>
      </w:r>
    </w:p>
    <w:p w14:paraId="5F8F5436" w14:textId="77777777" w:rsidR="00FA4618" w:rsidRPr="00EE356F" w:rsidRDefault="00FA4618" w:rsidP="005B1E07">
      <w:pPr>
        <w:pStyle w:val="Heading5"/>
        <w:numPr>
          <w:ilvl w:val="4"/>
          <w:numId w:val="7"/>
        </w:numPr>
        <w:spacing w:line="240" w:lineRule="auto"/>
        <w:rPr>
          <w:rFonts w:ascii="Arial" w:hAnsi="Arial" w:cs="Arial"/>
          <w:sz w:val="24"/>
          <w:szCs w:val="24"/>
        </w:rPr>
      </w:pPr>
      <w:r w:rsidRPr="00EE356F">
        <w:rPr>
          <w:rFonts w:ascii="Arial" w:hAnsi="Arial" w:cs="Arial"/>
          <w:sz w:val="24"/>
          <w:szCs w:val="24"/>
        </w:rPr>
        <w:t>Comparison of outturn events to those anticipated</w:t>
      </w:r>
      <w:r w:rsidRPr="00EE356F">
        <w:rPr>
          <w:rFonts w:ascii="Arial" w:hAnsi="Arial" w:cs="Arial"/>
          <w:sz w:val="24"/>
          <w:szCs w:val="24"/>
        </w:rPr>
        <w:br w:type="page"/>
      </w:r>
    </w:p>
    <w:p w14:paraId="189E942E" w14:textId="77777777" w:rsidR="00C40E5A" w:rsidRPr="00C40E5A" w:rsidRDefault="00C40E5A" w:rsidP="00C40E5A">
      <w:pPr>
        <w:pStyle w:val="Heading1"/>
        <w:tabs>
          <w:tab w:val="clear" w:pos="2268"/>
          <w:tab w:val="num" w:pos="1134"/>
        </w:tabs>
        <w:spacing w:after="240"/>
        <w:ind w:hanging="2268"/>
        <w:rPr>
          <w:color w:val="009999"/>
        </w:rPr>
      </w:pPr>
      <w:bookmarkStart w:id="1" w:name="_Toc528057854"/>
      <w:r w:rsidRPr="00C40E5A">
        <w:rPr>
          <w:color w:val="009999"/>
        </w:rPr>
        <w:lastRenderedPageBreak/>
        <w:t>Timing</w:t>
      </w:r>
      <w:bookmarkEnd w:id="1"/>
    </w:p>
    <w:p w14:paraId="16A76628" w14:textId="456EFC93" w:rsidR="00C40E5A" w:rsidRDefault="00C40E5A" w:rsidP="00C40E5A">
      <w:pPr>
        <w:pStyle w:val="Heading3"/>
        <w:tabs>
          <w:tab w:val="num" w:pos="1134"/>
          <w:tab w:val="num" w:pos="1390"/>
        </w:tabs>
        <w:ind w:left="1134" w:hanging="1134"/>
        <w:rPr>
          <w:rFonts w:cs="Arial"/>
          <w:szCs w:val="24"/>
        </w:rPr>
      </w:pPr>
      <w:r w:rsidRPr="00C40E5A">
        <w:rPr>
          <w:rFonts w:cs="Arial"/>
          <w:szCs w:val="24"/>
        </w:rPr>
        <w:t xml:space="preserve">The Annual Report should be submitted to the Welsh Government no later than </w:t>
      </w:r>
      <w:r w:rsidRPr="00EE0FFC">
        <w:rPr>
          <w:rFonts w:cs="Arial"/>
          <w:szCs w:val="24"/>
        </w:rPr>
        <w:t xml:space="preserve">the </w:t>
      </w:r>
      <w:r w:rsidR="00966A0B">
        <w:rPr>
          <w:rFonts w:cs="Arial"/>
          <w:szCs w:val="24"/>
        </w:rPr>
        <w:t>3</w:t>
      </w:r>
      <w:r w:rsidR="000B1D39">
        <w:rPr>
          <w:rFonts w:cs="Arial"/>
          <w:szCs w:val="24"/>
        </w:rPr>
        <w:t>1</w:t>
      </w:r>
      <w:r w:rsidR="00AE5F55">
        <w:rPr>
          <w:rFonts w:cs="Arial"/>
          <w:szCs w:val="24"/>
        </w:rPr>
        <w:t xml:space="preserve"> </w:t>
      </w:r>
      <w:r w:rsidR="000B1D39">
        <w:rPr>
          <w:rFonts w:cs="Arial"/>
          <w:szCs w:val="24"/>
        </w:rPr>
        <w:t xml:space="preserve">December </w:t>
      </w:r>
      <w:r w:rsidRPr="00C40E5A">
        <w:rPr>
          <w:rFonts w:cs="Arial"/>
          <w:szCs w:val="24"/>
        </w:rPr>
        <w:t>20</w:t>
      </w:r>
      <w:r w:rsidR="00CA5076">
        <w:rPr>
          <w:rFonts w:cs="Arial"/>
          <w:szCs w:val="24"/>
        </w:rPr>
        <w:t>20</w:t>
      </w:r>
      <w:r w:rsidRPr="00C40E5A">
        <w:rPr>
          <w:rFonts w:cs="Arial"/>
          <w:szCs w:val="24"/>
        </w:rPr>
        <w:t xml:space="preserve">.  </w:t>
      </w:r>
    </w:p>
    <w:p w14:paraId="2F06BDE9" w14:textId="77777777" w:rsidR="00C40E5A" w:rsidRPr="00C40E5A" w:rsidRDefault="00C40E5A" w:rsidP="00C40E5A">
      <w:pPr>
        <w:pStyle w:val="Heading1"/>
        <w:tabs>
          <w:tab w:val="clear" w:pos="2268"/>
          <w:tab w:val="num" w:pos="1134"/>
        </w:tabs>
        <w:spacing w:after="240"/>
        <w:ind w:hanging="2268"/>
        <w:rPr>
          <w:color w:val="009999"/>
        </w:rPr>
      </w:pPr>
      <w:bookmarkStart w:id="2" w:name="_Toc528057855"/>
      <w:r w:rsidRPr="00C40E5A">
        <w:rPr>
          <w:color w:val="009999"/>
        </w:rPr>
        <w:t>Structure of Annual Report</w:t>
      </w:r>
      <w:bookmarkEnd w:id="2"/>
    </w:p>
    <w:p w14:paraId="30B06205" w14:textId="77777777" w:rsidR="00115B00" w:rsidRDefault="00C40E5A" w:rsidP="006F2A9E">
      <w:pPr>
        <w:pStyle w:val="Heading3"/>
        <w:tabs>
          <w:tab w:val="num" w:pos="1134"/>
          <w:tab w:val="num" w:pos="1390"/>
        </w:tabs>
        <w:spacing w:before="120" w:after="80" w:line="240" w:lineRule="auto"/>
        <w:ind w:left="1134" w:hanging="1134"/>
      </w:pPr>
      <w:r w:rsidRPr="00097386">
        <w:t xml:space="preserve">The Annual Report should be </w:t>
      </w:r>
      <w:r w:rsidR="00C91800" w:rsidRPr="00097386">
        <w:t xml:space="preserve">compiled using the attached template form and </w:t>
      </w:r>
      <w:r w:rsidR="00F404D4" w:rsidRPr="00097386">
        <w:t xml:space="preserve">submitted as a Word document </w:t>
      </w:r>
      <w:r w:rsidRPr="00097386">
        <w:t xml:space="preserve">to the </w:t>
      </w:r>
      <w:r w:rsidR="00F404D4" w:rsidRPr="00097386">
        <w:t xml:space="preserve">Welsh Government </w:t>
      </w:r>
      <w:r w:rsidRPr="00097386">
        <w:t xml:space="preserve">Transport Planning email inbox – </w:t>
      </w:r>
      <w:hyperlink r:id="rId15" w:history="1">
        <w:r w:rsidR="00115B00" w:rsidRPr="00981FF1">
          <w:rPr>
            <w:rStyle w:val="Hyperlink"/>
          </w:rPr>
          <w:t>TransportPlanning@gov.wales</w:t>
        </w:r>
      </w:hyperlink>
    </w:p>
    <w:p w14:paraId="79AD3381" w14:textId="77777777" w:rsidR="000073BB" w:rsidRDefault="000073BB" w:rsidP="006F2A9E">
      <w:pPr>
        <w:pStyle w:val="WelTAGsubheading"/>
        <w:spacing w:line="240" w:lineRule="auto"/>
      </w:pPr>
    </w:p>
    <w:p w14:paraId="049DC5F7" w14:textId="77777777" w:rsidR="006F2A9E" w:rsidRDefault="00F53B17" w:rsidP="006F2A9E">
      <w:pPr>
        <w:pStyle w:val="WelTAGsubheading"/>
        <w:spacing w:line="240" w:lineRule="auto"/>
      </w:pPr>
      <w:bookmarkStart w:id="3" w:name="_Toc528057856"/>
      <w:r>
        <w:t>Contact I</w:t>
      </w:r>
      <w:r w:rsidR="006F2A9E">
        <w:t>nformation</w:t>
      </w:r>
      <w:bookmarkEnd w:id="3"/>
      <w:r w:rsidR="006F2A9E">
        <w:t xml:space="preserve"> </w:t>
      </w:r>
    </w:p>
    <w:p w14:paraId="33C05000" w14:textId="77777777" w:rsidR="006F2A9E" w:rsidRPr="009A6C6E" w:rsidRDefault="006F2A9E" w:rsidP="006F2A9E">
      <w:pPr>
        <w:pStyle w:val="Heading3"/>
        <w:numPr>
          <w:ilvl w:val="0"/>
          <w:numId w:val="0"/>
        </w:numPr>
        <w:tabs>
          <w:tab w:val="num" w:pos="1532"/>
          <w:tab w:val="num" w:pos="2268"/>
        </w:tabs>
        <w:spacing w:after="0" w:line="240" w:lineRule="auto"/>
        <w:ind w:left="1134"/>
      </w:pPr>
    </w:p>
    <w:p w14:paraId="73C9DD79" w14:textId="77777777" w:rsidR="006F2A9E" w:rsidRDefault="006F2A9E" w:rsidP="006F2A9E">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2242641E" w14:textId="77777777" w:rsidR="00B65BB0" w:rsidRDefault="00B65BB0" w:rsidP="0081416B">
      <w:pPr>
        <w:pStyle w:val="WelTAGsubheading"/>
        <w:spacing w:line="240" w:lineRule="auto"/>
        <w:ind w:left="0"/>
      </w:pPr>
    </w:p>
    <w:p w14:paraId="6807A1CC" w14:textId="77777777" w:rsidR="009A6C6E" w:rsidRDefault="00E771BD" w:rsidP="00BA721C">
      <w:pPr>
        <w:pStyle w:val="WelTAGsubheading"/>
        <w:spacing w:line="240" w:lineRule="auto"/>
      </w:pPr>
      <w:bookmarkStart w:id="4" w:name="_Toc528057857"/>
      <w:r>
        <w:t>Scheme</w:t>
      </w:r>
      <w:r w:rsidR="00F53B17">
        <w:t xml:space="preserve"> </w:t>
      </w:r>
      <w:r>
        <w:t>Details</w:t>
      </w:r>
      <w:bookmarkEnd w:id="4"/>
      <w:r w:rsidR="009A6C6E">
        <w:t xml:space="preserve"> </w:t>
      </w:r>
    </w:p>
    <w:p w14:paraId="07D6F338" w14:textId="77777777" w:rsidR="009A6C6E" w:rsidRPr="009A6C6E" w:rsidRDefault="009A6C6E" w:rsidP="00BA721C">
      <w:pPr>
        <w:pStyle w:val="Heading3"/>
        <w:numPr>
          <w:ilvl w:val="0"/>
          <w:numId w:val="0"/>
        </w:numPr>
        <w:tabs>
          <w:tab w:val="num" w:pos="1532"/>
          <w:tab w:val="num" w:pos="2268"/>
        </w:tabs>
        <w:spacing w:after="0" w:line="240" w:lineRule="auto"/>
        <w:ind w:left="1134"/>
      </w:pPr>
    </w:p>
    <w:p w14:paraId="5C3D523B" w14:textId="6D039D12" w:rsidR="00BA721C" w:rsidRDefault="000E48D1" w:rsidP="002E19CA">
      <w:pPr>
        <w:pStyle w:val="Heading3"/>
        <w:tabs>
          <w:tab w:val="clear" w:pos="1532"/>
          <w:tab w:val="num" w:pos="1134"/>
        </w:tabs>
        <w:ind w:left="1134" w:hanging="1134"/>
        <w:rPr>
          <w:rStyle w:val="Heading3Char"/>
        </w:rPr>
      </w:pPr>
      <w:r w:rsidRPr="00A06788">
        <w:t xml:space="preserve">Please complete Table </w:t>
      </w:r>
      <w:r w:rsidR="00C91800" w:rsidRPr="00A06788">
        <w:t>2</w:t>
      </w:r>
      <w:r w:rsidRPr="00A06788">
        <w:t xml:space="preserve"> </w:t>
      </w:r>
      <w:r w:rsidR="00C40E5A" w:rsidRPr="00FD5A3F">
        <w:t xml:space="preserve">outlining </w:t>
      </w:r>
      <w:r w:rsidR="0087567C">
        <w:t xml:space="preserve">all </w:t>
      </w:r>
      <w:r w:rsidR="00C40E5A" w:rsidRPr="00FD5A3F">
        <w:t xml:space="preserve">Local Transport </w:t>
      </w:r>
      <w:r w:rsidR="0081416B">
        <w:t xml:space="preserve">Grants </w:t>
      </w:r>
      <w:r w:rsidR="0087567C">
        <w:t xml:space="preserve">capital </w:t>
      </w:r>
      <w:r w:rsidR="0081416B" w:rsidRPr="00E771BD">
        <w:rPr>
          <w:b/>
        </w:rPr>
        <w:t xml:space="preserve">scheme details for schemes completed in </w:t>
      </w:r>
      <w:r w:rsidR="000B1D39">
        <w:rPr>
          <w:b/>
        </w:rPr>
        <w:t xml:space="preserve">2016-17, </w:t>
      </w:r>
      <w:r w:rsidR="00966A0B">
        <w:rPr>
          <w:b/>
        </w:rPr>
        <w:t>2017-18</w:t>
      </w:r>
      <w:r w:rsidR="00CA5076">
        <w:rPr>
          <w:b/>
        </w:rPr>
        <w:t>,</w:t>
      </w:r>
      <w:r w:rsidR="000073BB">
        <w:rPr>
          <w:b/>
        </w:rPr>
        <w:t xml:space="preserve"> </w:t>
      </w:r>
      <w:r w:rsidR="0081416B" w:rsidRPr="00E771BD">
        <w:rPr>
          <w:b/>
        </w:rPr>
        <w:t>201</w:t>
      </w:r>
      <w:r w:rsidR="00966A0B">
        <w:rPr>
          <w:b/>
        </w:rPr>
        <w:t>8</w:t>
      </w:r>
      <w:r w:rsidR="000073BB">
        <w:rPr>
          <w:b/>
        </w:rPr>
        <w:t>-</w:t>
      </w:r>
      <w:r w:rsidR="0081416B" w:rsidRPr="00E771BD">
        <w:rPr>
          <w:b/>
        </w:rPr>
        <w:t>1</w:t>
      </w:r>
      <w:r w:rsidR="00966A0B">
        <w:rPr>
          <w:b/>
        </w:rPr>
        <w:t>9</w:t>
      </w:r>
      <w:r w:rsidR="00CA5076">
        <w:rPr>
          <w:b/>
        </w:rPr>
        <w:t xml:space="preserve"> and 2019-20</w:t>
      </w:r>
      <w:r w:rsidR="0081416B">
        <w:t>, including individual projects completed within packages</w:t>
      </w:r>
      <w:r w:rsidR="0016126C">
        <w:rPr>
          <w:rStyle w:val="Heading3Char"/>
        </w:rPr>
        <w:t>.</w:t>
      </w:r>
      <w:r w:rsidR="0081416B">
        <w:rPr>
          <w:rStyle w:val="Heading3Char"/>
        </w:rPr>
        <w:t xml:space="preserve"> Please complete one form per scheme/ project.</w:t>
      </w:r>
    </w:p>
    <w:p w14:paraId="378885B0"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t>Road Safety Capital</w:t>
      </w:r>
    </w:p>
    <w:p w14:paraId="0B7D8C21" w14:textId="77777777" w:rsidR="002E19CA" w:rsidRDefault="002E19CA" w:rsidP="002E19CA">
      <w:pPr>
        <w:pStyle w:val="Heading3"/>
        <w:tabs>
          <w:tab w:val="clear" w:pos="1532"/>
          <w:tab w:val="num" w:pos="1134"/>
        </w:tabs>
        <w:ind w:left="1134" w:hanging="1134"/>
      </w:pPr>
      <w:r>
        <w:rPr>
          <w:rFonts w:cs="Arial"/>
          <w:szCs w:val="24"/>
        </w:rPr>
        <w:t>Road Safety Grants are awarded to Local Authorities to assist them in contributing to achieving the actions and targets within the Road Safety Framework for Wales.</w:t>
      </w:r>
    </w:p>
    <w:p w14:paraId="6A7583A2" w14:textId="77777777" w:rsidR="003936D5" w:rsidRDefault="002E19CA" w:rsidP="003936D5">
      <w:pPr>
        <w:pStyle w:val="Heading3"/>
        <w:tabs>
          <w:tab w:val="clear" w:pos="1532"/>
          <w:tab w:val="num" w:pos="1134"/>
        </w:tabs>
        <w:ind w:left="1134" w:hanging="1134"/>
      </w:pPr>
      <w:r w:rsidRPr="002E19CA">
        <w:rPr>
          <w:rFonts w:cs="Arial"/>
          <w:szCs w:val="24"/>
        </w:rPr>
        <w:t>The Framework put in place an outcome based approach to road safety interventions, stressing the importance of using data and evidence to develop road safety schemes and establishing the principle that all engineering activity should be evaluated for effectiveness in reducing casualties and collisions.</w:t>
      </w:r>
    </w:p>
    <w:p w14:paraId="3947E027" w14:textId="77777777" w:rsidR="003936D5" w:rsidRDefault="003936D5" w:rsidP="003936D5">
      <w:pPr>
        <w:pStyle w:val="Heading3"/>
        <w:tabs>
          <w:tab w:val="clear" w:pos="1532"/>
          <w:tab w:val="num" w:pos="1134"/>
        </w:tabs>
        <w:ind w:left="1134" w:hanging="1134"/>
      </w:pPr>
      <w:r w:rsidRPr="003936D5">
        <w:rPr>
          <w:rFonts w:cs="Arial"/>
          <w:szCs w:val="24"/>
        </w:rPr>
        <w:t xml:space="preserve">In July 2020, Police recorded road traffic collision and casualty data for 2019 was published. This allows Authorities that completed road safety capital schemes in the financial year ending March 2018 to provide first year reporting on the effectiveness of those schemes. </w:t>
      </w:r>
    </w:p>
    <w:p w14:paraId="156F0D24" w14:textId="77777777" w:rsidR="002F4F55" w:rsidRDefault="002E19CA" w:rsidP="00F53AA9">
      <w:pPr>
        <w:pStyle w:val="Heading3"/>
        <w:tabs>
          <w:tab w:val="clear" w:pos="1532"/>
          <w:tab w:val="num" w:pos="1134"/>
        </w:tabs>
        <w:ind w:left="1134" w:hanging="1134"/>
        <w:rPr>
          <w:rStyle w:val="Heading3Char"/>
        </w:rPr>
      </w:pPr>
      <w:r>
        <w:rPr>
          <w:rStyle w:val="Heading3Char"/>
        </w:rPr>
        <w:t xml:space="preserve">Please complete Tables </w:t>
      </w:r>
      <w:r w:rsidR="0087567C">
        <w:rPr>
          <w:rStyle w:val="Heading3Char"/>
        </w:rPr>
        <w:t xml:space="preserve">2, </w:t>
      </w:r>
      <w:r>
        <w:rPr>
          <w:rStyle w:val="Heading3Char"/>
        </w:rPr>
        <w:t xml:space="preserve">3, 4 and 5 for </w:t>
      </w:r>
      <w:r w:rsidR="005E7DB7">
        <w:rPr>
          <w:rStyle w:val="Heading3Char"/>
        </w:rPr>
        <w:t>each Road Safety capital scheme</w:t>
      </w:r>
      <w:r w:rsidR="002C4033">
        <w:rPr>
          <w:rStyle w:val="Heading3Char"/>
        </w:rPr>
        <w:t>.</w:t>
      </w:r>
    </w:p>
    <w:p w14:paraId="6057D0CE" w14:textId="77777777" w:rsidR="002C4033" w:rsidRDefault="002C4033" w:rsidP="002E19CA">
      <w:pPr>
        <w:pStyle w:val="Heading3"/>
        <w:numPr>
          <w:ilvl w:val="0"/>
          <w:numId w:val="0"/>
        </w:numPr>
        <w:ind w:left="982" w:firstLine="152"/>
        <w:rPr>
          <w:rStyle w:val="Heading3Char"/>
          <w:b/>
          <w:color w:val="31849B" w:themeColor="accent5" w:themeShade="BF"/>
        </w:rPr>
      </w:pPr>
    </w:p>
    <w:p w14:paraId="23F2478E" w14:textId="77777777" w:rsidR="002C4033" w:rsidRDefault="002C4033" w:rsidP="002E19CA">
      <w:pPr>
        <w:pStyle w:val="Heading3"/>
        <w:numPr>
          <w:ilvl w:val="0"/>
          <w:numId w:val="0"/>
        </w:numPr>
        <w:ind w:left="982" w:firstLine="152"/>
        <w:rPr>
          <w:rStyle w:val="Heading3Char"/>
          <w:b/>
          <w:color w:val="31849B" w:themeColor="accent5" w:themeShade="BF"/>
        </w:rPr>
      </w:pPr>
    </w:p>
    <w:p w14:paraId="20AFC876" w14:textId="77777777" w:rsidR="005B1E07" w:rsidRDefault="005B1E07">
      <w:pPr>
        <w:spacing w:after="0" w:line="240" w:lineRule="auto"/>
        <w:rPr>
          <w:rStyle w:val="Heading3Char"/>
          <w:b/>
          <w:color w:val="31849B" w:themeColor="accent5" w:themeShade="BF"/>
        </w:rPr>
      </w:pPr>
      <w:r>
        <w:rPr>
          <w:rStyle w:val="Heading3Char"/>
          <w:b/>
          <w:color w:val="31849B" w:themeColor="accent5" w:themeShade="BF"/>
        </w:rPr>
        <w:br w:type="page"/>
      </w:r>
    </w:p>
    <w:p w14:paraId="12AA2159"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lastRenderedPageBreak/>
        <w:t xml:space="preserve">Road Safety Revenue </w:t>
      </w:r>
    </w:p>
    <w:p w14:paraId="23CE1BF1" w14:textId="77777777" w:rsidR="00726B62" w:rsidRPr="00F53AA9" w:rsidRDefault="00726B62" w:rsidP="00F53AA9">
      <w:pPr>
        <w:pStyle w:val="Heading3"/>
        <w:tabs>
          <w:tab w:val="clear" w:pos="1532"/>
          <w:tab w:val="num" w:pos="1134"/>
        </w:tabs>
        <w:ind w:left="1134" w:hanging="1134"/>
      </w:pPr>
      <w:r w:rsidRPr="00F53AA9">
        <w:t xml:space="preserve">Monitoring of Road Safety Revenue schemes </w:t>
      </w:r>
      <w:r w:rsidR="00F53AA9" w:rsidRPr="00F53AA9">
        <w:t>is</w:t>
      </w:r>
      <w:r w:rsidRPr="00F53AA9">
        <w:t xml:space="preserve"> </w:t>
      </w:r>
      <w:r w:rsidR="00C5689B" w:rsidRPr="00F53AA9">
        <w:t xml:space="preserve">dealt with separately during the </w:t>
      </w:r>
      <w:r w:rsidR="00D54249" w:rsidRPr="00F53AA9">
        <w:t xml:space="preserve">grant </w:t>
      </w:r>
      <w:r w:rsidR="00C5689B" w:rsidRPr="00F53AA9">
        <w:t xml:space="preserve">application </w:t>
      </w:r>
      <w:r w:rsidR="00F53AA9" w:rsidRPr="00F53AA9">
        <w:t>and in-</w:t>
      </w:r>
      <w:r w:rsidR="00C5689B" w:rsidRPr="00F53AA9">
        <w:t>year monitoring</w:t>
      </w:r>
      <w:r w:rsidR="00D54249" w:rsidRPr="00F53AA9">
        <w:t xml:space="preserve"> and evaluation</w:t>
      </w:r>
      <w:r w:rsidR="00C5689B" w:rsidRPr="00F53AA9">
        <w:t xml:space="preserve"> process</w:t>
      </w:r>
      <w:r w:rsidR="00D54249" w:rsidRPr="00F53AA9">
        <w:t>es</w:t>
      </w:r>
      <w:r w:rsidR="00C5689B" w:rsidRPr="00F53AA9">
        <w:t>.  Separate information is not</w:t>
      </w:r>
      <w:r w:rsidRPr="00F53AA9">
        <w:t xml:space="preserve"> required </w:t>
      </w:r>
      <w:r w:rsidR="00C5689B" w:rsidRPr="00F53AA9">
        <w:t xml:space="preserve">under this reporting structure. </w:t>
      </w:r>
      <w:r w:rsidRPr="00F53AA9">
        <w:t xml:space="preserve"> </w:t>
      </w:r>
    </w:p>
    <w:p w14:paraId="3512A067" w14:textId="5719C6B7" w:rsidR="002E19CA" w:rsidRPr="00F53AA9" w:rsidRDefault="00726B62" w:rsidP="00F53AA9">
      <w:pPr>
        <w:pStyle w:val="Heading3"/>
        <w:tabs>
          <w:tab w:val="clear" w:pos="1532"/>
          <w:tab w:val="num" w:pos="1134"/>
        </w:tabs>
        <w:ind w:left="1134" w:hanging="1134"/>
      </w:pPr>
      <w:r w:rsidRPr="00F53AA9">
        <w:t>Education and training interventions that are already a</w:t>
      </w:r>
      <w:r w:rsidR="00A105B2" w:rsidRPr="00F53AA9">
        <w:rPr>
          <w:rFonts w:cs="Arial"/>
          <w:szCs w:val="24"/>
        </w:rPr>
        <w:t xml:space="preserve">pproved </w:t>
      </w:r>
      <w:r w:rsidRPr="00F53AA9">
        <w:rPr>
          <w:rFonts w:cs="Arial"/>
          <w:szCs w:val="24"/>
        </w:rPr>
        <w:t xml:space="preserve">are </w:t>
      </w:r>
      <w:r w:rsidR="00D54249" w:rsidRPr="00F53AA9">
        <w:rPr>
          <w:rFonts w:cs="Arial"/>
          <w:szCs w:val="24"/>
        </w:rPr>
        <w:t>monitored locally</w:t>
      </w:r>
      <w:r w:rsidR="00A105B2" w:rsidRPr="00F53AA9">
        <w:rPr>
          <w:rFonts w:cs="Arial"/>
          <w:szCs w:val="24"/>
        </w:rPr>
        <w:t xml:space="preserve">.  </w:t>
      </w:r>
      <w:r w:rsidR="00982F31" w:rsidRPr="00F53AA9">
        <w:rPr>
          <w:rFonts w:cs="Arial"/>
          <w:szCs w:val="24"/>
        </w:rPr>
        <w:t>New i</w:t>
      </w:r>
      <w:r w:rsidR="00A105B2" w:rsidRPr="00F53AA9">
        <w:rPr>
          <w:rFonts w:cs="Arial"/>
          <w:szCs w:val="24"/>
        </w:rPr>
        <w:t>nterventions that are piloted</w:t>
      </w:r>
      <w:r w:rsidRPr="00F53AA9">
        <w:rPr>
          <w:rFonts w:cs="Arial"/>
          <w:szCs w:val="24"/>
        </w:rPr>
        <w:t xml:space="preserve"> through the grant</w:t>
      </w:r>
      <w:r w:rsidR="00A105B2" w:rsidRPr="00F53AA9">
        <w:rPr>
          <w:rFonts w:cs="Arial"/>
          <w:szCs w:val="24"/>
        </w:rPr>
        <w:t xml:space="preserve"> include </w:t>
      </w:r>
      <w:r w:rsidR="00C5689B" w:rsidRPr="00F53AA9">
        <w:rPr>
          <w:rFonts w:cs="Arial"/>
          <w:szCs w:val="24"/>
        </w:rPr>
        <w:t>a requirement</w:t>
      </w:r>
      <w:r w:rsidR="00A105B2" w:rsidRPr="00F53AA9">
        <w:rPr>
          <w:rFonts w:cs="Arial"/>
          <w:szCs w:val="24"/>
        </w:rPr>
        <w:t xml:space="preserve"> for monitoring and evaluation</w:t>
      </w:r>
      <w:r w:rsidR="002F4F55" w:rsidRPr="00F53AA9">
        <w:rPr>
          <w:rFonts w:cs="Arial"/>
          <w:szCs w:val="24"/>
        </w:rPr>
        <w:t xml:space="preserve"> at the end</w:t>
      </w:r>
      <w:r w:rsidR="00C5689B" w:rsidRPr="00F53AA9">
        <w:rPr>
          <w:rFonts w:cs="Arial"/>
          <w:szCs w:val="24"/>
        </w:rPr>
        <w:t xml:space="preserve"> of the first year </w:t>
      </w:r>
      <w:r w:rsidR="00F61D6B">
        <w:rPr>
          <w:rFonts w:cs="Arial"/>
          <w:szCs w:val="24"/>
        </w:rPr>
        <w:t>trial</w:t>
      </w:r>
      <w:r w:rsidR="00F61D6B" w:rsidRPr="00F53AA9">
        <w:rPr>
          <w:rFonts w:cs="Arial"/>
          <w:szCs w:val="24"/>
        </w:rPr>
        <w:t xml:space="preserve"> </w:t>
      </w:r>
      <w:r w:rsidR="00C5689B" w:rsidRPr="00F53AA9">
        <w:rPr>
          <w:rFonts w:cs="Arial"/>
          <w:szCs w:val="24"/>
        </w:rPr>
        <w:t>period and r</w:t>
      </w:r>
      <w:r w:rsidR="002F4F55" w:rsidRPr="00F53AA9">
        <w:rPr>
          <w:rFonts w:cs="Arial"/>
          <w:szCs w:val="24"/>
        </w:rPr>
        <w:t>evenue s</w:t>
      </w:r>
      <w:r w:rsidR="00A105B2" w:rsidRPr="00F53AA9">
        <w:rPr>
          <w:rFonts w:cs="Arial"/>
          <w:szCs w:val="24"/>
        </w:rPr>
        <w:t>chemes outside of the approved areas must be supported by evaluations of scheme effectiveness.</w:t>
      </w:r>
    </w:p>
    <w:p w14:paraId="26A05D92" w14:textId="77777777" w:rsidR="002E19CA" w:rsidRDefault="002E19CA" w:rsidP="00FD5A3F">
      <w:pPr>
        <w:pStyle w:val="Heading3"/>
        <w:numPr>
          <w:ilvl w:val="0"/>
          <w:numId w:val="0"/>
        </w:numPr>
        <w:tabs>
          <w:tab w:val="num" w:pos="1390"/>
        </w:tabs>
        <w:spacing w:after="0" w:line="240" w:lineRule="auto"/>
        <w:ind w:left="1134" w:hanging="1134"/>
        <w:rPr>
          <w:rStyle w:val="Heading3Char"/>
        </w:rPr>
      </w:pPr>
    </w:p>
    <w:p w14:paraId="71326ED2" w14:textId="77777777" w:rsidR="00830495" w:rsidRPr="002E19CA" w:rsidRDefault="002E19CA" w:rsidP="002E19CA">
      <w:pPr>
        <w:pStyle w:val="Heading3"/>
        <w:numPr>
          <w:ilvl w:val="0"/>
          <w:numId w:val="0"/>
        </w:numPr>
        <w:tabs>
          <w:tab w:val="num" w:pos="1390"/>
        </w:tabs>
        <w:spacing w:after="0" w:line="240" w:lineRule="auto"/>
        <w:ind w:left="1134" w:hanging="1134"/>
        <w:rPr>
          <w:b/>
        </w:rPr>
      </w:pPr>
      <w:r>
        <w:rPr>
          <w:rStyle w:val="Heading3Char"/>
        </w:rPr>
        <w:tab/>
      </w:r>
      <w:r w:rsidR="00F53B17" w:rsidRPr="002E19CA">
        <w:rPr>
          <w:b/>
          <w:color w:val="31849B" w:themeColor="accent5" w:themeShade="BF"/>
        </w:rPr>
        <w:t>Supporting I</w:t>
      </w:r>
      <w:r w:rsidR="00830495" w:rsidRPr="002E19CA">
        <w:rPr>
          <w:b/>
          <w:color w:val="31849B" w:themeColor="accent5" w:themeShade="BF"/>
        </w:rPr>
        <w:t xml:space="preserve">nformation  </w:t>
      </w:r>
    </w:p>
    <w:p w14:paraId="36D264C0" w14:textId="77777777" w:rsidR="00830495" w:rsidRDefault="00830495" w:rsidP="00830495">
      <w:pPr>
        <w:pStyle w:val="WelTAGsubheading"/>
        <w:spacing w:line="240" w:lineRule="auto"/>
      </w:pPr>
    </w:p>
    <w:p w14:paraId="406FFA55" w14:textId="77777777" w:rsidR="009A60FA" w:rsidRPr="009A60FA" w:rsidRDefault="009A60FA" w:rsidP="009A60FA">
      <w:pPr>
        <w:pStyle w:val="Heading3"/>
        <w:tabs>
          <w:tab w:val="clear" w:pos="1532"/>
          <w:tab w:val="num" w:pos="1134"/>
        </w:tabs>
        <w:ind w:left="1134" w:hanging="1134"/>
        <w:rPr>
          <w:rFonts w:cs="Arial"/>
          <w:szCs w:val="24"/>
        </w:rPr>
      </w:pPr>
      <w:r w:rsidRPr="009A60FA">
        <w:rPr>
          <w:rFonts w:cs="Arial"/>
          <w:szCs w:val="24"/>
        </w:rPr>
        <w:t xml:space="preserve">Include any additional tables and charts demonstrating progress against Local Transport </w:t>
      </w:r>
      <w:r w:rsidR="0092361C">
        <w:rPr>
          <w:rFonts w:cs="Arial"/>
          <w:szCs w:val="24"/>
        </w:rPr>
        <w:t xml:space="preserve">Grant </w:t>
      </w:r>
      <w:r w:rsidRPr="009A60FA">
        <w:rPr>
          <w:rFonts w:cs="Arial"/>
          <w:szCs w:val="24"/>
        </w:rPr>
        <w:t>targets, including evidence from before and after monitoring.</w:t>
      </w:r>
    </w:p>
    <w:p w14:paraId="22E36DE4" w14:textId="77777777" w:rsidR="002E19CA" w:rsidRPr="002E19CA" w:rsidRDefault="00830495" w:rsidP="002E19CA">
      <w:pPr>
        <w:pStyle w:val="Heading3"/>
        <w:numPr>
          <w:ilvl w:val="0"/>
          <w:numId w:val="0"/>
        </w:numPr>
        <w:tabs>
          <w:tab w:val="num" w:pos="1134"/>
          <w:tab w:val="num" w:pos="1390"/>
          <w:tab w:val="num" w:pos="1418"/>
        </w:tabs>
        <w:spacing w:line="240" w:lineRule="auto"/>
        <w:ind w:left="1134" w:hanging="1134"/>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r w:rsidR="00C40E5A" w:rsidRPr="00830495">
        <w:rPr>
          <w:rFonts w:cs="Arial"/>
          <w:szCs w:val="24"/>
        </w:rPr>
        <w:t>photographs</w:t>
      </w:r>
      <w:r w:rsidR="00120471" w:rsidRPr="00830495">
        <w:rPr>
          <w:rFonts w:cs="Arial"/>
          <w:szCs w:val="24"/>
        </w:rPr>
        <w:t>;</w:t>
      </w:r>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g Wales’ economic competiveness.</w:t>
      </w:r>
      <w:r w:rsidR="002E19CA">
        <w:rPr>
          <w:rFonts w:cs="Arial"/>
          <w:szCs w:val="24"/>
        </w:rPr>
        <w:t xml:space="preserve"> </w:t>
      </w:r>
    </w:p>
    <w:p w14:paraId="09FB8399" w14:textId="77777777" w:rsidR="0052349B"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p>
    <w:p w14:paraId="10F427CD" w14:textId="77777777" w:rsidR="0052349B" w:rsidRPr="0052349B" w:rsidRDefault="0052349B" w:rsidP="0052349B">
      <w:pPr>
        <w:pStyle w:val="Heading1"/>
        <w:tabs>
          <w:tab w:val="clear" w:pos="2268"/>
        </w:tabs>
        <w:spacing w:after="360"/>
        <w:ind w:left="1134" w:hanging="992"/>
        <w:rPr>
          <w:color w:val="31849B" w:themeColor="accent5" w:themeShade="BF"/>
        </w:rPr>
      </w:pPr>
      <w:bookmarkStart w:id="5" w:name="_Toc528057858"/>
      <w:r w:rsidRPr="0052349B">
        <w:rPr>
          <w:color w:val="31849B" w:themeColor="accent5" w:themeShade="BF"/>
        </w:rPr>
        <w:lastRenderedPageBreak/>
        <w:t>Templates</w:t>
      </w:r>
      <w:bookmarkEnd w:id="5"/>
    </w:p>
    <w:p w14:paraId="01A7A530"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Pr>
          <w:rFonts w:cs="Arial"/>
          <w:b/>
          <w:szCs w:val="24"/>
        </w:rPr>
        <w:t>1</w:t>
      </w:r>
      <w:r w:rsidRPr="00175605">
        <w:rPr>
          <w:rFonts w:cs="Arial"/>
          <w:b/>
          <w:szCs w:val="24"/>
        </w:rPr>
        <w:t xml:space="preserve"> – </w:t>
      </w:r>
      <w:r w:rsidR="00120471">
        <w:rPr>
          <w:rFonts w:cs="Arial"/>
          <w:b/>
          <w:szCs w:val="24"/>
        </w:rPr>
        <w:t xml:space="preserve">Local Transport </w:t>
      </w:r>
      <w:r w:rsidR="00340171">
        <w:rPr>
          <w:rFonts w:cs="Arial"/>
          <w:b/>
          <w:szCs w:val="24"/>
        </w:rPr>
        <w:t xml:space="preserve">Grants </w:t>
      </w:r>
      <w:r w:rsidR="005F0819">
        <w:rPr>
          <w:rFonts w:cs="Arial"/>
          <w:b/>
          <w:szCs w:val="24"/>
        </w:rPr>
        <w:t>Contact I</w:t>
      </w:r>
      <w:r>
        <w:rPr>
          <w:rFonts w:cs="Arial"/>
          <w:b/>
          <w:szCs w:val="24"/>
        </w:rPr>
        <w:t>nformation</w:t>
      </w:r>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8"/>
        <w:gridCol w:w="6956"/>
      </w:tblGrid>
      <w:tr w:rsidR="00FA687E" w:rsidRPr="00B274A9" w14:paraId="0D4D9860" w14:textId="77777777" w:rsidTr="009D6106">
        <w:trPr>
          <w:trHeight w:val="565"/>
          <w:jc w:val="center"/>
        </w:trPr>
        <w:tc>
          <w:tcPr>
            <w:tcW w:w="1258" w:type="pct"/>
            <w:shd w:val="clear" w:color="auto" w:fill="92CDDC" w:themeFill="accent5" w:themeFillTint="99"/>
            <w:vAlign w:val="center"/>
          </w:tcPr>
          <w:p w14:paraId="1778E161" w14:textId="77777777" w:rsidR="00FA687E" w:rsidRPr="00D91C2C" w:rsidRDefault="00FA687E" w:rsidP="00D53E07">
            <w:pPr>
              <w:widowControl w:val="0"/>
              <w:rPr>
                <w:rFonts w:ascii="Arial" w:hAnsi="Arial" w:cs="Arial"/>
                <w:sz w:val="24"/>
                <w:szCs w:val="24"/>
              </w:rPr>
            </w:pPr>
            <w:r w:rsidRPr="00CD2BF0">
              <w:rPr>
                <w:rFonts w:ascii="Arial" w:hAnsi="Arial" w:cs="Arial"/>
                <w:b/>
                <w:sz w:val="24"/>
                <w:szCs w:val="24"/>
              </w:rPr>
              <w:t xml:space="preserve">Local </w:t>
            </w:r>
            <w:r>
              <w:rPr>
                <w:rFonts w:ascii="Arial" w:hAnsi="Arial" w:cs="Arial"/>
                <w:b/>
                <w:sz w:val="24"/>
                <w:szCs w:val="24"/>
              </w:rPr>
              <w:t>a</w:t>
            </w:r>
            <w:r w:rsidRPr="00CD2BF0">
              <w:rPr>
                <w:rFonts w:ascii="Arial" w:hAnsi="Arial" w:cs="Arial"/>
                <w:b/>
                <w:sz w:val="24"/>
                <w:szCs w:val="24"/>
              </w:rPr>
              <w:t>uthority</w:t>
            </w:r>
          </w:p>
        </w:tc>
        <w:tc>
          <w:tcPr>
            <w:tcW w:w="3742" w:type="pct"/>
            <w:vAlign w:val="center"/>
          </w:tcPr>
          <w:p w14:paraId="054CE131" w14:textId="77777777" w:rsidR="00914552" w:rsidRPr="00B274A9" w:rsidRDefault="00914552" w:rsidP="00914552">
            <w:pPr>
              <w:widowControl w:val="0"/>
              <w:rPr>
                <w:rFonts w:ascii="Arial" w:hAnsi="Arial" w:cs="Arial"/>
                <w:sz w:val="24"/>
                <w:szCs w:val="24"/>
              </w:rPr>
            </w:pPr>
            <w:r>
              <w:rPr>
                <w:rFonts w:ascii="Arial" w:hAnsi="Arial" w:cs="Arial"/>
                <w:sz w:val="24"/>
                <w:szCs w:val="24"/>
              </w:rPr>
              <w:t>Flintshire County Council</w:t>
            </w:r>
          </w:p>
          <w:p w14:paraId="136B0FE6" w14:textId="77777777" w:rsidR="00FA687E" w:rsidRPr="00B274A9" w:rsidRDefault="00FA687E" w:rsidP="00D53E07">
            <w:pPr>
              <w:widowControl w:val="0"/>
              <w:rPr>
                <w:rFonts w:ascii="Arial" w:hAnsi="Arial" w:cs="Arial"/>
                <w:sz w:val="24"/>
                <w:szCs w:val="24"/>
              </w:rPr>
            </w:pPr>
          </w:p>
        </w:tc>
      </w:tr>
      <w:tr w:rsidR="00FA687E" w:rsidRPr="00B274A9" w14:paraId="47D976CE" w14:textId="77777777" w:rsidTr="009D6106">
        <w:trPr>
          <w:jc w:val="center"/>
        </w:trPr>
        <w:tc>
          <w:tcPr>
            <w:tcW w:w="1258" w:type="pct"/>
            <w:shd w:val="clear" w:color="auto" w:fill="92CDDC" w:themeFill="accent5" w:themeFillTint="99"/>
            <w:vAlign w:val="center"/>
          </w:tcPr>
          <w:p w14:paraId="74DB6457" w14:textId="77777777" w:rsidR="00340171" w:rsidRDefault="00340171" w:rsidP="00D53E07">
            <w:pPr>
              <w:widowControl w:val="0"/>
              <w:rPr>
                <w:rFonts w:ascii="Arial" w:hAnsi="Arial" w:cs="Arial"/>
                <w:b/>
                <w:sz w:val="24"/>
                <w:szCs w:val="24"/>
              </w:rPr>
            </w:pPr>
            <w:r>
              <w:rPr>
                <w:rFonts w:ascii="Arial" w:hAnsi="Arial" w:cs="Arial"/>
                <w:b/>
                <w:sz w:val="24"/>
                <w:szCs w:val="24"/>
              </w:rPr>
              <w:t xml:space="preserve">Local Transport Fund </w:t>
            </w:r>
          </w:p>
          <w:p w14:paraId="1FA54E6A" w14:textId="77777777" w:rsidR="00FA687E" w:rsidRPr="00CD2BF0" w:rsidRDefault="00FA687E" w:rsidP="00340171">
            <w:pPr>
              <w:widowControl w:val="0"/>
              <w:rPr>
                <w:rFonts w:ascii="Arial" w:hAnsi="Arial" w:cs="Arial"/>
                <w:b/>
                <w:sz w:val="24"/>
                <w:szCs w:val="24"/>
              </w:rPr>
            </w:pPr>
            <w:r>
              <w:rPr>
                <w:rFonts w:ascii="Arial" w:hAnsi="Arial" w:cs="Arial"/>
                <w:b/>
                <w:sz w:val="24"/>
                <w:szCs w:val="24"/>
              </w:rPr>
              <w:t>Lead contact</w:t>
            </w:r>
            <w:r w:rsidR="00340171" w:rsidRPr="00CD2BF0">
              <w:rPr>
                <w:rFonts w:ascii="Arial" w:hAnsi="Arial" w:cs="Arial"/>
                <w:b/>
                <w:sz w:val="24"/>
                <w:szCs w:val="24"/>
              </w:rPr>
              <w:t xml:space="preserve"> </w:t>
            </w:r>
            <w:r w:rsidR="00340171">
              <w:rPr>
                <w:rFonts w:ascii="Arial" w:hAnsi="Arial" w:cs="Arial"/>
                <w:b/>
                <w:sz w:val="24"/>
                <w:szCs w:val="24"/>
              </w:rPr>
              <w:t xml:space="preserve">name, </w:t>
            </w:r>
            <w:r w:rsidR="00340171" w:rsidRPr="00CD2BF0">
              <w:rPr>
                <w:rFonts w:ascii="Arial" w:hAnsi="Arial" w:cs="Arial"/>
                <w:b/>
                <w:sz w:val="24"/>
                <w:szCs w:val="24"/>
              </w:rPr>
              <w:t>email</w:t>
            </w:r>
            <w:r w:rsidR="00340171">
              <w:rPr>
                <w:rFonts w:ascii="Arial" w:hAnsi="Arial" w:cs="Arial"/>
                <w:b/>
                <w:sz w:val="24"/>
                <w:szCs w:val="24"/>
              </w:rPr>
              <w:t>, t</w:t>
            </w:r>
            <w:r w:rsidR="00340171" w:rsidRPr="00CD2BF0">
              <w:rPr>
                <w:rFonts w:ascii="Arial" w:hAnsi="Arial" w:cs="Arial"/>
                <w:b/>
                <w:sz w:val="24"/>
                <w:szCs w:val="24"/>
              </w:rPr>
              <w:t>elephone</w:t>
            </w:r>
          </w:p>
        </w:tc>
        <w:tc>
          <w:tcPr>
            <w:tcW w:w="3742" w:type="pct"/>
            <w:vAlign w:val="center"/>
          </w:tcPr>
          <w:p w14:paraId="23BDEA7D" w14:textId="77777777" w:rsidR="00FA687E" w:rsidRPr="00B274A9" w:rsidRDefault="00FA687E" w:rsidP="00D53E07">
            <w:pPr>
              <w:widowControl w:val="0"/>
              <w:rPr>
                <w:rFonts w:ascii="Arial" w:hAnsi="Arial" w:cs="Arial"/>
                <w:sz w:val="24"/>
                <w:szCs w:val="24"/>
              </w:rPr>
            </w:pPr>
          </w:p>
        </w:tc>
      </w:tr>
      <w:tr w:rsidR="00FA687E" w:rsidRPr="00B274A9" w14:paraId="26C74340" w14:textId="77777777" w:rsidTr="009D6106">
        <w:trPr>
          <w:trHeight w:val="682"/>
          <w:jc w:val="center"/>
        </w:trPr>
        <w:tc>
          <w:tcPr>
            <w:tcW w:w="1258" w:type="pct"/>
            <w:shd w:val="clear" w:color="auto" w:fill="92CDDC" w:themeFill="accent5" w:themeFillTint="99"/>
            <w:vAlign w:val="center"/>
          </w:tcPr>
          <w:p w14:paraId="7CAF9BEB" w14:textId="77777777" w:rsidR="00340171" w:rsidRPr="00340171" w:rsidRDefault="00340171" w:rsidP="00340171">
            <w:pPr>
              <w:widowControl w:val="0"/>
              <w:rPr>
                <w:rFonts w:ascii="Arial" w:hAnsi="Arial" w:cs="Arial"/>
                <w:b/>
                <w:sz w:val="24"/>
                <w:szCs w:val="24"/>
              </w:rPr>
            </w:pPr>
            <w:r w:rsidRPr="00340171">
              <w:rPr>
                <w:rFonts w:ascii="Arial" w:hAnsi="Arial" w:cs="Arial"/>
                <w:b/>
                <w:sz w:val="24"/>
                <w:szCs w:val="24"/>
              </w:rPr>
              <w:t xml:space="preserve">Local Transport </w:t>
            </w:r>
            <w:r>
              <w:rPr>
                <w:rFonts w:ascii="Arial" w:hAnsi="Arial" w:cs="Arial"/>
                <w:b/>
                <w:sz w:val="24"/>
                <w:szCs w:val="24"/>
              </w:rPr>
              <w:t xml:space="preserve">Network </w:t>
            </w:r>
            <w:r w:rsidRPr="00340171">
              <w:rPr>
                <w:rFonts w:ascii="Arial" w:hAnsi="Arial" w:cs="Arial"/>
                <w:b/>
                <w:sz w:val="24"/>
                <w:szCs w:val="24"/>
              </w:rPr>
              <w:t xml:space="preserve">Fund </w:t>
            </w:r>
          </w:p>
          <w:p w14:paraId="77FD7377"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143880D" w14:textId="77777777" w:rsidR="00FA687E" w:rsidRPr="00B274A9" w:rsidRDefault="00FA687E" w:rsidP="00D53E07">
            <w:pPr>
              <w:widowControl w:val="0"/>
              <w:rPr>
                <w:rFonts w:ascii="Arial" w:hAnsi="Arial" w:cs="Arial"/>
                <w:sz w:val="24"/>
                <w:szCs w:val="24"/>
              </w:rPr>
            </w:pPr>
          </w:p>
        </w:tc>
      </w:tr>
      <w:tr w:rsidR="005B1E07" w:rsidRPr="00B274A9" w14:paraId="5C410C95" w14:textId="77777777" w:rsidTr="009D6106">
        <w:trPr>
          <w:trHeight w:val="682"/>
          <w:jc w:val="center"/>
        </w:trPr>
        <w:tc>
          <w:tcPr>
            <w:tcW w:w="1258" w:type="pct"/>
            <w:shd w:val="clear" w:color="auto" w:fill="92CDDC" w:themeFill="accent5" w:themeFillTint="99"/>
            <w:vAlign w:val="center"/>
          </w:tcPr>
          <w:p w14:paraId="456BB0A3" w14:textId="77777777" w:rsidR="005B1E07" w:rsidRDefault="005B1E07" w:rsidP="00340171">
            <w:pPr>
              <w:widowControl w:val="0"/>
              <w:rPr>
                <w:rFonts w:ascii="Arial" w:hAnsi="Arial" w:cs="Arial"/>
                <w:b/>
                <w:sz w:val="24"/>
                <w:szCs w:val="24"/>
              </w:rPr>
            </w:pPr>
            <w:r>
              <w:rPr>
                <w:rFonts w:ascii="Arial" w:hAnsi="Arial" w:cs="Arial"/>
                <w:b/>
                <w:sz w:val="24"/>
                <w:szCs w:val="24"/>
              </w:rPr>
              <w:t>Active Travel Fund</w:t>
            </w:r>
          </w:p>
          <w:p w14:paraId="4F643481" w14:textId="77777777" w:rsidR="005B1E07" w:rsidRPr="00340171" w:rsidRDefault="005B1E07"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23F2A27" w14:textId="77777777" w:rsidR="005B1E07" w:rsidRPr="00B274A9" w:rsidRDefault="005B1E07" w:rsidP="00D53E07">
            <w:pPr>
              <w:widowControl w:val="0"/>
              <w:rPr>
                <w:rFonts w:ascii="Arial" w:hAnsi="Arial" w:cs="Arial"/>
                <w:sz w:val="24"/>
                <w:szCs w:val="24"/>
              </w:rPr>
            </w:pPr>
          </w:p>
        </w:tc>
      </w:tr>
      <w:tr w:rsidR="00FA687E" w:rsidRPr="00B274A9" w14:paraId="42DC435D" w14:textId="77777777" w:rsidTr="009D6106">
        <w:trPr>
          <w:trHeight w:val="682"/>
          <w:jc w:val="center"/>
        </w:trPr>
        <w:tc>
          <w:tcPr>
            <w:tcW w:w="1258" w:type="pct"/>
            <w:shd w:val="clear" w:color="auto" w:fill="92CDDC" w:themeFill="accent5" w:themeFillTint="99"/>
            <w:vAlign w:val="center"/>
          </w:tcPr>
          <w:p w14:paraId="468C97FB" w14:textId="77777777" w:rsidR="00340171" w:rsidRPr="00340171" w:rsidRDefault="00340171" w:rsidP="00340171">
            <w:pPr>
              <w:widowControl w:val="0"/>
              <w:rPr>
                <w:rFonts w:ascii="Arial" w:hAnsi="Arial" w:cs="Arial"/>
                <w:b/>
                <w:sz w:val="24"/>
                <w:szCs w:val="24"/>
              </w:rPr>
            </w:pPr>
            <w:r>
              <w:rPr>
                <w:rFonts w:ascii="Arial" w:hAnsi="Arial" w:cs="Arial"/>
                <w:b/>
                <w:sz w:val="24"/>
                <w:szCs w:val="24"/>
              </w:rPr>
              <w:t>Safe Routes in Communities</w:t>
            </w:r>
            <w:r w:rsidRPr="00340171">
              <w:rPr>
                <w:rFonts w:ascii="Arial" w:hAnsi="Arial" w:cs="Arial"/>
                <w:b/>
                <w:sz w:val="24"/>
                <w:szCs w:val="24"/>
              </w:rPr>
              <w:t xml:space="preserve"> </w:t>
            </w:r>
          </w:p>
          <w:p w14:paraId="1AAF4896"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1805225" w14:textId="08B5099F" w:rsidR="00FA687E" w:rsidRPr="00B274A9" w:rsidRDefault="00914115" w:rsidP="00914552">
            <w:pPr>
              <w:widowControl w:val="0"/>
              <w:rPr>
                <w:rFonts w:ascii="Arial" w:hAnsi="Arial" w:cs="Arial"/>
                <w:sz w:val="24"/>
                <w:szCs w:val="24"/>
              </w:rPr>
            </w:pPr>
            <w:r>
              <w:rPr>
                <w:rFonts w:ascii="Arial" w:hAnsi="Arial" w:cs="Arial"/>
                <w:sz w:val="24"/>
                <w:szCs w:val="24"/>
              </w:rPr>
              <w:t>Local authority official</w:t>
            </w:r>
          </w:p>
        </w:tc>
      </w:tr>
      <w:tr w:rsidR="00340171" w:rsidRPr="00B274A9" w14:paraId="0A7E5760" w14:textId="77777777" w:rsidTr="009D6106">
        <w:trPr>
          <w:trHeight w:val="682"/>
          <w:jc w:val="center"/>
        </w:trPr>
        <w:tc>
          <w:tcPr>
            <w:tcW w:w="1258" w:type="pct"/>
            <w:shd w:val="clear" w:color="auto" w:fill="92CDDC" w:themeFill="accent5" w:themeFillTint="99"/>
            <w:vAlign w:val="center"/>
          </w:tcPr>
          <w:p w14:paraId="17110C2C" w14:textId="77777777" w:rsidR="00340171" w:rsidRPr="00340171" w:rsidRDefault="00340171" w:rsidP="00340171">
            <w:pPr>
              <w:widowControl w:val="0"/>
              <w:rPr>
                <w:rFonts w:ascii="Arial" w:hAnsi="Arial" w:cs="Arial"/>
                <w:b/>
                <w:sz w:val="24"/>
                <w:szCs w:val="24"/>
              </w:rPr>
            </w:pPr>
            <w:r>
              <w:rPr>
                <w:rFonts w:ascii="Arial" w:hAnsi="Arial" w:cs="Arial"/>
                <w:b/>
                <w:sz w:val="24"/>
                <w:szCs w:val="24"/>
              </w:rPr>
              <w:t>Road Safety Capital</w:t>
            </w:r>
          </w:p>
          <w:p w14:paraId="040CAF1B" w14:textId="77777777" w:rsidR="00340171"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75A65E58" w14:textId="77777777" w:rsidR="00340171" w:rsidRPr="00B274A9" w:rsidRDefault="00340171" w:rsidP="00D53E07">
            <w:pPr>
              <w:widowControl w:val="0"/>
              <w:rPr>
                <w:rFonts w:ascii="Arial" w:hAnsi="Arial" w:cs="Arial"/>
                <w:sz w:val="24"/>
                <w:szCs w:val="24"/>
              </w:rPr>
            </w:pPr>
          </w:p>
        </w:tc>
      </w:tr>
    </w:tbl>
    <w:p w14:paraId="2BEAA5AA" w14:textId="77777777" w:rsidR="00D00BFC" w:rsidRDefault="00000000" w:rsidP="00D00BFC">
      <w:pPr>
        <w:pStyle w:val="Heading3"/>
        <w:numPr>
          <w:ilvl w:val="0"/>
          <w:numId w:val="0"/>
        </w:numPr>
        <w:ind w:left="1532"/>
      </w:pPr>
      <w:hyperlink r:id="rId16" w:history="1">
        <w:r w:rsidR="00AB5824" w:rsidRPr="00115B00">
          <w:rPr>
            <w:rStyle w:val="Hyperlink"/>
          </w:rPr>
          <w:t>https://gov.wales/docs/caecd/publications/180516-privacy-notice-en.pdf</w:t>
        </w:r>
      </w:hyperlink>
    </w:p>
    <w:p w14:paraId="63E22F8A" w14:textId="77777777" w:rsidR="00D00BFC" w:rsidRPr="00D00BFC" w:rsidRDefault="00D00BFC" w:rsidP="00D00BFC">
      <w:pPr>
        <w:pStyle w:val="Heading3"/>
        <w:numPr>
          <w:ilvl w:val="0"/>
          <w:numId w:val="0"/>
        </w:numPr>
        <w:ind w:left="1532"/>
        <w:sectPr w:rsidR="00D00BFC" w:rsidRPr="00D00BFC" w:rsidSect="005B1E07">
          <w:footerReference w:type="default" r:id="rId17"/>
          <w:pgSz w:w="11906" w:h="16838" w:code="9"/>
          <w:pgMar w:top="1701" w:right="1276" w:bottom="567" w:left="1276" w:header="720" w:footer="516" w:gutter="0"/>
          <w:cols w:space="720"/>
          <w:docGrid w:linePitch="299"/>
        </w:sectPr>
      </w:pPr>
    </w:p>
    <w:p w14:paraId="7746B797" w14:textId="77777777" w:rsidR="0092361C" w:rsidRDefault="005F0819" w:rsidP="005F0819">
      <w:pPr>
        <w:pStyle w:val="Heading3"/>
        <w:numPr>
          <w:ilvl w:val="0"/>
          <w:numId w:val="0"/>
        </w:numPr>
        <w:tabs>
          <w:tab w:val="num" w:pos="1418"/>
          <w:tab w:val="num" w:pos="1532"/>
          <w:tab w:val="num" w:pos="2268"/>
        </w:tabs>
        <w:jc w:val="center"/>
        <w:rPr>
          <w:rFonts w:cs="Arial"/>
          <w:b/>
          <w:szCs w:val="24"/>
        </w:rPr>
      </w:pPr>
      <w:r w:rsidRPr="005F0819">
        <w:rPr>
          <w:rFonts w:cs="Arial"/>
          <w:b/>
          <w:szCs w:val="24"/>
        </w:rPr>
        <w:lastRenderedPageBreak/>
        <w:t xml:space="preserve">Table 2 – </w:t>
      </w:r>
      <w:r>
        <w:rPr>
          <w:rFonts w:cs="Arial"/>
          <w:b/>
          <w:szCs w:val="24"/>
        </w:rPr>
        <w:t xml:space="preserve">Local Transport Grants </w:t>
      </w:r>
      <w:r w:rsidRPr="005F0819">
        <w:rPr>
          <w:rFonts w:cs="Arial"/>
          <w:b/>
          <w:szCs w:val="24"/>
        </w:rPr>
        <w:t>Scheme Details</w:t>
      </w:r>
      <w:r>
        <w:rPr>
          <w:rFonts w:cs="Arial"/>
          <w:b/>
          <w:szCs w:val="24"/>
        </w:rPr>
        <w:t xml:space="preserve"> </w:t>
      </w:r>
    </w:p>
    <w:tbl>
      <w:tblPr>
        <w:tblStyle w:val="TableGrid"/>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8"/>
        <w:gridCol w:w="1383"/>
        <w:gridCol w:w="1811"/>
        <w:gridCol w:w="1371"/>
        <w:gridCol w:w="1390"/>
        <w:gridCol w:w="1559"/>
      </w:tblGrid>
      <w:tr w:rsidR="000073BB" w:rsidRPr="00AF141B" w14:paraId="00F741D0" w14:textId="77777777" w:rsidTr="000073BB">
        <w:trPr>
          <w:trHeight w:val="387"/>
        </w:trPr>
        <w:tc>
          <w:tcPr>
            <w:tcW w:w="1808" w:type="dxa"/>
            <w:shd w:val="clear" w:color="auto" w:fill="92CDDC" w:themeFill="accent5" w:themeFillTint="99"/>
          </w:tcPr>
          <w:p w14:paraId="6EFE22B9"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Grant</w:t>
            </w:r>
            <w:r w:rsidR="009E5C6F">
              <w:rPr>
                <w:rFonts w:ascii="Arial" w:hAnsi="Arial" w:cs="Arial"/>
                <w:b/>
                <w:sz w:val="24"/>
                <w:szCs w:val="24"/>
              </w:rPr>
              <w:t>*</w:t>
            </w:r>
            <w:r>
              <w:rPr>
                <w:rFonts w:ascii="Arial" w:hAnsi="Arial" w:cs="Arial"/>
                <w:b/>
                <w:sz w:val="24"/>
                <w:szCs w:val="24"/>
              </w:rPr>
              <w:t xml:space="preserve"> </w:t>
            </w:r>
          </w:p>
        </w:tc>
        <w:tc>
          <w:tcPr>
            <w:tcW w:w="7514" w:type="dxa"/>
            <w:gridSpan w:val="5"/>
          </w:tcPr>
          <w:p w14:paraId="2687119D" w14:textId="1DB2D6A9" w:rsidR="00914552" w:rsidRPr="00A07C37" w:rsidRDefault="000073BB" w:rsidP="00914552">
            <w:pPr>
              <w:spacing w:after="0" w:line="240" w:lineRule="auto"/>
              <w:rPr>
                <w:rFonts w:ascii="Arial" w:hAnsi="Arial" w:cs="Arial"/>
                <w:sz w:val="24"/>
                <w:szCs w:val="24"/>
              </w:rPr>
            </w:pPr>
            <w:r w:rsidRPr="00A07C37">
              <w:rPr>
                <w:rFonts w:ascii="Arial" w:hAnsi="Arial" w:cs="Arial"/>
                <w:sz w:val="24"/>
                <w:szCs w:val="24"/>
              </w:rPr>
              <w:t xml:space="preserve">Safe Routes in Communities </w:t>
            </w:r>
          </w:p>
          <w:p w14:paraId="26BB77FF" w14:textId="6A2B044A" w:rsidR="000073BB" w:rsidRPr="00A07C37" w:rsidRDefault="000073BB" w:rsidP="000073BB">
            <w:pPr>
              <w:spacing w:after="0" w:line="240" w:lineRule="auto"/>
              <w:rPr>
                <w:rFonts w:ascii="Arial" w:hAnsi="Arial" w:cs="Arial"/>
                <w:sz w:val="24"/>
                <w:szCs w:val="24"/>
              </w:rPr>
            </w:pPr>
          </w:p>
        </w:tc>
      </w:tr>
      <w:tr w:rsidR="000073BB" w:rsidRPr="00AF141B" w14:paraId="5212A654" w14:textId="77777777" w:rsidTr="000073BB">
        <w:trPr>
          <w:trHeight w:val="406"/>
        </w:trPr>
        <w:tc>
          <w:tcPr>
            <w:tcW w:w="1808" w:type="dxa"/>
            <w:shd w:val="clear" w:color="auto" w:fill="92CDDC" w:themeFill="accent5" w:themeFillTint="99"/>
          </w:tcPr>
          <w:p w14:paraId="28A489AD"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Scheme Name</w:t>
            </w:r>
          </w:p>
        </w:tc>
        <w:tc>
          <w:tcPr>
            <w:tcW w:w="7514" w:type="dxa"/>
            <w:gridSpan w:val="5"/>
          </w:tcPr>
          <w:p w14:paraId="3222323C" w14:textId="77777777" w:rsidR="00914552" w:rsidRPr="00AF141B" w:rsidRDefault="00914552" w:rsidP="00914552">
            <w:pPr>
              <w:spacing w:after="0" w:line="240" w:lineRule="auto"/>
              <w:rPr>
                <w:rFonts w:ascii="Arial" w:hAnsi="Arial" w:cs="Arial"/>
                <w:b/>
                <w:sz w:val="24"/>
                <w:szCs w:val="24"/>
              </w:rPr>
            </w:pPr>
            <w:r>
              <w:rPr>
                <w:rFonts w:ascii="Arial" w:hAnsi="Arial" w:cs="Arial"/>
                <w:b/>
                <w:sz w:val="24"/>
                <w:szCs w:val="24"/>
              </w:rPr>
              <w:t>Golftyn CP School</w:t>
            </w:r>
          </w:p>
          <w:p w14:paraId="4B4285C5" w14:textId="77777777" w:rsidR="000073BB" w:rsidRPr="00AF141B" w:rsidRDefault="000073BB" w:rsidP="000073BB">
            <w:pPr>
              <w:spacing w:after="0" w:line="240" w:lineRule="auto"/>
              <w:rPr>
                <w:rFonts w:ascii="Arial" w:hAnsi="Arial" w:cs="Arial"/>
                <w:b/>
                <w:sz w:val="24"/>
                <w:szCs w:val="24"/>
              </w:rPr>
            </w:pPr>
          </w:p>
        </w:tc>
      </w:tr>
      <w:tr w:rsidR="000073BB" w:rsidRPr="00AF141B" w14:paraId="0B9EFF4F" w14:textId="77777777" w:rsidTr="000073BB">
        <w:trPr>
          <w:trHeight w:val="406"/>
        </w:trPr>
        <w:tc>
          <w:tcPr>
            <w:tcW w:w="1808" w:type="dxa"/>
            <w:tcBorders>
              <w:bottom w:val="single" w:sz="6" w:space="0" w:color="auto"/>
            </w:tcBorders>
            <w:shd w:val="clear" w:color="auto" w:fill="92CDDC" w:themeFill="accent5" w:themeFillTint="99"/>
          </w:tcPr>
          <w:p w14:paraId="3083B8E3"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Year of Completion</w:t>
            </w:r>
            <w:r w:rsidR="009E5C6F">
              <w:rPr>
                <w:rFonts w:ascii="Arial" w:hAnsi="Arial" w:cs="Arial"/>
                <w:b/>
                <w:sz w:val="24"/>
                <w:szCs w:val="24"/>
              </w:rPr>
              <w:t>*</w:t>
            </w:r>
          </w:p>
        </w:tc>
        <w:tc>
          <w:tcPr>
            <w:tcW w:w="7514" w:type="dxa"/>
            <w:gridSpan w:val="5"/>
            <w:tcBorders>
              <w:bottom w:val="single" w:sz="6" w:space="0" w:color="auto"/>
            </w:tcBorders>
          </w:tcPr>
          <w:p w14:paraId="4858A42C" w14:textId="57F76355" w:rsidR="000073BB" w:rsidRPr="00A07C37" w:rsidRDefault="00966A0B" w:rsidP="00914552">
            <w:pPr>
              <w:spacing w:after="0" w:line="240" w:lineRule="auto"/>
              <w:rPr>
                <w:rFonts w:ascii="Arial" w:hAnsi="Arial" w:cs="Arial"/>
                <w:sz w:val="24"/>
                <w:szCs w:val="24"/>
              </w:rPr>
            </w:pPr>
            <w:r>
              <w:rPr>
                <w:rFonts w:ascii="Arial" w:hAnsi="Arial" w:cs="Arial"/>
                <w:sz w:val="24"/>
                <w:szCs w:val="24"/>
              </w:rPr>
              <w:t xml:space="preserve"> 201</w:t>
            </w:r>
            <w:r w:rsidR="00F110BC">
              <w:rPr>
                <w:rFonts w:ascii="Arial" w:hAnsi="Arial" w:cs="Arial"/>
                <w:sz w:val="24"/>
                <w:szCs w:val="24"/>
              </w:rPr>
              <w:t>9/20</w:t>
            </w:r>
          </w:p>
        </w:tc>
      </w:tr>
      <w:tr w:rsidR="000073BB" w:rsidRPr="00AF141B" w14:paraId="5A7BEA0E" w14:textId="77777777" w:rsidTr="000073BB">
        <w:trPr>
          <w:trHeight w:val="406"/>
        </w:trPr>
        <w:tc>
          <w:tcPr>
            <w:tcW w:w="9322" w:type="dxa"/>
            <w:gridSpan w:val="6"/>
            <w:tcBorders>
              <w:top w:val="single" w:sz="6" w:space="0" w:color="auto"/>
              <w:bottom w:val="single" w:sz="6" w:space="0" w:color="auto"/>
            </w:tcBorders>
            <w:shd w:val="clear" w:color="auto" w:fill="92CDDC" w:themeFill="accent5" w:themeFillTint="99"/>
          </w:tcPr>
          <w:p w14:paraId="6DB52C93" w14:textId="77777777" w:rsidR="000073BB" w:rsidRPr="00770429" w:rsidRDefault="000073BB" w:rsidP="000073BB">
            <w:pPr>
              <w:spacing w:after="0" w:line="240" w:lineRule="auto"/>
              <w:jc w:val="center"/>
              <w:rPr>
                <w:rFonts w:ascii="Arial" w:hAnsi="Arial" w:cs="Arial"/>
                <w:b/>
                <w:sz w:val="24"/>
                <w:szCs w:val="24"/>
              </w:rPr>
            </w:pPr>
            <w:r>
              <w:rPr>
                <w:rFonts w:ascii="Arial" w:hAnsi="Arial" w:cs="Arial"/>
                <w:b/>
                <w:sz w:val="24"/>
                <w:szCs w:val="24"/>
              </w:rPr>
              <w:t>SCHEME COSTS AND FUNDING</w:t>
            </w:r>
          </w:p>
        </w:tc>
      </w:tr>
      <w:tr w:rsidR="000073BB" w:rsidRPr="00AF141B" w14:paraId="260177A7" w14:textId="77777777" w:rsidTr="000073BB">
        <w:trPr>
          <w:trHeight w:val="1286"/>
        </w:trPr>
        <w:tc>
          <w:tcPr>
            <w:tcW w:w="1808" w:type="dxa"/>
            <w:tcBorders>
              <w:top w:val="single" w:sz="6" w:space="0" w:color="auto"/>
            </w:tcBorders>
            <w:shd w:val="clear" w:color="auto" w:fill="B6DDE8" w:themeFill="accent5" w:themeFillTint="66"/>
          </w:tcPr>
          <w:p w14:paraId="5ECEEF3B" w14:textId="77777777" w:rsidR="000073BB" w:rsidRPr="00AF141B" w:rsidRDefault="000073BB" w:rsidP="00F53AA9">
            <w:pPr>
              <w:spacing w:after="0" w:line="240" w:lineRule="auto"/>
              <w:rPr>
                <w:rFonts w:ascii="Arial" w:hAnsi="Arial" w:cs="Arial"/>
                <w:b/>
                <w:sz w:val="24"/>
                <w:szCs w:val="24"/>
              </w:rPr>
            </w:pPr>
            <w:r>
              <w:rPr>
                <w:rFonts w:ascii="Arial" w:hAnsi="Arial" w:cs="Arial"/>
                <w:b/>
                <w:sz w:val="24"/>
                <w:szCs w:val="24"/>
              </w:rPr>
              <w:t>Estimated total scheme cost at design stage</w:t>
            </w:r>
          </w:p>
        </w:tc>
        <w:tc>
          <w:tcPr>
            <w:tcW w:w="1383" w:type="dxa"/>
            <w:tcBorders>
              <w:top w:val="single" w:sz="6" w:space="0" w:color="auto"/>
            </w:tcBorders>
            <w:shd w:val="clear" w:color="auto" w:fill="FFFFFF" w:themeFill="background1"/>
          </w:tcPr>
          <w:p w14:paraId="6C3D13D0" w14:textId="77777777" w:rsidR="00914552" w:rsidRPr="0040708C" w:rsidRDefault="00914552" w:rsidP="00914552">
            <w:pPr>
              <w:spacing w:after="0" w:line="240" w:lineRule="auto"/>
              <w:rPr>
                <w:rFonts w:ascii="Arial" w:hAnsi="Arial" w:cs="Arial"/>
                <w:sz w:val="24"/>
                <w:szCs w:val="24"/>
              </w:rPr>
            </w:pPr>
            <w:r>
              <w:rPr>
                <w:rFonts w:ascii="Arial" w:hAnsi="Arial" w:cs="Arial"/>
                <w:sz w:val="24"/>
                <w:szCs w:val="24"/>
              </w:rPr>
              <w:t>£88,000</w:t>
            </w:r>
          </w:p>
          <w:p w14:paraId="43BC8399" w14:textId="77777777" w:rsidR="000073BB" w:rsidRPr="0040708C" w:rsidRDefault="000073BB" w:rsidP="000073BB">
            <w:pPr>
              <w:spacing w:after="0" w:line="240" w:lineRule="auto"/>
              <w:rPr>
                <w:rFonts w:ascii="Arial" w:hAnsi="Arial" w:cs="Arial"/>
                <w:sz w:val="24"/>
                <w:szCs w:val="24"/>
              </w:rPr>
            </w:pPr>
          </w:p>
        </w:tc>
        <w:tc>
          <w:tcPr>
            <w:tcW w:w="1811" w:type="dxa"/>
            <w:tcBorders>
              <w:top w:val="single" w:sz="6" w:space="0" w:color="auto"/>
            </w:tcBorders>
            <w:shd w:val="clear" w:color="auto" w:fill="B6DDE8" w:themeFill="accent5" w:themeFillTint="66"/>
          </w:tcPr>
          <w:p w14:paraId="3211644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Actual total scheme cost at scheme completion</w:t>
            </w:r>
          </w:p>
        </w:tc>
        <w:tc>
          <w:tcPr>
            <w:tcW w:w="1371" w:type="dxa"/>
            <w:tcBorders>
              <w:top w:val="single" w:sz="6" w:space="0" w:color="auto"/>
            </w:tcBorders>
            <w:shd w:val="clear" w:color="auto" w:fill="FFFFFF" w:themeFill="background1"/>
          </w:tcPr>
          <w:p w14:paraId="60405CD1" w14:textId="77777777" w:rsidR="000073BB" w:rsidRPr="0040708C" w:rsidRDefault="000073BB" w:rsidP="000073BB">
            <w:pPr>
              <w:spacing w:after="0" w:line="240" w:lineRule="auto"/>
              <w:rPr>
                <w:rFonts w:ascii="Arial" w:hAnsi="Arial" w:cs="Arial"/>
                <w:sz w:val="24"/>
                <w:szCs w:val="24"/>
              </w:rPr>
            </w:pPr>
          </w:p>
        </w:tc>
        <w:tc>
          <w:tcPr>
            <w:tcW w:w="1390" w:type="dxa"/>
            <w:tcBorders>
              <w:top w:val="single" w:sz="6" w:space="0" w:color="auto"/>
            </w:tcBorders>
            <w:shd w:val="clear" w:color="auto" w:fill="B6DDE8" w:themeFill="accent5" w:themeFillTint="66"/>
          </w:tcPr>
          <w:p w14:paraId="2035AF25"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Difference</w:t>
            </w:r>
          </w:p>
        </w:tc>
        <w:tc>
          <w:tcPr>
            <w:tcW w:w="1559" w:type="dxa"/>
            <w:tcBorders>
              <w:top w:val="single" w:sz="6" w:space="0" w:color="auto"/>
            </w:tcBorders>
            <w:shd w:val="clear" w:color="auto" w:fill="FFFFFF" w:themeFill="background1"/>
          </w:tcPr>
          <w:p w14:paraId="468CE386" w14:textId="77777777" w:rsidR="000073BB" w:rsidRPr="0040708C" w:rsidRDefault="000073BB" w:rsidP="000073BB">
            <w:pPr>
              <w:spacing w:after="0" w:line="240" w:lineRule="auto"/>
              <w:rPr>
                <w:rFonts w:ascii="Arial" w:hAnsi="Arial" w:cs="Arial"/>
                <w:sz w:val="24"/>
                <w:szCs w:val="24"/>
              </w:rPr>
            </w:pPr>
          </w:p>
        </w:tc>
      </w:tr>
      <w:tr w:rsidR="000073BB" w:rsidRPr="00AF141B" w14:paraId="4AAB8CD7" w14:textId="77777777" w:rsidTr="000073BB">
        <w:trPr>
          <w:trHeight w:val="357"/>
        </w:trPr>
        <w:tc>
          <w:tcPr>
            <w:tcW w:w="9322" w:type="dxa"/>
            <w:gridSpan w:val="6"/>
            <w:shd w:val="clear" w:color="auto" w:fill="B6DDE8" w:themeFill="accent5" w:themeFillTint="66"/>
          </w:tcPr>
          <w:p w14:paraId="215811B2" w14:textId="77777777" w:rsidR="000073BB" w:rsidRPr="006F2A70" w:rsidRDefault="000073BB" w:rsidP="002C4033">
            <w:pPr>
              <w:spacing w:after="0" w:line="240" w:lineRule="auto"/>
              <w:rPr>
                <w:rFonts w:ascii="Arial" w:hAnsi="Arial" w:cs="Arial"/>
                <w:sz w:val="20"/>
              </w:rPr>
            </w:pPr>
            <w:r w:rsidRPr="0040708C">
              <w:rPr>
                <w:rFonts w:ascii="Arial" w:hAnsi="Arial" w:cs="Arial"/>
                <w:b/>
                <w:sz w:val="24"/>
                <w:szCs w:val="24"/>
              </w:rPr>
              <w:t xml:space="preserve">Reasons for difference </w:t>
            </w:r>
            <w:r w:rsidR="00130DDA">
              <w:rPr>
                <w:rFonts w:ascii="Arial" w:hAnsi="Arial" w:cs="Arial"/>
                <w:b/>
                <w:sz w:val="24"/>
                <w:szCs w:val="24"/>
              </w:rPr>
              <w:t>between estimated and actual</w:t>
            </w:r>
            <w:r>
              <w:rPr>
                <w:rFonts w:ascii="Arial" w:hAnsi="Arial" w:cs="Arial"/>
                <w:b/>
                <w:sz w:val="24"/>
                <w:szCs w:val="24"/>
              </w:rPr>
              <w:t xml:space="preserve"> total scheme cost</w:t>
            </w:r>
            <w:r w:rsidR="006F2A70">
              <w:rPr>
                <w:rFonts w:ascii="Arial" w:hAnsi="Arial" w:cs="Arial"/>
                <w:b/>
                <w:sz w:val="24"/>
                <w:szCs w:val="24"/>
              </w:rPr>
              <w:t xml:space="preserve"> </w:t>
            </w:r>
          </w:p>
        </w:tc>
      </w:tr>
      <w:tr w:rsidR="000073BB" w:rsidRPr="00AF141B" w14:paraId="667C4A93" w14:textId="77777777" w:rsidTr="000073BB">
        <w:trPr>
          <w:trHeight w:val="359"/>
        </w:trPr>
        <w:tc>
          <w:tcPr>
            <w:tcW w:w="9322" w:type="dxa"/>
            <w:gridSpan w:val="6"/>
          </w:tcPr>
          <w:p w14:paraId="3246F045" w14:textId="77777777" w:rsidR="002E19CA" w:rsidRPr="00AF141B" w:rsidRDefault="002E19CA" w:rsidP="000073BB">
            <w:pPr>
              <w:spacing w:after="0" w:line="240" w:lineRule="auto"/>
              <w:rPr>
                <w:rFonts w:ascii="Arial" w:hAnsi="Arial" w:cs="Arial"/>
                <w:sz w:val="24"/>
                <w:szCs w:val="24"/>
              </w:rPr>
            </w:pPr>
          </w:p>
        </w:tc>
      </w:tr>
      <w:tr w:rsidR="000073BB" w:rsidRPr="00AF141B" w14:paraId="5FCC6D5A" w14:textId="77777777" w:rsidTr="000073BB">
        <w:trPr>
          <w:trHeight w:val="1286"/>
        </w:trPr>
        <w:tc>
          <w:tcPr>
            <w:tcW w:w="1808" w:type="dxa"/>
            <w:shd w:val="clear" w:color="auto" w:fill="B6DDE8" w:themeFill="accent5" w:themeFillTint="66"/>
          </w:tcPr>
          <w:p w14:paraId="4945DC7E"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funding allocated</w:t>
            </w:r>
          </w:p>
        </w:tc>
        <w:tc>
          <w:tcPr>
            <w:tcW w:w="1383" w:type="dxa"/>
            <w:shd w:val="clear" w:color="auto" w:fill="FFFFFF" w:themeFill="background1"/>
          </w:tcPr>
          <w:p w14:paraId="116A98D6" w14:textId="77777777" w:rsidR="00914552" w:rsidRPr="0040708C" w:rsidRDefault="00914552" w:rsidP="00914552">
            <w:pPr>
              <w:spacing w:after="0" w:line="240" w:lineRule="auto"/>
              <w:rPr>
                <w:rFonts w:ascii="Arial" w:hAnsi="Arial" w:cs="Arial"/>
                <w:sz w:val="24"/>
                <w:szCs w:val="24"/>
              </w:rPr>
            </w:pPr>
            <w:r>
              <w:rPr>
                <w:rFonts w:ascii="Arial" w:hAnsi="Arial" w:cs="Arial"/>
                <w:sz w:val="24"/>
                <w:szCs w:val="24"/>
              </w:rPr>
              <w:t>£88,000</w:t>
            </w:r>
          </w:p>
          <w:p w14:paraId="1828A79D" w14:textId="77777777" w:rsidR="000073BB" w:rsidRPr="0040708C" w:rsidRDefault="000073BB" w:rsidP="000073BB">
            <w:pPr>
              <w:spacing w:after="0" w:line="240" w:lineRule="auto"/>
              <w:rPr>
                <w:rFonts w:ascii="Arial" w:hAnsi="Arial" w:cs="Arial"/>
                <w:sz w:val="24"/>
                <w:szCs w:val="24"/>
              </w:rPr>
            </w:pPr>
          </w:p>
        </w:tc>
        <w:tc>
          <w:tcPr>
            <w:tcW w:w="1811" w:type="dxa"/>
            <w:shd w:val="clear" w:color="auto" w:fill="B6DDE8" w:themeFill="accent5" w:themeFillTint="66"/>
          </w:tcPr>
          <w:p w14:paraId="6AB303B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w:t>
            </w:r>
            <w:r w:rsidRPr="00AF141B">
              <w:rPr>
                <w:rFonts w:ascii="Arial" w:hAnsi="Arial" w:cs="Arial"/>
                <w:b/>
                <w:sz w:val="24"/>
                <w:szCs w:val="24"/>
              </w:rPr>
              <w:t>unding</w:t>
            </w:r>
            <w:r w:rsidR="00452F8F">
              <w:rPr>
                <w:rFonts w:ascii="Arial" w:hAnsi="Arial" w:cs="Arial"/>
                <w:b/>
                <w:sz w:val="24"/>
                <w:szCs w:val="24"/>
              </w:rPr>
              <w:t xml:space="preserve"> c</w:t>
            </w:r>
            <w:r w:rsidRPr="00AF141B">
              <w:rPr>
                <w:rFonts w:ascii="Arial" w:hAnsi="Arial" w:cs="Arial"/>
                <w:b/>
                <w:sz w:val="24"/>
                <w:szCs w:val="24"/>
              </w:rPr>
              <w:t>laimed</w:t>
            </w:r>
          </w:p>
        </w:tc>
        <w:tc>
          <w:tcPr>
            <w:tcW w:w="1371" w:type="dxa"/>
            <w:shd w:val="clear" w:color="auto" w:fill="FFFFFF" w:themeFill="background1"/>
          </w:tcPr>
          <w:p w14:paraId="70A21024" w14:textId="77777777" w:rsidR="000073BB" w:rsidRPr="0040708C" w:rsidRDefault="000073BB" w:rsidP="000073BB">
            <w:pPr>
              <w:spacing w:after="0" w:line="240" w:lineRule="auto"/>
              <w:rPr>
                <w:rFonts w:ascii="Arial" w:hAnsi="Arial" w:cs="Arial"/>
                <w:sz w:val="24"/>
                <w:szCs w:val="24"/>
              </w:rPr>
            </w:pPr>
          </w:p>
        </w:tc>
        <w:tc>
          <w:tcPr>
            <w:tcW w:w="1390" w:type="dxa"/>
            <w:shd w:val="clear" w:color="auto" w:fill="B6DDE8" w:themeFill="accent5" w:themeFillTint="66"/>
          </w:tcPr>
          <w:p w14:paraId="145229AB"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Difference </w:t>
            </w:r>
          </w:p>
        </w:tc>
        <w:tc>
          <w:tcPr>
            <w:tcW w:w="1559" w:type="dxa"/>
            <w:shd w:val="clear" w:color="auto" w:fill="FFFFFF" w:themeFill="background1"/>
          </w:tcPr>
          <w:p w14:paraId="2F1550E0" w14:textId="77777777" w:rsidR="000073BB" w:rsidRPr="0040708C" w:rsidRDefault="000073BB" w:rsidP="000073BB">
            <w:pPr>
              <w:spacing w:after="0" w:line="240" w:lineRule="auto"/>
              <w:rPr>
                <w:rFonts w:ascii="Arial" w:hAnsi="Arial" w:cs="Arial"/>
                <w:sz w:val="24"/>
                <w:szCs w:val="24"/>
              </w:rPr>
            </w:pPr>
          </w:p>
        </w:tc>
      </w:tr>
      <w:tr w:rsidR="000073BB" w:rsidRPr="00AF141B" w14:paraId="547F6049" w14:textId="77777777" w:rsidTr="000073BB">
        <w:trPr>
          <w:trHeight w:val="357"/>
        </w:trPr>
        <w:tc>
          <w:tcPr>
            <w:tcW w:w="9322" w:type="dxa"/>
            <w:gridSpan w:val="6"/>
            <w:shd w:val="clear" w:color="auto" w:fill="B6DDE8" w:themeFill="accent5" w:themeFillTint="66"/>
          </w:tcPr>
          <w:p w14:paraId="408BF694" w14:textId="77777777" w:rsidR="000073BB" w:rsidRPr="00AF141B" w:rsidRDefault="000073BB" w:rsidP="00452F8F">
            <w:pPr>
              <w:spacing w:after="0" w:line="240" w:lineRule="auto"/>
              <w:rPr>
                <w:rFonts w:ascii="Arial" w:hAnsi="Arial" w:cs="Arial"/>
                <w:sz w:val="24"/>
                <w:szCs w:val="24"/>
              </w:rPr>
            </w:pPr>
            <w:r w:rsidRPr="0040708C">
              <w:rPr>
                <w:rFonts w:ascii="Arial" w:hAnsi="Arial" w:cs="Arial"/>
                <w:b/>
                <w:sz w:val="24"/>
                <w:szCs w:val="24"/>
              </w:rPr>
              <w:t>Reasons for difference between funding allocat</w:t>
            </w:r>
            <w:r w:rsidR="00452F8F">
              <w:rPr>
                <w:rFonts w:ascii="Arial" w:hAnsi="Arial" w:cs="Arial"/>
                <w:b/>
                <w:sz w:val="24"/>
                <w:szCs w:val="24"/>
              </w:rPr>
              <w:t>ed</w:t>
            </w:r>
            <w:r w:rsidRPr="0040708C">
              <w:rPr>
                <w:rFonts w:ascii="Arial" w:hAnsi="Arial" w:cs="Arial"/>
                <w:b/>
                <w:sz w:val="24"/>
                <w:szCs w:val="24"/>
              </w:rPr>
              <w:t xml:space="preserve"> and funding claimed</w:t>
            </w:r>
          </w:p>
        </w:tc>
      </w:tr>
      <w:tr w:rsidR="000073BB" w:rsidRPr="00AF141B" w14:paraId="7BFC6455" w14:textId="77777777" w:rsidTr="000073BB">
        <w:trPr>
          <w:trHeight w:val="408"/>
        </w:trPr>
        <w:tc>
          <w:tcPr>
            <w:tcW w:w="9322" w:type="dxa"/>
            <w:gridSpan w:val="6"/>
          </w:tcPr>
          <w:p w14:paraId="359DA62A" w14:textId="77777777" w:rsidR="002E19CA" w:rsidRPr="00AF141B" w:rsidRDefault="002E19CA" w:rsidP="000073BB">
            <w:pPr>
              <w:spacing w:after="0" w:line="240" w:lineRule="auto"/>
              <w:rPr>
                <w:rFonts w:ascii="Arial" w:hAnsi="Arial" w:cs="Arial"/>
                <w:sz w:val="24"/>
                <w:szCs w:val="24"/>
              </w:rPr>
            </w:pPr>
          </w:p>
        </w:tc>
      </w:tr>
      <w:tr w:rsidR="000073BB" w:rsidRPr="00AF141B" w14:paraId="107BE41F" w14:textId="77777777" w:rsidTr="000073BB">
        <w:trPr>
          <w:trHeight w:val="427"/>
        </w:trPr>
        <w:tc>
          <w:tcPr>
            <w:tcW w:w="9322" w:type="dxa"/>
            <w:gridSpan w:val="6"/>
            <w:shd w:val="clear" w:color="auto" w:fill="92CDDC" w:themeFill="accent5" w:themeFillTint="99"/>
          </w:tcPr>
          <w:p w14:paraId="1CA2113C"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PLANNING AND DESIGN</w:t>
            </w:r>
            <w:r w:rsidR="00966A0B">
              <w:rPr>
                <w:rFonts w:ascii="Arial" w:hAnsi="Arial" w:cs="Arial"/>
                <w:b/>
                <w:sz w:val="24"/>
                <w:szCs w:val="24"/>
              </w:rPr>
              <w:t xml:space="preserve"> (WelTAG Stages 1 – 3)</w:t>
            </w:r>
          </w:p>
        </w:tc>
      </w:tr>
      <w:tr w:rsidR="000073BB" w:rsidRPr="00AF141B" w14:paraId="6B31B2DB" w14:textId="77777777" w:rsidTr="000073BB">
        <w:trPr>
          <w:trHeight w:val="370"/>
        </w:trPr>
        <w:tc>
          <w:tcPr>
            <w:tcW w:w="9322" w:type="dxa"/>
            <w:gridSpan w:val="6"/>
            <w:shd w:val="clear" w:color="auto" w:fill="B6DDE8" w:themeFill="accent5" w:themeFillTint="66"/>
          </w:tcPr>
          <w:p w14:paraId="7BEB2B03"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S</w:t>
            </w:r>
            <w:r w:rsidR="00F83CB1">
              <w:rPr>
                <w:rFonts w:ascii="Arial" w:hAnsi="Arial" w:cs="Arial"/>
                <w:b/>
                <w:sz w:val="24"/>
                <w:szCs w:val="24"/>
              </w:rPr>
              <w:t>cheme objectives</w:t>
            </w:r>
          </w:p>
          <w:p w14:paraId="07DE034F" w14:textId="77777777" w:rsidR="009E5C6F" w:rsidRPr="009E5C6F" w:rsidRDefault="009E5C6F" w:rsidP="009E5C6F">
            <w:pPr>
              <w:spacing w:after="0" w:line="240" w:lineRule="auto"/>
              <w:rPr>
                <w:rFonts w:ascii="Arial" w:hAnsi="Arial" w:cs="Arial"/>
                <w:b/>
                <w:sz w:val="20"/>
              </w:rPr>
            </w:pPr>
            <w:r>
              <w:rPr>
                <w:rFonts w:ascii="Arial" w:hAnsi="Arial" w:cs="Arial"/>
                <w:b/>
                <w:sz w:val="20"/>
              </w:rPr>
              <w:t>What was the purpose of the scheme? What problems/ opportunities was it trying to address?</w:t>
            </w:r>
          </w:p>
        </w:tc>
      </w:tr>
      <w:tr w:rsidR="000073BB" w:rsidRPr="00AF141B" w14:paraId="6E46F08D" w14:textId="77777777" w:rsidTr="000073BB">
        <w:trPr>
          <w:trHeight w:val="412"/>
        </w:trPr>
        <w:tc>
          <w:tcPr>
            <w:tcW w:w="9322" w:type="dxa"/>
            <w:gridSpan w:val="6"/>
            <w:shd w:val="clear" w:color="auto" w:fill="auto"/>
          </w:tcPr>
          <w:p w14:paraId="07430E9E" w14:textId="77777777" w:rsidR="00914552" w:rsidRPr="00EA2F5A" w:rsidRDefault="00914552" w:rsidP="00914552">
            <w:pPr>
              <w:spacing w:after="0" w:line="240" w:lineRule="auto"/>
              <w:rPr>
                <w:rFonts w:ascii="Arial" w:hAnsi="Arial" w:cs="Arial"/>
                <w:sz w:val="24"/>
                <w:szCs w:val="24"/>
              </w:rPr>
            </w:pPr>
            <w:r w:rsidRPr="00EA2F5A">
              <w:rPr>
                <w:rFonts w:ascii="Arial" w:hAnsi="Arial" w:cs="Arial"/>
                <w:sz w:val="24"/>
                <w:szCs w:val="24"/>
              </w:rPr>
              <w:t>To create a safe walking route to school for pupils</w:t>
            </w:r>
            <w:r>
              <w:rPr>
                <w:rFonts w:ascii="Arial" w:hAnsi="Arial" w:cs="Arial"/>
                <w:sz w:val="24"/>
                <w:szCs w:val="24"/>
              </w:rPr>
              <w:t xml:space="preserve"> reducing the number of vehicles in the vicinity of the school </w:t>
            </w:r>
          </w:p>
          <w:p w14:paraId="6CA76E7F" w14:textId="77777777" w:rsidR="002E19CA" w:rsidRPr="00AF141B" w:rsidRDefault="002E19CA" w:rsidP="000073BB">
            <w:pPr>
              <w:spacing w:after="0" w:line="240" w:lineRule="auto"/>
              <w:rPr>
                <w:rFonts w:ascii="Arial" w:hAnsi="Arial" w:cs="Arial"/>
                <w:b/>
                <w:sz w:val="24"/>
                <w:szCs w:val="24"/>
              </w:rPr>
            </w:pPr>
          </w:p>
        </w:tc>
      </w:tr>
      <w:tr w:rsidR="00F53AA9" w:rsidRPr="00AF141B" w14:paraId="3968CFC1" w14:textId="77777777" w:rsidTr="00F53AA9">
        <w:trPr>
          <w:trHeight w:val="412"/>
        </w:trPr>
        <w:tc>
          <w:tcPr>
            <w:tcW w:w="9322" w:type="dxa"/>
            <w:gridSpan w:val="6"/>
            <w:shd w:val="clear" w:color="auto" w:fill="B6DDE8" w:themeFill="accent5" w:themeFillTint="66"/>
          </w:tcPr>
          <w:p w14:paraId="32873926" w14:textId="77777777" w:rsidR="009E5C6F" w:rsidRDefault="009E5C6F" w:rsidP="00966A0B">
            <w:pPr>
              <w:spacing w:after="0" w:line="240" w:lineRule="auto"/>
              <w:rPr>
                <w:rFonts w:ascii="Arial" w:hAnsi="Arial" w:cs="Arial"/>
                <w:b/>
                <w:sz w:val="24"/>
                <w:szCs w:val="24"/>
              </w:rPr>
            </w:pPr>
            <w:r>
              <w:rPr>
                <w:rFonts w:ascii="Arial" w:hAnsi="Arial" w:cs="Arial"/>
                <w:b/>
                <w:sz w:val="24"/>
                <w:szCs w:val="24"/>
              </w:rPr>
              <w:t>Engagement</w:t>
            </w:r>
          </w:p>
          <w:p w14:paraId="08A83E40" w14:textId="77777777" w:rsidR="00F53AA9" w:rsidRPr="009E5C6F" w:rsidRDefault="00F53AA9" w:rsidP="00966A0B">
            <w:pPr>
              <w:spacing w:after="0" w:line="240" w:lineRule="auto"/>
              <w:rPr>
                <w:rFonts w:ascii="Arial" w:hAnsi="Arial" w:cs="Arial"/>
                <w:sz w:val="20"/>
              </w:rPr>
            </w:pPr>
            <w:r w:rsidRPr="009E5C6F">
              <w:rPr>
                <w:rFonts w:ascii="Arial" w:hAnsi="Arial" w:cs="Arial"/>
                <w:b/>
                <w:sz w:val="20"/>
              </w:rPr>
              <w:t xml:space="preserve">How did you </w:t>
            </w:r>
            <w:r w:rsidR="00966A0B" w:rsidRPr="009E5C6F">
              <w:rPr>
                <w:rFonts w:ascii="Arial" w:hAnsi="Arial" w:cs="Arial"/>
                <w:b/>
                <w:sz w:val="20"/>
              </w:rPr>
              <w:t>engage with stakeholders in</w:t>
            </w:r>
            <w:r w:rsidRPr="009E5C6F">
              <w:rPr>
                <w:rFonts w:ascii="Arial" w:hAnsi="Arial" w:cs="Arial"/>
                <w:b/>
                <w:sz w:val="20"/>
              </w:rPr>
              <w:t xml:space="preserve"> the planning and design of your scheme? </w:t>
            </w:r>
          </w:p>
        </w:tc>
      </w:tr>
      <w:tr w:rsidR="00F53AA9" w:rsidRPr="00AF141B" w14:paraId="0E6C6056" w14:textId="77777777" w:rsidTr="000073BB">
        <w:trPr>
          <w:trHeight w:val="412"/>
        </w:trPr>
        <w:tc>
          <w:tcPr>
            <w:tcW w:w="9322" w:type="dxa"/>
            <w:gridSpan w:val="6"/>
            <w:shd w:val="clear" w:color="auto" w:fill="auto"/>
          </w:tcPr>
          <w:p w14:paraId="73E21416" w14:textId="77777777" w:rsidR="00914552" w:rsidRPr="007C318F" w:rsidRDefault="00914552" w:rsidP="00914552">
            <w:pPr>
              <w:rPr>
                <w:rFonts w:ascii="Arial" w:hAnsi="Arial" w:cs="Arial"/>
                <w:sz w:val="24"/>
                <w:szCs w:val="24"/>
              </w:rPr>
            </w:pPr>
            <w:r w:rsidRPr="007C318F">
              <w:rPr>
                <w:rFonts w:ascii="Arial" w:hAnsi="Arial" w:cs="Arial"/>
                <w:sz w:val="24"/>
                <w:szCs w:val="24"/>
              </w:rPr>
              <w:t xml:space="preserve">Flintshire County Council Officers have engaged with the school, pupils, residents and other key stakeholders during the scheme design, where alternative measures were considered.  The feedback received </w:t>
            </w:r>
            <w:r>
              <w:rPr>
                <w:rFonts w:ascii="Arial" w:hAnsi="Arial" w:cs="Arial"/>
                <w:sz w:val="24"/>
                <w:szCs w:val="24"/>
              </w:rPr>
              <w:t>w</w:t>
            </w:r>
            <w:r w:rsidRPr="007C318F">
              <w:rPr>
                <w:rFonts w:ascii="Arial" w:hAnsi="Arial" w:cs="Arial"/>
                <w:sz w:val="24"/>
                <w:szCs w:val="24"/>
              </w:rPr>
              <w:t>as been extremely posi</w:t>
            </w:r>
            <w:r>
              <w:rPr>
                <w:rFonts w:ascii="Arial" w:hAnsi="Arial" w:cs="Arial"/>
                <w:sz w:val="24"/>
                <w:szCs w:val="24"/>
              </w:rPr>
              <w:t>tive from all stakeholders, and</w:t>
            </w:r>
            <w:r w:rsidRPr="007C318F">
              <w:rPr>
                <w:rFonts w:ascii="Arial" w:hAnsi="Arial" w:cs="Arial"/>
                <w:sz w:val="24"/>
                <w:szCs w:val="24"/>
              </w:rPr>
              <w:t xml:space="preserve"> North Wales Police have said they support the principles of the scheme.</w:t>
            </w:r>
          </w:p>
          <w:p w14:paraId="04F6E2ED" w14:textId="77777777" w:rsidR="00F53AA9" w:rsidRDefault="00F53AA9" w:rsidP="000073BB">
            <w:pPr>
              <w:spacing w:after="0" w:line="240" w:lineRule="auto"/>
              <w:rPr>
                <w:rFonts w:ascii="Arial" w:hAnsi="Arial" w:cs="Arial"/>
                <w:b/>
                <w:sz w:val="24"/>
                <w:szCs w:val="24"/>
              </w:rPr>
            </w:pPr>
          </w:p>
        </w:tc>
      </w:tr>
      <w:tr w:rsidR="000073BB" w:rsidRPr="00AF141B" w14:paraId="67E86390" w14:textId="77777777" w:rsidTr="000073BB">
        <w:trPr>
          <w:trHeight w:val="398"/>
        </w:trPr>
        <w:tc>
          <w:tcPr>
            <w:tcW w:w="9322" w:type="dxa"/>
            <w:gridSpan w:val="6"/>
            <w:shd w:val="clear" w:color="auto" w:fill="B6DDE8" w:themeFill="accent5" w:themeFillTint="66"/>
          </w:tcPr>
          <w:p w14:paraId="6EB88C98"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C</w:t>
            </w:r>
            <w:r w:rsidR="000073BB" w:rsidRPr="00AF141B">
              <w:rPr>
                <w:rFonts w:ascii="Arial" w:hAnsi="Arial" w:cs="Arial"/>
                <w:b/>
                <w:sz w:val="24"/>
                <w:szCs w:val="24"/>
              </w:rPr>
              <w:t>hanges to scheme design</w:t>
            </w:r>
          </w:p>
          <w:p w14:paraId="38F69CC1" w14:textId="77777777" w:rsidR="009E5C6F" w:rsidRPr="009E5C6F" w:rsidRDefault="009E5C6F" w:rsidP="009E5C6F">
            <w:pPr>
              <w:spacing w:after="0" w:line="240" w:lineRule="auto"/>
              <w:rPr>
                <w:rFonts w:ascii="Arial" w:hAnsi="Arial" w:cs="Arial"/>
                <w:sz w:val="20"/>
              </w:rPr>
            </w:pPr>
            <w:r w:rsidRPr="009E5C6F">
              <w:rPr>
                <w:rFonts w:ascii="Arial" w:hAnsi="Arial" w:cs="Arial"/>
                <w:b/>
                <w:sz w:val="20"/>
              </w:rPr>
              <w:t>Did you make any changes to scheme planning and design? If so, what were they?</w:t>
            </w:r>
          </w:p>
        </w:tc>
      </w:tr>
      <w:tr w:rsidR="000073BB" w:rsidRPr="00AF141B" w14:paraId="1BB3BE72" w14:textId="77777777" w:rsidTr="000073BB">
        <w:trPr>
          <w:trHeight w:val="439"/>
        </w:trPr>
        <w:tc>
          <w:tcPr>
            <w:tcW w:w="9322" w:type="dxa"/>
            <w:gridSpan w:val="6"/>
          </w:tcPr>
          <w:p w14:paraId="008E92CF" w14:textId="77777777" w:rsidR="00914552" w:rsidRPr="00AF141B" w:rsidRDefault="00914552" w:rsidP="00914552">
            <w:pPr>
              <w:spacing w:after="0" w:line="240" w:lineRule="auto"/>
              <w:rPr>
                <w:rFonts w:ascii="Arial" w:hAnsi="Arial" w:cs="Arial"/>
                <w:sz w:val="24"/>
                <w:szCs w:val="24"/>
              </w:rPr>
            </w:pPr>
            <w:r>
              <w:rPr>
                <w:rFonts w:ascii="Arial" w:hAnsi="Arial" w:cs="Arial"/>
                <w:sz w:val="24"/>
                <w:szCs w:val="24"/>
              </w:rPr>
              <w:t xml:space="preserve">N/A </w:t>
            </w:r>
          </w:p>
          <w:p w14:paraId="59408824" w14:textId="77777777" w:rsidR="002E19CA" w:rsidRPr="00AF141B" w:rsidRDefault="002E19CA" w:rsidP="000073BB">
            <w:pPr>
              <w:spacing w:after="0" w:line="240" w:lineRule="auto"/>
              <w:rPr>
                <w:rFonts w:ascii="Arial" w:hAnsi="Arial" w:cs="Arial"/>
                <w:sz w:val="24"/>
                <w:szCs w:val="24"/>
              </w:rPr>
            </w:pPr>
          </w:p>
        </w:tc>
      </w:tr>
      <w:tr w:rsidR="000073BB" w:rsidRPr="00AF141B" w14:paraId="5E6275DB" w14:textId="77777777" w:rsidTr="000073BB">
        <w:trPr>
          <w:trHeight w:val="447"/>
        </w:trPr>
        <w:tc>
          <w:tcPr>
            <w:tcW w:w="9322" w:type="dxa"/>
            <w:gridSpan w:val="6"/>
            <w:shd w:val="clear" w:color="auto" w:fill="B6DDE8" w:themeFill="accent5" w:themeFillTint="66"/>
          </w:tcPr>
          <w:p w14:paraId="599DEE6F" w14:textId="77777777" w:rsidR="000073BB" w:rsidRDefault="000073BB" w:rsidP="000073BB">
            <w:pPr>
              <w:spacing w:after="0" w:line="240" w:lineRule="auto"/>
              <w:rPr>
                <w:rFonts w:ascii="Arial" w:hAnsi="Arial" w:cs="Arial"/>
                <w:b/>
                <w:sz w:val="24"/>
                <w:szCs w:val="24"/>
              </w:rPr>
            </w:pPr>
            <w:r w:rsidRPr="00AF141B">
              <w:rPr>
                <w:rFonts w:ascii="Arial" w:hAnsi="Arial" w:cs="Arial"/>
                <w:b/>
                <w:sz w:val="24"/>
                <w:szCs w:val="24"/>
              </w:rPr>
              <w:t>Reason</w:t>
            </w:r>
            <w:r>
              <w:rPr>
                <w:rFonts w:ascii="Arial" w:hAnsi="Arial" w:cs="Arial"/>
                <w:b/>
                <w:sz w:val="24"/>
                <w:szCs w:val="24"/>
              </w:rPr>
              <w:t>s</w:t>
            </w:r>
            <w:r w:rsidRPr="00AF141B">
              <w:rPr>
                <w:rFonts w:ascii="Arial" w:hAnsi="Arial" w:cs="Arial"/>
                <w:b/>
                <w:sz w:val="24"/>
                <w:szCs w:val="24"/>
              </w:rPr>
              <w:t xml:space="preserve"> for change</w:t>
            </w:r>
          </w:p>
          <w:p w14:paraId="1AD0FC0E" w14:textId="77777777" w:rsidR="00B238EB" w:rsidRPr="00B238EB" w:rsidRDefault="00B238EB" w:rsidP="000073BB">
            <w:pPr>
              <w:spacing w:after="0" w:line="240" w:lineRule="auto"/>
              <w:rPr>
                <w:rFonts w:ascii="Arial" w:hAnsi="Arial" w:cs="Arial"/>
                <w:sz w:val="20"/>
              </w:rPr>
            </w:pPr>
            <w:r>
              <w:rPr>
                <w:rFonts w:ascii="Arial" w:hAnsi="Arial" w:cs="Arial"/>
                <w:b/>
                <w:sz w:val="20"/>
              </w:rPr>
              <w:t>If you changed the design what were the reasons?</w:t>
            </w:r>
          </w:p>
        </w:tc>
      </w:tr>
      <w:tr w:rsidR="000073BB" w:rsidRPr="00AF141B" w14:paraId="4B87F5B2" w14:textId="77777777" w:rsidTr="000073BB">
        <w:trPr>
          <w:trHeight w:val="447"/>
        </w:trPr>
        <w:tc>
          <w:tcPr>
            <w:tcW w:w="9322" w:type="dxa"/>
            <w:gridSpan w:val="6"/>
          </w:tcPr>
          <w:p w14:paraId="0AA30E69" w14:textId="77777777" w:rsidR="00914552" w:rsidRPr="00AF141B" w:rsidRDefault="00914552" w:rsidP="00914552">
            <w:pPr>
              <w:spacing w:after="0" w:line="240" w:lineRule="auto"/>
              <w:rPr>
                <w:rFonts w:ascii="Arial" w:hAnsi="Arial" w:cs="Arial"/>
                <w:sz w:val="24"/>
                <w:szCs w:val="24"/>
              </w:rPr>
            </w:pPr>
            <w:r>
              <w:rPr>
                <w:rFonts w:ascii="Arial" w:hAnsi="Arial" w:cs="Arial"/>
                <w:sz w:val="24"/>
                <w:szCs w:val="24"/>
              </w:rPr>
              <w:t xml:space="preserve">N/A </w:t>
            </w:r>
          </w:p>
          <w:p w14:paraId="02504B6C" w14:textId="77777777" w:rsidR="002E19CA" w:rsidRDefault="002E19CA" w:rsidP="000073BB">
            <w:pPr>
              <w:spacing w:after="0" w:line="240" w:lineRule="auto"/>
              <w:rPr>
                <w:rFonts w:ascii="Arial" w:hAnsi="Arial" w:cs="Arial"/>
                <w:b/>
                <w:sz w:val="24"/>
                <w:szCs w:val="24"/>
              </w:rPr>
            </w:pPr>
          </w:p>
          <w:p w14:paraId="5D6A212F" w14:textId="77777777" w:rsidR="00B238EB" w:rsidRPr="00AF141B" w:rsidRDefault="00B238EB" w:rsidP="000073BB">
            <w:pPr>
              <w:spacing w:after="0" w:line="240" w:lineRule="auto"/>
              <w:rPr>
                <w:rFonts w:ascii="Arial" w:hAnsi="Arial" w:cs="Arial"/>
                <w:b/>
                <w:sz w:val="24"/>
                <w:szCs w:val="24"/>
              </w:rPr>
            </w:pPr>
          </w:p>
        </w:tc>
      </w:tr>
      <w:tr w:rsidR="000073BB" w:rsidRPr="00AF141B" w14:paraId="49552722" w14:textId="77777777" w:rsidTr="000073BB">
        <w:trPr>
          <w:trHeight w:val="427"/>
        </w:trPr>
        <w:tc>
          <w:tcPr>
            <w:tcW w:w="9322" w:type="dxa"/>
            <w:gridSpan w:val="6"/>
            <w:shd w:val="clear" w:color="auto" w:fill="B6DDE8" w:themeFill="accent5" w:themeFillTint="66"/>
          </w:tcPr>
          <w:p w14:paraId="39E9948B" w14:textId="77777777" w:rsidR="000073BB" w:rsidRDefault="000073BB" w:rsidP="00F83CB1">
            <w:pPr>
              <w:spacing w:after="0" w:line="240" w:lineRule="auto"/>
              <w:rPr>
                <w:rFonts w:ascii="Arial" w:hAnsi="Arial" w:cs="Arial"/>
                <w:i/>
                <w:sz w:val="20"/>
              </w:rPr>
            </w:pPr>
            <w:r w:rsidRPr="00AF141B">
              <w:rPr>
                <w:rFonts w:ascii="Arial" w:hAnsi="Arial" w:cs="Arial"/>
                <w:b/>
                <w:sz w:val="24"/>
                <w:szCs w:val="24"/>
              </w:rPr>
              <w:lastRenderedPageBreak/>
              <w:t xml:space="preserve">Impact </w:t>
            </w:r>
            <w:r>
              <w:rPr>
                <w:rFonts w:ascii="Arial" w:hAnsi="Arial" w:cs="Arial"/>
                <w:b/>
                <w:sz w:val="24"/>
                <w:szCs w:val="24"/>
              </w:rPr>
              <w:t>of change</w:t>
            </w:r>
            <w:r w:rsidR="00452F8F">
              <w:rPr>
                <w:rFonts w:ascii="Arial" w:hAnsi="Arial" w:cs="Arial"/>
                <w:b/>
                <w:sz w:val="24"/>
                <w:szCs w:val="24"/>
              </w:rPr>
              <w:t>s</w:t>
            </w:r>
          </w:p>
          <w:p w14:paraId="50F45B08" w14:textId="77777777" w:rsidR="00B238EB" w:rsidRPr="00B238EB" w:rsidRDefault="00B238EB" w:rsidP="00B238EB">
            <w:pPr>
              <w:spacing w:after="0" w:line="240" w:lineRule="auto"/>
              <w:rPr>
                <w:rFonts w:ascii="Arial" w:hAnsi="Arial" w:cs="Arial"/>
                <w:b/>
                <w:sz w:val="24"/>
                <w:szCs w:val="24"/>
              </w:rPr>
            </w:pPr>
            <w:r w:rsidRPr="00B238EB">
              <w:rPr>
                <w:rFonts w:ascii="Arial" w:hAnsi="Arial" w:cs="Arial"/>
                <w:b/>
                <w:sz w:val="20"/>
              </w:rPr>
              <w:t>If you changed the design what was the impact</w:t>
            </w:r>
            <w:r>
              <w:rPr>
                <w:rFonts w:ascii="Arial" w:hAnsi="Arial" w:cs="Arial"/>
                <w:b/>
                <w:sz w:val="20"/>
              </w:rPr>
              <w:t xml:space="preserve"> eg. On costs and outcomes</w:t>
            </w:r>
            <w:r w:rsidRPr="00B238EB">
              <w:rPr>
                <w:rFonts w:ascii="Arial" w:hAnsi="Arial" w:cs="Arial"/>
                <w:b/>
                <w:sz w:val="20"/>
              </w:rPr>
              <w:t>?</w:t>
            </w:r>
          </w:p>
        </w:tc>
      </w:tr>
      <w:tr w:rsidR="000073BB" w:rsidRPr="00AF141B" w14:paraId="0A409D28" w14:textId="77777777" w:rsidTr="000073BB">
        <w:trPr>
          <w:trHeight w:val="427"/>
        </w:trPr>
        <w:tc>
          <w:tcPr>
            <w:tcW w:w="9322" w:type="dxa"/>
            <w:gridSpan w:val="6"/>
          </w:tcPr>
          <w:p w14:paraId="3EACA22B" w14:textId="77777777" w:rsidR="00914552" w:rsidRPr="00AF141B" w:rsidRDefault="00914552" w:rsidP="00914552">
            <w:pPr>
              <w:spacing w:after="0" w:line="240" w:lineRule="auto"/>
              <w:rPr>
                <w:rFonts w:ascii="Arial" w:hAnsi="Arial" w:cs="Arial"/>
                <w:sz w:val="24"/>
                <w:szCs w:val="24"/>
              </w:rPr>
            </w:pPr>
            <w:r>
              <w:rPr>
                <w:rFonts w:ascii="Arial" w:hAnsi="Arial" w:cs="Arial"/>
                <w:sz w:val="24"/>
                <w:szCs w:val="24"/>
              </w:rPr>
              <w:t xml:space="preserve">N/A </w:t>
            </w:r>
          </w:p>
          <w:p w14:paraId="62CB2C66" w14:textId="77777777" w:rsidR="002E19CA" w:rsidRDefault="002E19CA" w:rsidP="000073BB">
            <w:pPr>
              <w:spacing w:after="0" w:line="240" w:lineRule="auto"/>
              <w:rPr>
                <w:rFonts w:ascii="Arial" w:hAnsi="Arial" w:cs="Arial"/>
                <w:b/>
                <w:sz w:val="24"/>
                <w:szCs w:val="24"/>
              </w:rPr>
            </w:pPr>
          </w:p>
          <w:p w14:paraId="27733839" w14:textId="77777777" w:rsidR="00B238EB" w:rsidRPr="00AF141B" w:rsidRDefault="00B238EB" w:rsidP="000073BB">
            <w:pPr>
              <w:spacing w:after="0" w:line="240" w:lineRule="auto"/>
              <w:rPr>
                <w:rFonts w:ascii="Arial" w:hAnsi="Arial" w:cs="Arial"/>
                <w:b/>
                <w:sz w:val="24"/>
                <w:szCs w:val="24"/>
              </w:rPr>
            </w:pPr>
          </w:p>
        </w:tc>
      </w:tr>
      <w:tr w:rsidR="000073BB" w:rsidRPr="00AF141B" w14:paraId="1910A29C" w14:textId="77777777" w:rsidTr="000073BB">
        <w:trPr>
          <w:trHeight w:val="360"/>
        </w:trPr>
        <w:tc>
          <w:tcPr>
            <w:tcW w:w="9322" w:type="dxa"/>
            <w:gridSpan w:val="6"/>
            <w:shd w:val="clear" w:color="auto" w:fill="B6DDE8" w:themeFill="accent5" w:themeFillTint="66"/>
          </w:tcPr>
          <w:p w14:paraId="6BD9AEB7"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616A498" w14:textId="77777777" w:rsidTr="000073BB">
        <w:trPr>
          <w:trHeight w:val="360"/>
        </w:trPr>
        <w:tc>
          <w:tcPr>
            <w:tcW w:w="9322" w:type="dxa"/>
            <w:gridSpan w:val="6"/>
          </w:tcPr>
          <w:p w14:paraId="2E3B0587" w14:textId="77777777" w:rsidR="002E19CA" w:rsidRDefault="002E19CA" w:rsidP="000073BB">
            <w:pPr>
              <w:spacing w:after="0" w:line="240" w:lineRule="auto"/>
              <w:rPr>
                <w:rFonts w:ascii="Arial" w:hAnsi="Arial" w:cs="Arial"/>
                <w:sz w:val="24"/>
                <w:szCs w:val="24"/>
              </w:rPr>
            </w:pPr>
          </w:p>
          <w:p w14:paraId="22B31E93" w14:textId="77777777" w:rsidR="00914552" w:rsidRPr="00AF141B" w:rsidRDefault="00914552" w:rsidP="00914552">
            <w:pPr>
              <w:spacing w:after="0" w:line="240" w:lineRule="auto"/>
              <w:rPr>
                <w:rFonts w:ascii="Arial" w:hAnsi="Arial" w:cs="Arial"/>
                <w:sz w:val="24"/>
                <w:szCs w:val="24"/>
              </w:rPr>
            </w:pPr>
            <w:r>
              <w:rPr>
                <w:rFonts w:ascii="Arial" w:hAnsi="Arial" w:cs="Arial"/>
                <w:sz w:val="24"/>
                <w:szCs w:val="24"/>
              </w:rPr>
              <w:t xml:space="preserve">N/A </w:t>
            </w:r>
          </w:p>
          <w:p w14:paraId="294FD121" w14:textId="77777777" w:rsidR="00B238EB" w:rsidRDefault="00B238EB" w:rsidP="000073BB">
            <w:pPr>
              <w:spacing w:after="0" w:line="240" w:lineRule="auto"/>
              <w:rPr>
                <w:rFonts w:ascii="Arial" w:hAnsi="Arial" w:cs="Arial"/>
                <w:sz w:val="24"/>
                <w:szCs w:val="24"/>
              </w:rPr>
            </w:pPr>
          </w:p>
        </w:tc>
      </w:tr>
      <w:tr w:rsidR="000073BB" w:rsidRPr="00AF141B" w14:paraId="100880DA" w14:textId="77777777" w:rsidTr="000073BB">
        <w:trPr>
          <w:trHeight w:val="427"/>
        </w:trPr>
        <w:tc>
          <w:tcPr>
            <w:tcW w:w="9322" w:type="dxa"/>
            <w:gridSpan w:val="6"/>
            <w:shd w:val="clear" w:color="auto" w:fill="92CDDC" w:themeFill="accent5" w:themeFillTint="99"/>
          </w:tcPr>
          <w:p w14:paraId="5DB5519B"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DELIVERY</w:t>
            </w:r>
            <w:r w:rsidR="00966A0B">
              <w:rPr>
                <w:rFonts w:ascii="Arial" w:hAnsi="Arial" w:cs="Arial"/>
                <w:b/>
                <w:sz w:val="24"/>
                <w:szCs w:val="24"/>
              </w:rPr>
              <w:t xml:space="preserve"> (WelTAG Stage 4)</w:t>
            </w:r>
          </w:p>
        </w:tc>
      </w:tr>
      <w:tr w:rsidR="000073BB" w:rsidRPr="00AF141B" w14:paraId="141B5A26" w14:textId="77777777" w:rsidTr="000073BB">
        <w:trPr>
          <w:trHeight w:val="360"/>
        </w:trPr>
        <w:tc>
          <w:tcPr>
            <w:tcW w:w="9322" w:type="dxa"/>
            <w:gridSpan w:val="6"/>
            <w:shd w:val="clear" w:color="auto" w:fill="B6DDE8" w:themeFill="accent5" w:themeFillTint="66"/>
          </w:tcPr>
          <w:p w14:paraId="3143E0FF" w14:textId="77777777" w:rsidR="000073BB" w:rsidRPr="00EA5D31" w:rsidRDefault="00130DDA" w:rsidP="000073BB">
            <w:pPr>
              <w:spacing w:after="0" w:line="240" w:lineRule="auto"/>
              <w:rPr>
                <w:rFonts w:ascii="Arial" w:hAnsi="Arial" w:cs="Arial"/>
                <w:i/>
                <w:sz w:val="20"/>
              </w:rPr>
            </w:pPr>
            <w:r>
              <w:rPr>
                <w:rFonts w:ascii="Arial" w:hAnsi="Arial" w:cs="Arial"/>
                <w:b/>
                <w:sz w:val="24"/>
                <w:szCs w:val="24"/>
              </w:rPr>
              <w:t>What outputs were delivered?</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metres of bus lane, </w:t>
            </w:r>
          </w:p>
        </w:tc>
      </w:tr>
      <w:tr w:rsidR="00130DDA" w:rsidRPr="00AF141B" w14:paraId="5078AB3F" w14:textId="77777777" w:rsidTr="00130DDA">
        <w:trPr>
          <w:trHeight w:val="360"/>
        </w:trPr>
        <w:tc>
          <w:tcPr>
            <w:tcW w:w="9322" w:type="dxa"/>
            <w:gridSpan w:val="6"/>
            <w:shd w:val="clear" w:color="auto" w:fill="auto"/>
          </w:tcPr>
          <w:p w14:paraId="19D327D5" w14:textId="77777777" w:rsidR="00914552" w:rsidRPr="00EA2F5A" w:rsidRDefault="00914552" w:rsidP="00914552">
            <w:pPr>
              <w:spacing w:after="0" w:line="240" w:lineRule="auto"/>
              <w:rPr>
                <w:rFonts w:ascii="Arial" w:hAnsi="Arial" w:cs="Arial"/>
                <w:sz w:val="24"/>
                <w:szCs w:val="24"/>
              </w:rPr>
            </w:pPr>
            <w:r>
              <w:rPr>
                <w:rFonts w:ascii="Arial" w:hAnsi="Arial" w:cs="Arial"/>
                <w:sz w:val="24"/>
                <w:szCs w:val="24"/>
              </w:rPr>
              <w:t>Zebra Crossing, 20mph zone, parking restrictions, improvements to school entrance, tactile paving, Improvements to existing footway links</w:t>
            </w:r>
          </w:p>
          <w:p w14:paraId="785E3087" w14:textId="77777777" w:rsidR="00130DDA" w:rsidRPr="00AF141B" w:rsidRDefault="00130DDA" w:rsidP="000073BB">
            <w:pPr>
              <w:spacing w:after="0" w:line="240" w:lineRule="auto"/>
              <w:rPr>
                <w:rFonts w:ascii="Arial" w:hAnsi="Arial" w:cs="Arial"/>
                <w:b/>
                <w:sz w:val="24"/>
                <w:szCs w:val="24"/>
              </w:rPr>
            </w:pPr>
          </w:p>
        </w:tc>
      </w:tr>
      <w:tr w:rsidR="00130DDA" w:rsidRPr="00AF141B" w14:paraId="1A046436" w14:textId="77777777" w:rsidTr="000073BB">
        <w:trPr>
          <w:trHeight w:val="360"/>
        </w:trPr>
        <w:tc>
          <w:tcPr>
            <w:tcW w:w="9322" w:type="dxa"/>
            <w:gridSpan w:val="6"/>
            <w:shd w:val="clear" w:color="auto" w:fill="B6DDE8" w:themeFill="accent5" w:themeFillTint="66"/>
          </w:tcPr>
          <w:p w14:paraId="404E61A2" w14:textId="77777777" w:rsidR="00130DDA" w:rsidRPr="00AF141B" w:rsidRDefault="00130DDA" w:rsidP="000073BB">
            <w:pPr>
              <w:spacing w:after="0" w:line="240" w:lineRule="auto"/>
              <w:rPr>
                <w:rFonts w:ascii="Arial" w:hAnsi="Arial" w:cs="Arial"/>
                <w:b/>
                <w:sz w:val="24"/>
                <w:szCs w:val="24"/>
              </w:rPr>
            </w:pPr>
            <w:r w:rsidRPr="00AF141B">
              <w:rPr>
                <w:rFonts w:ascii="Arial" w:hAnsi="Arial" w:cs="Arial"/>
                <w:b/>
                <w:sz w:val="24"/>
                <w:szCs w:val="24"/>
              </w:rPr>
              <w:t>What worked well</w:t>
            </w:r>
            <w:r>
              <w:rPr>
                <w:rFonts w:ascii="Arial" w:hAnsi="Arial" w:cs="Arial"/>
                <w:b/>
                <w:sz w:val="24"/>
                <w:szCs w:val="24"/>
              </w:rPr>
              <w:t>?</w:t>
            </w:r>
          </w:p>
        </w:tc>
      </w:tr>
      <w:tr w:rsidR="000073BB" w:rsidRPr="00AF141B" w14:paraId="526AC655" w14:textId="77777777" w:rsidTr="000073BB">
        <w:trPr>
          <w:trHeight w:val="360"/>
        </w:trPr>
        <w:tc>
          <w:tcPr>
            <w:tcW w:w="9322" w:type="dxa"/>
            <w:gridSpan w:val="6"/>
            <w:shd w:val="clear" w:color="auto" w:fill="auto"/>
          </w:tcPr>
          <w:p w14:paraId="53219BEF" w14:textId="77777777" w:rsidR="00914552" w:rsidRPr="00EA2F5A" w:rsidRDefault="00914552" w:rsidP="00914552">
            <w:pPr>
              <w:spacing w:after="0" w:line="240" w:lineRule="auto"/>
              <w:rPr>
                <w:rFonts w:ascii="Arial" w:hAnsi="Arial" w:cs="Arial"/>
                <w:sz w:val="24"/>
                <w:szCs w:val="24"/>
              </w:rPr>
            </w:pPr>
            <w:r w:rsidRPr="00EA2F5A">
              <w:rPr>
                <w:rFonts w:ascii="Arial" w:hAnsi="Arial" w:cs="Arial"/>
                <w:sz w:val="24"/>
                <w:szCs w:val="24"/>
              </w:rPr>
              <w:t>Scheme identification, communication with residents and school.</w:t>
            </w:r>
          </w:p>
          <w:p w14:paraId="358535B9" w14:textId="77777777" w:rsidR="002E19CA" w:rsidRPr="00AF141B" w:rsidRDefault="002E19CA" w:rsidP="000073BB">
            <w:pPr>
              <w:spacing w:after="0" w:line="240" w:lineRule="auto"/>
              <w:rPr>
                <w:rFonts w:ascii="Arial" w:hAnsi="Arial" w:cs="Arial"/>
                <w:sz w:val="24"/>
                <w:szCs w:val="24"/>
              </w:rPr>
            </w:pPr>
          </w:p>
        </w:tc>
      </w:tr>
      <w:tr w:rsidR="000073BB" w:rsidRPr="00AF141B" w14:paraId="06E0344F" w14:textId="77777777" w:rsidTr="000073BB">
        <w:trPr>
          <w:trHeight w:val="360"/>
        </w:trPr>
        <w:tc>
          <w:tcPr>
            <w:tcW w:w="9322" w:type="dxa"/>
            <w:gridSpan w:val="6"/>
            <w:shd w:val="clear" w:color="auto" w:fill="B6DDE8" w:themeFill="accent5" w:themeFillTint="66"/>
          </w:tcPr>
          <w:p w14:paraId="654799B2" w14:textId="77777777" w:rsidR="000073BB" w:rsidRPr="007D5B2C" w:rsidRDefault="000073BB" w:rsidP="000073BB">
            <w:pPr>
              <w:spacing w:after="0" w:line="240" w:lineRule="auto"/>
              <w:rPr>
                <w:rFonts w:ascii="Arial" w:hAnsi="Arial" w:cs="Arial"/>
                <w:b/>
                <w:sz w:val="24"/>
                <w:szCs w:val="24"/>
              </w:rPr>
            </w:pPr>
            <w:r w:rsidRPr="00B50485">
              <w:rPr>
                <w:rFonts w:ascii="Arial" w:hAnsi="Arial" w:cs="Arial"/>
                <w:b/>
                <w:sz w:val="24"/>
                <w:szCs w:val="24"/>
              </w:rPr>
              <w:t>What worked less well?</w:t>
            </w:r>
          </w:p>
        </w:tc>
      </w:tr>
      <w:tr w:rsidR="000073BB" w:rsidRPr="00AF141B" w14:paraId="4F624BF8" w14:textId="77777777" w:rsidTr="000073BB">
        <w:trPr>
          <w:trHeight w:val="360"/>
        </w:trPr>
        <w:tc>
          <w:tcPr>
            <w:tcW w:w="9322" w:type="dxa"/>
            <w:gridSpan w:val="6"/>
            <w:shd w:val="clear" w:color="auto" w:fill="auto"/>
          </w:tcPr>
          <w:p w14:paraId="58A33A32" w14:textId="77777777" w:rsidR="00914552" w:rsidRPr="00EA2F5A" w:rsidRDefault="00914552" w:rsidP="00914552">
            <w:pPr>
              <w:spacing w:after="0" w:line="240" w:lineRule="auto"/>
              <w:rPr>
                <w:rFonts w:ascii="Arial" w:hAnsi="Arial" w:cs="Arial"/>
                <w:sz w:val="24"/>
                <w:szCs w:val="24"/>
              </w:rPr>
            </w:pPr>
            <w:r w:rsidRPr="001502CC">
              <w:rPr>
                <w:rFonts w:ascii="Arial" w:hAnsi="Arial" w:cs="Arial"/>
                <w:sz w:val="24"/>
                <w:szCs w:val="24"/>
              </w:rPr>
              <w:t>Time constraints associated with bid invitations and changes in the grant criteria.</w:t>
            </w:r>
          </w:p>
          <w:p w14:paraId="62436ABA" w14:textId="77777777" w:rsidR="002E19CA" w:rsidRPr="007D5B2C" w:rsidRDefault="002E19CA" w:rsidP="000073BB">
            <w:pPr>
              <w:spacing w:after="0" w:line="240" w:lineRule="auto"/>
              <w:rPr>
                <w:rFonts w:ascii="Arial" w:hAnsi="Arial" w:cs="Arial"/>
                <w:b/>
                <w:sz w:val="24"/>
                <w:szCs w:val="24"/>
              </w:rPr>
            </w:pPr>
          </w:p>
        </w:tc>
      </w:tr>
      <w:tr w:rsidR="00F53AA9" w:rsidRPr="00AF141B" w14:paraId="42F22127" w14:textId="77777777" w:rsidTr="00F53AA9">
        <w:trPr>
          <w:trHeight w:val="412"/>
        </w:trPr>
        <w:tc>
          <w:tcPr>
            <w:tcW w:w="9322" w:type="dxa"/>
            <w:gridSpan w:val="6"/>
            <w:shd w:val="clear" w:color="auto" w:fill="B6DDE8" w:themeFill="accent5" w:themeFillTint="66"/>
          </w:tcPr>
          <w:p w14:paraId="0909403D" w14:textId="77777777" w:rsidR="00F53AA9" w:rsidRPr="00F53AA9" w:rsidRDefault="00F53AA9" w:rsidP="00966A0B">
            <w:pPr>
              <w:spacing w:after="0" w:line="240" w:lineRule="auto"/>
              <w:rPr>
                <w:rFonts w:ascii="Arial" w:hAnsi="Arial" w:cs="Arial"/>
                <w:sz w:val="20"/>
              </w:rPr>
            </w:pPr>
            <w:r>
              <w:rPr>
                <w:rFonts w:ascii="Arial" w:hAnsi="Arial" w:cs="Arial"/>
                <w:b/>
                <w:sz w:val="24"/>
                <w:szCs w:val="24"/>
              </w:rPr>
              <w:t xml:space="preserve">How did you </w:t>
            </w:r>
            <w:r w:rsidR="00966A0B">
              <w:rPr>
                <w:rFonts w:ascii="Arial" w:hAnsi="Arial" w:cs="Arial"/>
                <w:b/>
                <w:sz w:val="24"/>
                <w:szCs w:val="24"/>
              </w:rPr>
              <w:t xml:space="preserve">engage with stakeholders </w:t>
            </w:r>
            <w:r>
              <w:rPr>
                <w:rFonts w:ascii="Arial" w:hAnsi="Arial" w:cs="Arial"/>
                <w:b/>
                <w:sz w:val="24"/>
                <w:szCs w:val="24"/>
              </w:rPr>
              <w:t xml:space="preserve">in the delivery of your scheme? </w:t>
            </w:r>
          </w:p>
        </w:tc>
      </w:tr>
      <w:tr w:rsidR="00F53AA9" w:rsidRPr="00AF141B" w14:paraId="27E7FAF8" w14:textId="77777777" w:rsidTr="00F53AA9">
        <w:trPr>
          <w:trHeight w:val="412"/>
        </w:trPr>
        <w:tc>
          <w:tcPr>
            <w:tcW w:w="9322" w:type="dxa"/>
            <w:gridSpan w:val="6"/>
            <w:shd w:val="clear" w:color="auto" w:fill="auto"/>
          </w:tcPr>
          <w:p w14:paraId="6E99016B" w14:textId="77777777" w:rsidR="00914552" w:rsidRPr="00EA2F5A" w:rsidRDefault="00914552" w:rsidP="00914552">
            <w:pPr>
              <w:spacing w:after="0" w:line="240" w:lineRule="auto"/>
              <w:rPr>
                <w:rFonts w:ascii="Arial" w:hAnsi="Arial" w:cs="Arial"/>
                <w:sz w:val="24"/>
                <w:szCs w:val="24"/>
              </w:rPr>
            </w:pPr>
            <w:r w:rsidRPr="001502CC">
              <w:rPr>
                <w:rFonts w:ascii="Arial" w:hAnsi="Arial" w:cs="Arial"/>
                <w:sz w:val="24"/>
                <w:szCs w:val="24"/>
              </w:rPr>
              <w:t>Frequent meetings and consultation events held with Local Members, town / Community Councils, Emergency Services, Local Businesses and Local residents throughout all key stages of the schemes development.</w:t>
            </w:r>
          </w:p>
          <w:p w14:paraId="5DEEA976" w14:textId="77777777" w:rsidR="00F53AA9" w:rsidRDefault="00F53AA9" w:rsidP="00F53AA9">
            <w:pPr>
              <w:spacing w:after="0" w:line="240" w:lineRule="auto"/>
              <w:rPr>
                <w:rFonts w:ascii="Arial" w:hAnsi="Arial" w:cs="Arial"/>
                <w:b/>
                <w:sz w:val="24"/>
                <w:szCs w:val="24"/>
              </w:rPr>
            </w:pPr>
          </w:p>
        </w:tc>
      </w:tr>
      <w:tr w:rsidR="006F2A70" w:rsidRPr="00AF141B" w14:paraId="072707A3" w14:textId="77777777" w:rsidTr="006F2A70">
        <w:trPr>
          <w:trHeight w:val="360"/>
        </w:trPr>
        <w:tc>
          <w:tcPr>
            <w:tcW w:w="9322" w:type="dxa"/>
            <w:gridSpan w:val="6"/>
            <w:shd w:val="clear" w:color="auto" w:fill="B6DDE8" w:themeFill="accent5" w:themeFillTint="66"/>
          </w:tcPr>
          <w:p w14:paraId="0993D38A"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DURING</w:t>
            </w:r>
            <w:r w:rsidRPr="006F2A70">
              <w:rPr>
                <w:rFonts w:ascii="Arial" w:hAnsi="Arial" w:cs="Arial"/>
                <w:b/>
                <w:sz w:val="24"/>
                <w:szCs w:val="24"/>
              </w:rPr>
              <w:t xml:space="preserve"> 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w:t>
            </w:r>
            <w:r w:rsidRPr="00452F8F">
              <w:rPr>
                <w:rFonts w:ascii="Arial" w:hAnsi="Arial" w:cs="Arial"/>
                <w:i/>
                <w:sz w:val="20"/>
              </w:rPr>
              <w:t xml:space="preserve"> travel patterns</w:t>
            </w:r>
            <w:r w:rsidR="00966A0B">
              <w:rPr>
                <w:rFonts w:ascii="Arial" w:hAnsi="Arial" w:cs="Arial"/>
                <w:i/>
                <w:sz w:val="20"/>
              </w:rPr>
              <w:t>, weather events</w:t>
            </w:r>
          </w:p>
        </w:tc>
      </w:tr>
      <w:tr w:rsidR="006F2A70" w:rsidRPr="00AF141B" w14:paraId="23A61AC8" w14:textId="77777777" w:rsidTr="000073BB">
        <w:trPr>
          <w:trHeight w:val="360"/>
        </w:trPr>
        <w:tc>
          <w:tcPr>
            <w:tcW w:w="9322" w:type="dxa"/>
            <w:gridSpan w:val="6"/>
            <w:shd w:val="clear" w:color="auto" w:fill="auto"/>
          </w:tcPr>
          <w:p w14:paraId="7F5CBC05" w14:textId="77777777" w:rsidR="002A2F1C" w:rsidRDefault="002A2F1C" w:rsidP="000073BB">
            <w:pPr>
              <w:spacing w:after="0" w:line="240" w:lineRule="auto"/>
              <w:rPr>
                <w:rFonts w:ascii="Arial" w:hAnsi="Arial" w:cs="Arial"/>
                <w:b/>
                <w:sz w:val="24"/>
                <w:szCs w:val="24"/>
              </w:rPr>
            </w:pPr>
          </w:p>
        </w:tc>
      </w:tr>
      <w:tr w:rsidR="006F2A70" w:rsidRPr="00AF141B" w14:paraId="56FE2A42" w14:textId="77777777" w:rsidTr="006F2A70">
        <w:trPr>
          <w:trHeight w:val="360"/>
        </w:trPr>
        <w:tc>
          <w:tcPr>
            <w:tcW w:w="9322" w:type="dxa"/>
            <w:gridSpan w:val="6"/>
            <w:shd w:val="clear" w:color="auto" w:fill="B6DDE8" w:themeFill="accent5" w:themeFillTint="66"/>
          </w:tcPr>
          <w:p w14:paraId="365E3403" w14:textId="77777777" w:rsidR="006F2A70" w:rsidRDefault="006F2A70" w:rsidP="00895AC0">
            <w:pPr>
              <w:spacing w:after="0" w:line="240" w:lineRule="auto"/>
              <w:rPr>
                <w:rFonts w:ascii="Arial" w:hAnsi="Arial" w:cs="Arial"/>
                <w:b/>
                <w:sz w:val="24"/>
                <w:szCs w:val="24"/>
              </w:rPr>
            </w:pPr>
            <w:r>
              <w:rPr>
                <w:rFonts w:ascii="Arial" w:hAnsi="Arial" w:cs="Arial"/>
                <w:b/>
                <w:sz w:val="24"/>
                <w:szCs w:val="24"/>
              </w:rPr>
              <w:t xml:space="preserve">Impact </w:t>
            </w:r>
            <w:r w:rsidR="002A2F1C">
              <w:rPr>
                <w:rFonts w:ascii="Arial" w:hAnsi="Arial" w:cs="Arial"/>
                <w:b/>
                <w:sz w:val="24"/>
                <w:szCs w:val="24"/>
              </w:rPr>
              <w:t xml:space="preserve">of </w:t>
            </w:r>
            <w:r w:rsidR="00895AC0">
              <w:rPr>
                <w:rFonts w:ascii="Arial" w:hAnsi="Arial" w:cs="Arial"/>
                <w:b/>
                <w:sz w:val="24"/>
                <w:szCs w:val="24"/>
              </w:rPr>
              <w:t xml:space="preserve">engagement and/ or </w:t>
            </w:r>
            <w:r w:rsidR="002A2F1C">
              <w:rPr>
                <w:rFonts w:ascii="Arial" w:hAnsi="Arial" w:cs="Arial"/>
                <w:b/>
                <w:sz w:val="24"/>
                <w:szCs w:val="24"/>
              </w:rPr>
              <w:t xml:space="preserve">any relevant events </w:t>
            </w:r>
            <w:r>
              <w:rPr>
                <w:rFonts w:ascii="Arial" w:hAnsi="Arial" w:cs="Arial"/>
                <w:b/>
                <w:sz w:val="24"/>
                <w:szCs w:val="24"/>
              </w:rPr>
              <w:t>on Scheme Delivery</w:t>
            </w:r>
          </w:p>
        </w:tc>
      </w:tr>
      <w:tr w:rsidR="006F2A70" w:rsidRPr="00AF141B" w14:paraId="1E9FDD79" w14:textId="77777777" w:rsidTr="000073BB">
        <w:trPr>
          <w:trHeight w:val="360"/>
        </w:trPr>
        <w:tc>
          <w:tcPr>
            <w:tcW w:w="9322" w:type="dxa"/>
            <w:gridSpan w:val="6"/>
            <w:shd w:val="clear" w:color="auto" w:fill="auto"/>
          </w:tcPr>
          <w:p w14:paraId="6D51930C" w14:textId="77777777" w:rsidR="00914552" w:rsidRPr="00EA2F5A" w:rsidRDefault="00914552" w:rsidP="00914552">
            <w:pPr>
              <w:spacing w:after="0" w:line="240" w:lineRule="auto"/>
              <w:rPr>
                <w:rFonts w:ascii="Arial" w:hAnsi="Arial" w:cs="Arial"/>
                <w:sz w:val="24"/>
                <w:szCs w:val="24"/>
              </w:rPr>
            </w:pPr>
            <w:r w:rsidRPr="00EA2F5A">
              <w:rPr>
                <w:rFonts w:ascii="Arial" w:hAnsi="Arial" w:cs="Arial"/>
                <w:sz w:val="24"/>
                <w:szCs w:val="24"/>
              </w:rPr>
              <w:t>Residents were pleased to meet with officers and contractor prior to works beginning to fully understand impact of works fronting their properties.</w:t>
            </w:r>
          </w:p>
          <w:p w14:paraId="6FA817A4" w14:textId="77777777" w:rsidR="002A2F1C" w:rsidRDefault="002A2F1C" w:rsidP="000073BB">
            <w:pPr>
              <w:spacing w:after="0" w:line="240" w:lineRule="auto"/>
              <w:rPr>
                <w:rFonts w:ascii="Arial" w:hAnsi="Arial" w:cs="Arial"/>
                <w:b/>
                <w:sz w:val="24"/>
                <w:szCs w:val="24"/>
              </w:rPr>
            </w:pPr>
          </w:p>
        </w:tc>
      </w:tr>
      <w:tr w:rsidR="000073BB" w:rsidRPr="00AF141B" w14:paraId="025F232A" w14:textId="77777777" w:rsidTr="000073BB">
        <w:trPr>
          <w:trHeight w:val="360"/>
        </w:trPr>
        <w:tc>
          <w:tcPr>
            <w:tcW w:w="9322" w:type="dxa"/>
            <w:gridSpan w:val="6"/>
            <w:shd w:val="clear" w:color="auto" w:fill="B6DDE8" w:themeFill="accent5" w:themeFillTint="66"/>
          </w:tcPr>
          <w:p w14:paraId="76003E33"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BDC217B" w14:textId="77777777" w:rsidTr="000073BB">
        <w:trPr>
          <w:trHeight w:val="360"/>
        </w:trPr>
        <w:tc>
          <w:tcPr>
            <w:tcW w:w="9322" w:type="dxa"/>
            <w:gridSpan w:val="6"/>
            <w:shd w:val="clear" w:color="auto" w:fill="auto"/>
          </w:tcPr>
          <w:p w14:paraId="394DCC94" w14:textId="77777777" w:rsidR="00914552" w:rsidRDefault="00914552" w:rsidP="00914552">
            <w:pPr>
              <w:spacing w:after="0" w:line="240" w:lineRule="auto"/>
              <w:rPr>
                <w:rFonts w:ascii="Arial" w:hAnsi="Arial" w:cs="Arial"/>
                <w:sz w:val="24"/>
                <w:szCs w:val="24"/>
              </w:rPr>
            </w:pPr>
            <w:r>
              <w:rPr>
                <w:rFonts w:ascii="Arial" w:hAnsi="Arial" w:cs="Arial"/>
                <w:sz w:val="24"/>
                <w:szCs w:val="24"/>
              </w:rPr>
              <w:t>N/A</w:t>
            </w:r>
          </w:p>
          <w:p w14:paraId="16D4C6D2" w14:textId="77777777" w:rsidR="002E19CA" w:rsidRDefault="002E19CA" w:rsidP="000073BB">
            <w:pPr>
              <w:spacing w:after="0" w:line="240" w:lineRule="auto"/>
              <w:rPr>
                <w:rFonts w:ascii="Arial" w:hAnsi="Arial" w:cs="Arial"/>
                <w:sz w:val="24"/>
                <w:szCs w:val="24"/>
              </w:rPr>
            </w:pPr>
          </w:p>
        </w:tc>
      </w:tr>
      <w:tr w:rsidR="000073BB" w:rsidRPr="00AF141B" w14:paraId="03AD8ECE" w14:textId="77777777" w:rsidTr="000073BB">
        <w:trPr>
          <w:trHeight w:val="427"/>
        </w:trPr>
        <w:tc>
          <w:tcPr>
            <w:tcW w:w="9322" w:type="dxa"/>
            <w:gridSpan w:val="6"/>
            <w:shd w:val="clear" w:color="auto" w:fill="92CDDC" w:themeFill="accent5" w:themeFillTint="99"/>
          </w:tcPr>
          <w:p w14:paraId="46FD6F8F"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OUTCOMES</w:t>
            </w:r>
            <w:r w:rsidR="00966A0B">
              <w:rPr>
                <w:rFonts w:ascii="Arial" w:hAnsi="Arial" w:cs="Arial"/>
                <w:b/>
                <w:sz w:val="24"/>
                <w:szCs w:val="24"/>
              </w:rPr>
              <w:t xml:space="preserve"> (WelTAG Stage 5)</w:t>
            </w:r>
          </w:p>
        </w:tc>
      </w:tr>
      <w:tr w:rsidR="000073BB" w:rsidRPr="00AF141B" w14:paraId="671E08F8" w14:textId="77777777" w:rsidTr="000073BB">
        <w:trPr>
          <w:trHeight w:val="360"/>
        </w:trPr>
        <w:tc>
          <w:tcPr>
            <w:tcW w:w="9322" w:type="dxa"/>
            <w:gridSpan w:val="6"/>
            <w:shd w:val="clear" w:color="auto" w:fill="B6DDE8" w:themeFill="accent5" w:themeFillTint="66"/>
          </w:tcPr>
          <w:p w14:paraId="344C1DBF" w14:textId="77777777" w:rsidR="000073BB" w:rsidRPr="00EA5D31" w:rsidRDefault="000073BB" w:rsidP="000073BB">
            <w:pPr>
              <w:spacing w:after="0" w:line="240" w:lineRule="auto"/>
              <w:rPr>
                <w:rFonts w:ascii="Arial" w:hAnsi="Arial" w:cs="Arial"/>
                <w:i/>
                <w:sz w:val="20"/>
              </w:rPr>
            </w:pPr>
            <w:r>
              <w:rPr>
                <w:rFonts w:ascii="Arial" w:hAnsi="Arial" w:cs="Arial"/>
                <w:b/>
                <w:sz w:val="24"/>
                <w:szCs w:val="24"/>
              </w:rPr>
              <w:t>What were the anticipated outcomes?</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increase in active travel</w:t>
            </w:r>
          </w:p>
        </w:tc>
      </w:tr>
      <w:tr w:rsidR="000073BB" w:rsidRPr="00AF141B" w14:paraId="04105894" w14:textId="77777777" w:rsidTr="000073BB">
        <w:trPr>
          <w:trHeight w:val="360"/>
        </w:trPr>
        <w:tc>
          <w:tcPr>
            <w:tcW w:w="9322" w:type="dxa"/>
            <w:gridSpan w:val="6"/>
            <w:shd w:val="clear" w:color="auto" w:fill="auto"/>
          </w:tcPr>
          <w:p w14:paraId="03A1E500" w14:textId="77777777" w:rsidR="00914552" w:rsidRPr="00AF141B" w:rsidRDefault="00914552" w:rsidP="00914552">
            <w:pPr>
              <w:spacing w:after="0" w:line="240" w:lineRule="auto"/>
              <w:rPr>
                <w:rFonts w:ascii="Arial" w:hAnsi="Arial" w:cs="Arial"/>
                <w:sz w:val="24"/>
                <w:szCs w:val="24"/>
              </w:rPr>
            </w:pPr>
            <w:r>
              <w:rPr>
                <w:rFonts w:ascii="Arial" w:hAnsi="Arial" w:cs="Arial"/>
                <w:sz w:val="24"/>
                <w:szCs w:val="24"/>
              </w:rPr>
              <w:t>Reduction in traffic volume in immediate vicinity of school, increase in pupils walking to school and improved junction protection in surrounding area</w:t>
            </w:r>
          </w:p>
          <w:p w14:paraId="064AF11B" w14:textId="77777777" w:rsidR="002E19CA" w:rsidRPr="00AF141B" w:rsidRDefault="002E19CA" w:rsidP="000073BB">
            <w:pPr>
              <w:spacing w:after="0" w:line="240" w:lineRule="auto"/>
              <w:rPr>
                <w:rFonts w:ascii="Arial" w:hAnsi="Arial" w:cs="Arial"/>
                <w:sz w:val="24"/>
                <w:szCs w:val="24"/>
              </w:rPr>
            </w:pPr>
          </w:p>
        </w:tc>
      </w:tr>
      <w:tr w:rsidR="000073BB" w:rsidRPr="00AF141B" w14:paraId="0B852D43" w14:textId="77777777" w:rsidTr="000073BB">
        <w:trPr>
          <w:trHeight w:val="360"/>
        </w:trPr>
        <w:tc>
          <w:tcPr>
            <w:tcW w:w="9322" w:type="dxa"/>
            <w:gridSpan w:val="6"/>
            <w:shd w:val="clear" w:color="auto" w:fill="B6DDE8" w:themeFill="accent5" w:themeFillTint="66"/>
          </w:tcPr>
          <w:p w14:paraId="0222C8FC" w14:textId="77777777" w:rsidR="000073BB" w:rsidRPr="007D5B2C" w:rsidRDefault="000073BB" w:rsidP="000073BB">
            <w:pPr>
              <w:spacing w:after="0" w:line="240" w:lineRule="auto"/>
              <w:rPr>
                <w:rFonts w:ascii="Arial" w:hAnsi="Arial" w:cs="Arial"/>
                <w:b/>
                <w:sz w:val="24"/>
                <w:szCs w:val="24"/>
              </w:rPr>
            </w:pPr>
            <w:r>
              <w:rPr>
                <w:rFonts w:ascii="Arial" w:hAnsi="Arial" w:cs="Arial"/>
                <w:b/>
                <w:sz w:val="24"/>
                <w:szCs w:val="24"/>
              </w:rPr>
              <w:t>What are the realised outcomes?</w:t>
            </w:r>
            <w:r w:rsidR="00895AC0">
              <w:rPr>
                <w:rFonts w:ascii="Arial" w:hAnsi="Arial" w:cs="Arial"/>
                <w:b/>
                <w:sz w:val="24"/>
                <w:szCs w:val="24"/>
              </w:rPr>
              <w:t xml:space="preserve"> </w:t>
            </w:r>
            <w:r w:rsidR="00895AC0" w:rsidRPr="00895AC0">
              <w:rPr>
                <w:rFonts w:ascii="Arial" w:hAnsi="Arial" w:cs="Arial"/>
                <w:i/>
                <w:sz w:val="20"/>
              </w:rPr>
              <w:t>Please quantify where possible</w:t>
            </w:r>
          </w:p>
        </w:tc>
      </w:tr>
      <w:tr w:rsidR="000073BB" w:rsidRPr="00AF141B" w14:paraId="44FE04CE" w14:textId="77777777" w:rsidTr="000073BB">
        <w:trPr>
          <w:trHeight w:val="360"/>
        </w:trPr>
        <w:tc>
          <w:tcPr>
            <w:tcW w:w="9322" w:type="dxa"/>
            <w:gridSpan w:val="6"/>
            <w:shd w:val="clear" w:color="auto" w:fill="auto"/>
          </w:tcPr>
          <w:p w14:paraId="33ABB44F" w14:textId="77777777" w:rsidR="00914552" w:rsidRPr="00173C8A" w:rsidRDefault="00914552" w:rsidP="00914552">
            <w:pPr>
              <w:spacing w:after="0" w:line="240" w:lineRule="auto"/>
              <w:rPr>
                <w:rFonts w:ascii="Arial" w:hAnsi="Arial" w:cs="Arial"/>
                <w:sz w:val="24"/>
                <w:szCs w:val="24"/>
              </w:rPr>
            </w:pPr>
            <w:r>
              <w:rPr>
                <w:rFonts w:ascii="Arial" w:hAnsi="Arial" w:cs="Arial"/>
                <w:sz w:val="24"/>
                <w:szCs w:val="24"/>
              </w:rPr>
              <w:lastRenderedPageBreak/>
              <w:t xml:space="preserve">It has been observed that there has been a </w:t>
            </w:r>
            <w:r w:rsidRPr="0008454E">
              <w:rPr>
                <w:rFonts w:ascii="Arial" w:hAnsi="Arial" w:cs="Arial"/>
                <w:sz w:val="24"/>
                <w:szCs w:val="24"/>
              </w:rPr>
              <w:t>decrease in vehicular traffic within the immediate vicinity of the school</w:t>
            </w:r>
            <w:r>
              <w:rPr>
                <w:rFonts w:ascii="Arial" w:hAnsi="Arial" w:cs="Arial"/>
                <w:sz w:val="24"/>
                <w:szCs w:val="24"/>
              </w:rPr>
              <w:t xml:space="preserve"> and an increase in pupils walking to school.</w:t>
            </w:r>
          </w:p>
          <w:p w14:paraId="0F262249" w14:textId="77777777" w:rsidR="002E19CA" w:rsidRPr="007D5B2C" w:rsidRDefault="002E19CA" w:rsidP="000073BB">
            <w:pPr>
              <w:spacing w:after="0" w:line="240" w:lineRule="auto"/>
              <w:rPr>
                <w:rFonts w:ascii="Arial" w:hAnsi="Arial" w:cs="Arial"/>
                <w:b/>
                <w:sz w:val="24"/>
                <w:szCs w:val="24"/>
              </w:rPr>
            </w:pPr>
          </w:p>
        </w:tc>
      </w:tr>
      <w:tr w:rsidR="00F53AA9" w:rsidRPr="00AF141B" w14:paraId="27466FDA" w14:textId="77777777" w:rsidTr="00F53AA9">
        <w:trPr>
          <w:trHeight w:val="412"/>
        </w:trPr>
        <w:tc>
          <w:tcPr>
            <w:tcW w:w="9322" w:type="dxa"/>
            <w:gridSpan w:val="6"/>
            <w:shd w:val="clear" w:color="auto" w:fill="B6DDE8" w:themeFill="accent5" w:themeFillTint="66"/>
          </w:tcPr>
          <w:p w14:paraId="600B2990" w14:textId="77777777" w:rsidR="00F53AA9" w:rsidRPr="00F53AA9" w:rsidRDefault="00F53AA9" w:rsidP="00895AC0">
            <w:pPr>
              <w:spacing w:after="0" w:line="240" w:lineRule="auto"/>
              <w:rPr>
                <w:rFonts w:ascii="Arial" w:hAnsi="Arial" w:cs="Arial"/>
                <w:sz w:val="20"/>
              </w:rPr>
            </w:pPr>
            <w:r>
              <w:rPr>
                <w:rFonts w:ascii="Arial" w:hAnsi="Arial" w:cs="Arial"/>
                <w:b/>
                <w:sz w:val="24"/>
                <w:szCs w:val="24"/>
              </w:rPr>
              <w:t xml:space="preserve">How did you </w:t>
            </w:r>
            <w:r w:rsidR="00895AC0">
              <w:rPr>
                <w:rFonts w:ascii="Arial" w:hAnsi="Arial" w:cs="Arial"/>
                <w:b/>
                <w:sz w:val="24"/>
                <w:szCs w:val="24"/>
              </w:rPr>
              <w:t>engage stakeholders</w:t>
            </w:r>
            <w:r>
              <w:rPr>
                <w:rFonts w:ascii="Arial" w:hAnsi="Arial" w:cs="Arial"/>
                <w:b/>
                <w:sz w:val="24"/>
                <w:szCs w:val="24"/>
              </w:rPr>
              <w:t xml:space="preserve"> in the monitoring and evaluation of your scheme? </w:t>
            </w:r>
          </w:p>
        </w:tc>
      </w:tr>
      <w:tr w:rsidR="00F53AA9" w:rsidRPr="00AF141B" w14:paraId="5FE10D9E" w14:textId="77777777" w:rsidTr="00F53AA9">
        <w:trPr>
          <w:trHeight w:val="412"/>
        </w:trPr>
        <w:tc>
          <w:tcPr>
            <w:tcW w:w="9322" w:type="dxa"/>
            <w:gridSpan w:val="6"/>
            <w:shd w:val="clear" w:color="auto" w:fill="auto"/>
          </w:tcPr>
          <w:p w14:paraId="564C5E7D" w14:textId="77777777" w:rsidR="00914552" w:rsidRDefault="00914552" w:rsidP="00914552">
            <w:pPr>
              <w:pStyle w:val="ListParagraph"/>
              <w:numPr>
                <w:ilvl w:val="0"/>
                <w:numId w:val="13"/>
              </w:numPr>
              <w:spacing w:after="0" w:line="240" w:lineRule="auto"/>
              <w:rPr>
                <w:rFonts w:ascii="Arial" w:hAnsi="Arial" w:cs="Arial"/>
                <w:sz w:val="24"/>
                <w:szCs w:val="24"/>
              </w:rPr>
            </w:pPr>
            <w:r w:rsidRPr="00957705">
              <w:rPr>
                <w:rFonts w:ascii="Arial" w:hAnsi="Arial" w:cs="Arial"/>
                <w:sz w:val="24"/>
                <w:szCs w:val="24"/>
              </w:rPr>
              <w:t xml:space="preserve">Post scheme meetings with local members and the school. </w:t>
            </w:r>
          </w:p>
          <w:p w14:paraId="4AD1BDCC" w14:textId="77777777" w:rsidR="00914552" w:rsidRPr="00173C8A" w:rsidRDefault="00914552" w:rsidP="00914552">
            <w:pPr>
              <w:pStyle w:val="ListParagraph"/>
              <w:spacing w:line="240" w:lineRule="auto"/>
              <w:rPr>
                <w:rFonts w:ascii="Arial" w:hAnsi="Arial" w:cs="Arial"/>
                <w:sz w:val="24"/>
                <w:szCs w:val="24"/>
              </w:rPr>
            </w:pPr>
            <w:r w:rsidRPr="00957705">
              <w:rPr>
                <w:rFonts w:ascii="Arial" w:hAnsi="Arial" w:cs="Arial"/>
                <w:sz w:val="24"/>
                <w:szCs w:val="24"/>
              </w:rPr>
              <w:t xml:space="preserve"> Regular site visits and associated surveys.</w:t>
            </w:r>
          </w:p>
          <w:p w14:paraId="543DBF4F" w14:textId="77777777" w:rsidR="00F53AA9" w:rsidRDefault="00F53AA9" w:rsidP="00F53AA9">
            <w:pPr>
              <w:spacing w:after="0" w:line="240" w:lineRule="auto"/>
              <w:rPr>
                <w:rFonts w:ascii="Arial" w:hAnsi="Arial" w:cs="Arial"/>
                <w:b/>
                <w:sz w:val="24"/>
                <w:szCs w:val="24"/>
              </w:rPr>
            </w:pPr>
          </w:p>
        </w:tc>
      </w:tr>
      <w:tr w:rsidR="006F2A70" w:rsidRPr="00AF141B" w14:paraId="073518DE" w14:textId="77777777" w:rsidTr="002A2F1C">
        <w:trPr>
          <w:trHeight w:val="360"/>
        </w:trPr>
        <w:tc>
          <w:tcPr>
            <w:tcW w:w="9322" w:type="dxa"/>
            <w:gridSpan w:val="6"/>
            <w:shd w:val="clear" w:color="auto" w:fill="B6DDE8" w:themeFill="accent5" w:themeFillTint="66"/>
          </w:tcPr>
          <w:p w14:paraId="57D45105"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 xml:space="preserve">AFTER </w:t>
            </w:r>
            <w:r w:rsidRPr="006F2A70">
              <w:rPr>
                <w:rFonts w:ascii="Arial" w:hAnsi="Arial" w:cs="Arial"/>
                <w:b/>
                <w:sz w:val="24"/>
                <w:szCs w:val="24"/>
              </w:rPr>
              <w:t xml:space="preserve">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 xml:space="preserve">, </w:t>
            </w:r>
            <w:r w:rsidRPr="00452F8F">
              <w:rPr>
                <w:rFonts w:ascii="Arial" w:hAnsi="Arial" w:cs="Arial"/>
                <w:i/>
                <w:sz w:val="20"/>
              </w:rPr>
              <w:t>travel patterns</w:t>
            </w:r>
            <w:r w:rsidR="00966A0B">
              <w:rPr>
                <w:rFonts w:ascii="Arial" w:hAnsi="Arial" w:cs="Arial"/>
                <w:i/>
                <w:sz w:val="20"/>
              </w:rPr>
              <w:t>, weather events</w:t>
            </w:r>
          </w:p>
        </w:tc>
      </w:tr>
      <w:tr w:rsidR="006F2A70" w:rsidRPr="00AF141B" w14:paraId="108F5237" w14:textId="77777777" w:rsidTr="000073BB">
        <w:trPr>
          <w:trHeight w:val="360"/>
        </w:trPr>
        <w:tc>
          <w:tcPr>
            <w:tcW w:w="9322" w:type="dxa"/>
            <w:gridSpan w:val="6"/>
            <w:shd w:val="clear" w:color="auto" w:fill="auto"/>
          </w:tcPr>
          <w:p w14:paraId="748E312D" w14:textId="77777777" w:rsidR="00914552" w:rsidRPr="004D2DAF" w:rsidRDefault="00914552" w:rsidP="00914552">
            <w:pPr>
              <w:spacing w:after="0" w:line="240" w:lineRule="auto"/>
              <w:rPr>
                <w:rFonts w:ascii="Arial" w:hAnsi="Arial" w:cs="Arial"/>
                <w:sz w:val="24"/>
                <w:szCs w:val="24"/>
              </w:rPr>
            </w:pPr>
            <w:r w:rsidRPr="004D2DAF">
              <w:rPr>
                <w:rFonts w:ascii="Arial" w:hAnsi="Arial" w:cs="Arial"/>
                <w:sz w:val="24"/>
                <w:szCs w:val="24"/>
              </w:rPr>
              <w:t>N/A</w:t>
            </w:r>
          </w:p>
          <w:p w14:paraId="1B07AD48" w14:textId="77777777" w:rsidR="002A2F1C" w:rsidRDefault="002A2F1C" w:rsidP="000073BB">
            <w:pPr>
              <w:spacing w:after="0" w:line="240" w:lineRule="auto"/>
              <w:rPr>
                <w:rFonts w:ascii="Arial" w:hAnsi="Arial" w:cs="Arial"/>
                <w:b/>
                <w:sz w:val="24"/>
                <w:szCs w:val="24"/>
              </w:rPr>
            </w:pPr>
          </w:p>
        </w:tc>
      </w:tr>
      <w:tr w:rsidR="002A2F1C" w:rsidRPr="00AF141B" w14:paraId="0BF8C486" w14:textId="77777777" w:rsidTr="002A2F1C">
        <w:trPr>
          <w:trHeight w:val="360"/>
        </w:trPr>
        <w:tc>
          <w:tcPr>
            <w:tcW w:w="9322" w:type="dxa"/>
            <w:gridSpan w:val="6"/>
            <w:shd w:val="clear" w:color="auto" w:fill="B6DDE8" w:themeFill="accent5" w:themeFillTint="66"/>
          </w:tcPr>
          <w:p w14:paraId="6551BE27" w14:textId="77777777" w:rsidR="002A2F1C" w:rsidRDefault="00895AC0" w:rsidP="00895AC0">
            <w:pPr>
              <w:spacing w:after="0" w:line="240" w:lineRule="auto"/>
              <w:rPr>
                <w:rFonts w:ascii="Arial" w:hAnsi="Arial" w:cs="Arial"/>
                <w:b/>
                <w:sz w:val="24"/>
                <w:szCs w:val="24"/>
              </w:rPr>
            </w:pPr>
            <w:r w:rsidRPr="00895AC0">
              <w:rPr>
                <w:rFonts w:ascii="Arial" w:hAnsi="Arial" w:cs="Arial"/>
                <w:b/>
                <w:sz w:val="24"/>
                <w:szCs w:val="24"/>
              </w:rPr>
              <w:t xml:space="preserve">Impact of engagement and/ or any relevant events </w:t>
            </w:r>
            <w:r w:rsidR="002A2F1C" w:rsidRPr="002A2F1C">
              <w:rPr>
                <w:rFonts w:ascii="Arial" w:hAnsi="Arial" w:cs="Arial"/>
                <w:b/>
                <w:sz w:val="24"/>
                <w:szCs w:val="24"/>
              </w:rPr>
              <w:t xml:space="preserve">on Scheme </w:t>
            </w:r>
            <w:r w:rsidR="002A2F1C">
              <w:rPr>
                <w:rFonts w:ascii="Arial" w:hAnsi="Arial" w:cs="Arial"/>
                <w:b/>
                <w:sz w:val="24"/>
                <w:szCs w:val="24"/>
              </w:rPr>
              <w:t>Outcomes</w:t>
            </w:r>
          </w:p>
        </w:tc>
      </w:tr>
      <w:tr w:rsidR="002A2F1C" w:rsidRPr="00AF141B" w14:paraId="1F639430" w14:textId="77777777" w:rsidTr="000073BB">
        <w:trPr>
          <w:trHeight w:val="360"/>
        </w:trPr>
        <w:tc>
          <w:tcPr>
            <w:tcW w:w="9322" w:type="dxa"/>
            <w:gridSpan w:val="6"/>
            <w:shd w:val="clear" w:color="auto" w:fill="auto"/>
          </w:tcPr>
          <w:p w14:paraId="7379B402" w14:textId="77777777" w:rsidR="00914552" w:rsidRPr="004D2DAF" w:rsidRDefault="00914552" w:rsidP="00914552">
            <w:pPr>
              <w:spacing w:after="0" w:line="240" w:lineRule="auto"/>
              <w:rPr>
                <w:rFonts w:ascii="Arial" w:hAnsi="Arial" w:cs="Arial"/>
                <w:sz w:val="24"/>
                <w:szCs w:val="24"/>
              </w:rPr>
            </w:pPr>
            <w:r w:rsidRPr="004D2DAF">
              <w:rPr>
                <w:rFonts w:ascii="Arial" w:hAnsi="Arial" w:cs="Arial"/>
                <w:sz w:val="24"/>
                <w:szCs w:val="24"/>
              </w:rPr>
              <w:t>N/A</w:t>
            </w:r>
          </w:p>
          <w:p w14:paraId="619800CD" w14:textId="77777777" w:rsidR="002A2F1C" w:rsidRDefault="002A2F1C" w:rsidP="000073BB">
            <w:pPr>
              <w:spacing w:after="0" w:line="240" w:lineRule="auto"/>
              <w:rPr>
                <w:rFonts w:ascii="Arial" w:hAnsi="Arial" w:cs="Arial"/>
                <w:b/>
                <w:sz w:val="24"/>
                <w:szCs w:val="24"/>
              </w:rPr>
            </w:pPr>
          </w:p>
        </w:tc>
      </w:tr>
      <w:tr w:rsidR="000073BB" w:rsidRPr="00AF141B" w14:paraId="7C97D4F3" w14:textId="77777777" w:rsidTr="000073BB">
        <w:trPr>
          <w:trHeight w:val="360"/>
        </w:trPr>
        <w:tc>
          <w:tcPr>
            <w:tcW w:w="9322" w:type="dxa"/>
            <w:gridSpan w:val="6"/>
            <w:shd w:val="clear" w:color="auto" w:fill="B6DDE8" w:themeFill="accent5" w:themeFillTint="66"/>
          </w:tcPr>
          <w:p w14:paraId="4A38B580"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6831FA4F" w14:textId="77777777" w:rsidTr="000073BB">
        <w:trPr>
          <w:trHeight w:val="360"/>
        </w:trPr>
        <w:tc>
          <w:tcPr>
            <w:tcW w:w="9322" w:type="dxa"/>
            <w:gridSpan w:val="6"/>
            <w:shd w:val="clear" w:color="auto" w:fill="auto"/>
          </w:tcPr>
          <w:p w14:paraId="755865EA" w14:textId="77777777" w:rsidR="00914552" w:rsidRDefault="00914552" w:rsidP="00914552">
            <w:pPr>
              <w:spacing w:after="0" w:line="240" w:lineRule="auto"/>
              <w:rPr>
                <w:rFonts w:ascii="Arial" w:hAnsi="Arial" w:cs="Arial"/>
                <w:sz w:val="24"/>
                <w:szCs w:val="24"/>
              </w:rPr>
            </w:pPr>
            <w:r>
              <w:rPr>
                <w:rFonts w:ascii="Arial" w:hAnsi="Arial" w:cs="Arial"/>
                <w:sz w:val="24"/>
                <w:szCs w:val="24"/>
              </w:rPr>
              <w:t>N/A</w:t>
            </w:r>
          </w:p>
          <w:p w14:paraId="67D16C3B" w14:textId="77777777" w:rsidR="002E19CA" w:rsidRDefault="002E19CA" w:rsidP="000073BB">
            <w:pPr>
              <w:spacing w:after="0" w:line="240" w:lineRule="auto"/>
              <w:rPr>
                <w:rFonts w:ascii="Arial" w:hAnsi="Arial" w:cs="Arial"/>
                <w:sz w:val="24"/>
                <w:szCs w:val="24"/>
              </w:rPr>
            </w:pPr>
          </w:p>
        </w:tc>
      </w:tr>
    </w:tbl>
    <w:p w14:paraId="605C9199" w14:textId="77777777" w:rsidR="0040708C" w:rsidRDefault="0040708C" w:rsidP="00275C4B">
      <w:pPr>
        <w:spacing w:after="0" w:line="240" w:lineRule="auto"/>
        <w:jc w:val="center"/>
        <w:rPr>
          <w:rFonts w:ascii="Arial" w:hAnsi="Arial" w:cs="Arial"/>
          <w:b/>
          <w:sz w:val="24"/>
          <w:szCs w:val="24"/>
        </w:rPr>
      </w:pPr>
    </w:p>
    <w:p w14:paraId="5A4A7FCF" w14:textId="77777777" w:rsidR="00DD0E81" w:rsidRDefault="00F53AA9" w:rsidP="00DD0E81">
      <w:pPr>
        <w:spacing w:after="0" w:line="240" w:lineRule="auto"/>
        <w:rPr>
          <w:rFonts w:ascii="Arial" w:hAnsi="Arial" w:cs="Arial"/>
          <w:b/>
          <w:sz w:val="24"/>
        </w:rPr>
      </w:pPr>
      <w:r>
        <w:rPr>
          <w:rFonts w:ascii="Arial" w:hAnsi="Arial" w:cs="Arial"/>
          <w:b/>
          <w:sz w:val="24"/>
        </w:rPr>
        <w:br w:type="page"/>
      </w:r>
      <w:r w:rsidR="00DD0E81" w:rsidRPr="0041520B">
        <w:rPr>
          <w:rFonts w:ascii="Arial" w:hAnsi="Arial" w:cs="Arial"/>
          <w:b/>
          <w:sz w:val="24"/>
        </w:rPr>
        <w:lastRenderedPageBreak/>
        <w:t xml:space="preserve">Table </w:t>
      </w:r>
      <w:r w:rsidR="002E19CA">
        <w:rPr>
          <w:rFonts w:ascii="Arial" w:hAnsi="Arial" w:cs="Arial"/>
          <w:b/>
          <w:sz w:val="24"/>
        </w:rPr>
        <w:t>3</w:t>
      </w:r>
      <w:r w:rsidR="00DD0E81" w:rsidRPr="0041520B">
        <w:rPr>
          <w:rFonts w:ascii="Arial" w:hAnsi="Arial" w:cs="Arial"/>
          <w:b/>
          <w:sz w:val="24"/>
        </w:rPr>
        <w:t xml:space="preserve"> – Road Safety Capital Scheme Outcomes – Collision Reduction</w:t>
      </w:r>
    </w:p>
    <w:p w14:paraId="7716113F" w14:textId="77777777" w:rsidR="00DD0E81" w:rsidRPr="0041520B" w:rsidRDefault="00DD0E81" w:rsidP="00DD0E81">
      <w:pPr>
        <w:spacing w:after="0" w:line="240" w:lineRule="auto"/>
        <w:rPr>
          <w:rFonts w:ascii="Arial" w:hAnsi="Arial" w:cs="Arial"/>
          <w:b/>
          <w:sz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3EE9809B" w14:textId="77777777" w:rsidTr="006F2A70">
        <w:tc>
          <w:tcPr>
            <w:tcW w:w="14174" w:type="dxa"/>
            <w:gridSpan w:val="3"/>
            <w:shd w:val="solid" w:color="B6DDE8" w:themeColor="accent5" w:themeTint="66" w:fill="auto"/>
          </w:tcPr>
          <w:p w14:paraId="24A0910E"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Personal Injury collisions pre scheme (3 years data)</w:t>
            </w:r>
          </w:p>
        </w:tc>
      </w:tr>
      <w:tr w:rsidR="00DD0E81" w14:paraId="55E891F2" w14:textId="77777777" w:rsidTr="006F2A70">
        <w:trPr>
          <w:trHeight w:val="298"/>
        </w:trPr>
        <w:tc>
          <w:tcPr>
            <w:tcW w:w="4724" w:type="dxa"/>
            <w:shd w:val="clear" w:color="B6DDE8" w:themeColor="accent5" w:themeTint="66" w:fill="auto"/>
          </w:tcPr>
          <w:p w14:paraId="1EF78ED4" w14:textId="77777777" w:rsidR="00DD0E81" w:rsidRPr="006F2FC7" w:rsidRDefault="00DD0E81" w:rsidP="00DD0E81">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1A2F30A9"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1F6A8E7A"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63144C1" w14:textId="77777777" w:rsidTr="006F2A70">
        <w:tc>
          <w:tcPr>
            <w:tcW w:w="4724" w:type="dxa"/>
            <w:shd w:val="clear" w:color="B6DDE8" w:themeColor="accent5" w:themeTint="66" w:fill="auto"/>
          </w:tcPr>
          <w:p w14:paraId="5633D086" w14:textId="77777777" w:rsidR="00DD0E81" w:rsidRDefault="00DD0E81" w:rsidP="00DD0E81">
            <w:pPr>
              <w:spacing w:after="0" w:line="240" w:lineRule="auto"/>
              <w:rPr>
                <w:rFonts w:ascii="Arial" w:hAnsi="Arial" w:cs="Arial"/>
              </w:rPr>
            </w:pPr>
          </w:p>
          <w:p w14:paraId="1CD375D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775C14FD"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229E18FC" w14:textId="77777777" w:rsidR="00DD0E81" w:rsidRPr="006F2FC7" w:rsidRDefault="00DD0E81" w:rsidP="00DD0E81">
            <w:pPr>
              <w:spacing w:after="0" w:line="240" w:lineRule="auto"/>
              <w:rPr>
                <w:rFonts w:ascii="Arial" w:hAnsi="Arial" w:cs="Arial"/>
              </w:rPr>
            </w:pPr>
          </w:p>
        </w:tc>
      </w:tr>
      <w:tr w:rsidR="00DD0E81" w14:paraId="4167DAE1" w14:textId="77777777" w:rsidTr="006F2A70">
        <w:tc>
          <w:tcPr>
            <w:tcW w:w="14174" w:type="dxa"/>
            <w:gridSpan w:val="3"/>
            <w:shd w:val="solid" w:color="B6DDE8" w:themeColor="accent5" w:themeTint="66" w:fill="auto"/>
          </w:tcPr>
          <w:p w14:paraId="4B276559"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Estimated Personal Injury collision reduction at application</w:t>
            </w:r>
          </w:p>
        </w:tc>
      </w:tr>
      <w:tr w:rsidR="00DD0E81" w14:paraId="00752CA1" w14:textId="77777777" w:rsidTr="006F2A70">
        <w:trPr>
          <w:trHeight w:val="455"/>
        </w:trPr>
        <w:tc>
          <w:tcPr>
            <w:tcW w:w="4724" w:type="dxa"/>
            <w:shd w:val="clear" w:color="B6DDE8" w:themeColor="accent5" w:themeTint="66" w:fill="auto"/>
          </w:tcPr>
          <w:p w14:paraId="4844B185" w14:textId="77777777" w:rsidR="00DD0E81" w:rsidRPr="006F2FC7" w:rsidRDefault="00DD0E81" w:rsidP="000073BB">
            <w:pPr>
              <w:spacing w:after="0" w:line="240" w:lineRule="auto"/>
              <w:rPr>
                <w:rFonts w:ascii="Arial" w:hAnsi="Arial" w:cs="Arial"/>
              </w:rPr>
            </w:pPr>
            <w:r w:rsidRPr="006F2FC7">
              <w:rPr>
                <w:rFonts w:ascii="Arial" w:hAnsi="Arial" w:cs="Arial"/>
              </w:rPr>
              <w:t>Estimated reduction of Fatal collisions</w:t>
            </w:r>
          </w:p>
        </w:tc>
        <w:tc>
          <w:tcPr>
            <w:tcW w:w="4725" w:type="dxa"/>
            <w:shd w:val="clear" w:color="B6DDE8" w:themeColor="accent5" w:themeTint="66" w:fill="auto"/>
          </w:tcPr>
          <w:p w14:paraId="0E5B159C"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Serious collisions</w:t>
            </w:r>
          </w:p>
        </w:tc>
        <w:tc>
          <w:tcPr>
            <w:tcW w:w="4725" w:type="dxa"/>
            <w:shd w:val="clear" w:color="B6DDE8" w:themeColor="accent5" w:themeTint="66" w:fill="auto"/>
          </w:tcPr>
          <w:p w14:paraId="5758B06D"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Slight collisions</w:t>
            </w:r>
          </w:p>
        </w:tc>
      </w:tr>
      <w:tr w:rsidR="00DD0E81" w14:paraId="0086CD7C" w14:textId="77777777" w:rsidTr="006F2A70">
        <w:tc>
          <w:tcPr>
            <w:tcW w:w="4724" w:type="dxa"/>
            <w:shd w:val="clear" w:color="B6DDE8" w:themeColor="accent5" w:themeTint="66" w:fill="auto"/>
          </w:tcPr>
          <w:p w14:paraId="2A3DC69A" w14:textId="77777777" w:rsidR="00DD0E81" w:rsidRDefault="00DD0E81" w:rsidP="00DD0E81">
            <w:pPr>
              <w:spacing w:after="0" w:line="240" w:lineRule="auto"/>
              <w:rPr>
                <w:rFonts w:ascii="Arial" w:hAnsi="Arial" w:cs="Arial"/>
              </w:rPr>
            </w:pPr>
          </w:p>
          <w:p w14:paraId="1EF8B892"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6CD87F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5E6563A" w14:textId="77777777" w:rsidR="00DD0E81" w:rsidRPr="006F2FC7" w:rsidRDefault="00DD0E81" w:rsidP="00DD0E81">
            <w:pPr>
              <w:spacing w:after="0" w:line="240" w:lineRule="auto"/>
              <w:rPr>
                <w:rFonts w:ascii="Arial" w:hAnsi="Arial" w:cs="Arial"/>
              </w:rPr>
            </w:pPr>
          </w:p>
        </w:tc>
      </w:tr>
      <w:tr w:rsidR="00DD0E81" w14:paraId="7B9A8C25" w14:textId="77777777" w:rsidTr="006F2A70">
        <w:tc>
          <w:tcPr>
            <w:tcW w:w="14174" w:type="dxa"/>
            <w:gridSpan w:val="3"/>
            <w:shd w:val="solid" w:color="B6DDE8" w:themeColor="accent5" w:themeTint="66" w:fill="auto"/>
          </w:tcPr>
          <w:p w14:paraId="4E85BC6D"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Actual Personal Injury collisions post scheme delivery (3 years data)</w:t>
            </w:r>
          </w:p>
        </w:tc>
      </w:tr>
      <w:tr w:rsidR="00DD0E81" w14:paraId="72646318" w14:textId="77777777" w:rsidTr="006F2A70">
        <w:tc>
          <w:tcPr>
            <w:tcW w:w="4724" w:type="dxa"/>
            <w:shd w:val="clear" w:color="B6DDE8" w:themeColor="accent5" w:themeTint="66" w:fill="auto"/>
          </w:tcPr>
          <w:p w14:paraId="72FF57FB"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8DF31CB"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35860B18"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7423F9A6" w14:textId="77777777" w:rsidTr="006F2A70">
        <w:tc>
          <w:tcPr>
            <w:tcW w:w="4724" w:type="dxa"/>
            <w:shd w:val="clear" w:color="B6DDE8" w:themeColor="accent5" w:themeTint="66" w:fill="auto"/>
          </w:tcPr>
          <w:p w14:paraId="103A8596" w14:textId="77777777" w:rsidR="00DD0E81" w:rsidRDefault="00DD0E81" w:rsidP="00DD0E81">
            <w:pPr>
              <w:spacing w:after="0" w:line="240" w:lineRule="auto"/>
              <w:rPr>
                <w:rFonts w:ascii="Arial" w:hAnsi="Arial" w:cs="Arial"/>
              </w:rPr>
            </w:pPr>
          </w:p>
          <w:p w14:paraId="3023745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B329421"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3E69991E" w14:textId="77777777" w:rsidR="00DD0E81" w:rsidRPr="006F2FC7" w:rsidRDefault="00DD0E81" w:rsidP="00DD0E81">
            <w:pPr>
              <w:spacing w:after="0" w:line="240" w:lineRule="auto"/>
              <w:rPr>
                <w:rFonts w:ascii="Arial" w:hAnsi="Arial" w:cs="Arial"/>
              </w:rPr>
            </w:pPr>
          </w:p>
        </w:tc>
      </w:tr>
      <w:tr w:rsidR="00DD0E81" w14:paraId="1B4D83F6" w14:textId="77777777" w:rsidTr="006F2A70">
        <w:tc>
          <w:tcPr>
            <w:tcW w:w="14174" w:type="dxa"/>
            <w:gridSpan w:val="3"/>
            <w:shd w:val="solid" w:color="B6DDE8" w:themeColor="accent5" w:themeTint="66" w:fill="auto"/>
          </w:tcPr>
          <w:p w14:paraId="232D48C5"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Performance against estimated collision  reduction ( +/- estimate  pa )</w:t>
            </w:r>
          </w:p>
        </w:tc>
      </w:tr>
      <w:tr w:rsidR="00DD0E81" w14:paraId="4C33FFA1" w14:textId="77777777" w:rsidTr="006F2A70">
        <w:tc>
          <w:tcPr>
            <w:tcW w:w="4724" w:type="dxa"/>
            <w:shd w:val="clear" w:color="B6DDE8" w:themeColor="accent5" w:themeTint="66" w:fill="auto"/>
          </w:tcPr>
          <w:p w14:paraId="07CC3868"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09C9E8F"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537BB74E"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4CDCCC2" w14:textId="77777777" w:rsidTr="006F2A70">
        <w:tc>
          <w:tcPr>
            <w:tcW w:w="4724" w:type="dxa"/>
            <w:shd w:val="clear" w:color="B6DDE8" w:themeColor="accent5" w:themeTint="66" w:fill="auto"/>
          </w:tcPr>
          <w:p w14:paraId="01E2AA98" w14:textId="77777777" w:rsidR="00DD0E81" w:rsidRDefault="00DD0E81" w:rsidP="00DD0E81">
            <w:pPr>
              <w:spacing w:after="0" w:line="240" w:lineRule="auto"/>
              <w:rPr>
                <w:rFonts w:ascii="Arial" w:hAnsi="Arial" w:cs="Arial"/>
              </w:rPr>
            </w:pPr>
          </w:p>
          <w:p w14:paraId="6FB73A4B"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3444E7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E837935" w14:textId="77777777" w:rsidR="00DD0E81" w:rsidRPr="006F2FC7" w:rsidRDefault="00DD0E81" w:rsidP="00DD0E81">
            <w:pPr>
              <w:spacing w:after="0" w:line="240" w:lineRule="auto"/>
              <w:rPr>
                <w:rFonts w:ascii="Arial" w:hAnsi="Arial" w:cs="Arial"/>
              </w:rPr>
            </w:pPr>
          </w:p>
        </w:tc>
      </w:tr>
      <w:tr w:rsidR="00DD0E81" w14:paraId="3895FF3E" w14:textId="77777777" w:rsidTr="006F2A70">
        <w:tc>
          <w:tcPr>
            <w:tcW w:w="14174" w:type="dxa"/>
            <w:gridSpan w:val="3"/>
            <w:shd w:val="solid" w:color="B6DDE8" w:themeColor="accent5" w:themeTint="66" w:fill="auto"/>
          </w:tcPr>
          <w:p w14:paraId="0634F48A"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Damage only collisions  pre scheme (3 years data) if applicable</w:t>
            </w:r>
          </w:p>
        </w:tc>
      </w:tr>
      <w:tr w:rsidR="00DD0E81" w14:paraId="23C5F7A7" w14:textId="77777777" w:rsidTr="006F2A70">
        <w:tc>
          <w:tcPr>
            <w:tcW w:w="14174" w:type="dxa"/>
            <w:gridSpan w:val="3"/>
            <w:shd w:val="clear" w:color="B6DDE8" w:themeColor="accent5" w:themeTint="66" w:fill="auto"/>
          </w:tcPr>
          <w:p w14:paraId="6D6DAE55"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4E717F87" w14:textId="77777777" w:rsidTr="006F2A70">
        <w:tc>
          <w:tcPr>
            <w:tcW w:w="14174" w:type="dxa"/>
            <w:gridSpan w:val="3"/>
            <w:shd w:val="clear" w:color="B6DDE8" w:themeColor="accent5" w:themeTint="66" w:fill="auto"/>
          </w:tcPr>
          <w:p w14:paraId="7CBA9669" w14:textId="77777777" w:rsidR="00DD0E81" w:rsidRDefault="00DD0E81" w:rsidP="00DD0E81">
            <w:pPr>
              <w:spacing w:after="0" w:line="240" w:lineRule="auto"/>
              <w:rPr>
                <w:rFonts w:ascii="Arial" w:hAnsi="Arial" w:cs="Arial"/>
              </w:rPr>
            </w:pPr>
          </w:p>
          <w:p w14:paraId="1D2924B2" w14:textId="77777777" w:rsidR="00DD0E81" w:rsidRPr="006F2FC7" w:rsidRDefault="00DD0E81" w:rsidP="00DD0E81">
            <w:pPr>
              <w:spacing w:after="0" w:line="240" w:lineRule="auto"/>
              <w:rPr>
                <w:rFonts w:ascii="Arial" w:hAnsi="Arial" w:cs="Arial"/>
              </w:rPr>
            </w:pPr>
          </w:p>
        </w:tc>
      </w:tr>
      <w:tr w:rsidR="00DD0E81" w14:paraId="04523086" w14:textId="77777777" w:rsidTr="006F2A70">
        <w:tc>
          <w:tcPr>
            <w:tcW w:w="14174" w:type="dxa"/>
            <w:gridSpan w:val="3"/>
            <w:shd w:val="solid" w:color="B6DDE8" w:themeColor="accent5" w:themeTint="66" w:fill="auto"/>
          </w:tcPr>
          <w:p w14:paraId="73364717"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Actual damage only collisions post scheme delivery (3 years data) if applicable</w:t>
            </w:r>
          </w:p>
        </w:tc>
      </w:tr>
      <w:tr w:rsidR="00DD0E81" w14:paraId="36B15C0C" w14:textId="77777777" w:rsidTr="006F2A70">
        <w:tc>
          <w:tcPr>
            <w:tcW w:w="14174" w:type="dxa"/>
            <w:gridSpan w:val="3"/>
            <w:shd w:val="clear" w:color="B6DDE8" w:themeColor="accent5" w:themeTint="66" w:fill="auto"/>
          </w:tcPr>
          <w:p w14:paraId="601C3F32"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3A05540A" w14:textId="77777777" w:rsidTr="006F2A70">
        <w:tc>
          <w:tcPr>
            <w:tcW w:w="14174" w:type="dxa"/>
            <w:gridSpan w:val="3"/>
            <w:shd w:val="clear" w:color="B6DDE8" w:themeColor="accent5" w:themeTint="66" w:fill="auto"/>
          </w:tcPr>
          <w:p w14:paraId="4D250E00" w14:textId="77777777" w:rsidR="00DD0E81" w:rsidRDefault="00DD0E81" w:rsidP="00DD0E81">
            <w:pPr>
              <w:spacing w:after="0" w:line="240" w:lineRule="auto"/>
            </w:pPr>
          </w:p>
          <w:p w14:paraId="21970772" w14:textId="77777777" w:rsidR="003925DA" w:rsidRDefault="003925DA" w:rsidP="00DD0E81">
            <w:pPr>
              <w:spacing w:after="0" w:line="240" w:lineRule="auto"/>
            </w:pPr>
          </w:p>
        </w:tc>
      </w:tr>
    </w:tbl>
    <w:p w14:paraId="7975E33D"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3A9B92AC"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D569F88"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F331672"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65F0FEEF" w14:textId="77777777" w:rsidR="00B1627E" w:rsidRDefault="00B1627E">
      <w:pPr>
        <w:spacing w:after="0" w:line="240" w:lineRule="auto"/>
        <w:rPr>
          <w:rFonts w:ascii="Arial" w:hAnsi="Arial" w:cs="Arial"/>
          <w:b/>
          <w:sz w:val="24"/>
          <w:szCs w:val="24"/>
        </w:rPr>
      </w:pPr>
      <w:r>
        <w:rPr>
          <w:rFonts w:cs="Arial"/>
          <w:b/>
          <w:szCs w:val="24"/>
        </w:rPr>
        <w:br w:type="page"/>
      </w:r>
    </w:p>
    <w:p w14:paraId="697109D6" w14:textId="77777777" w:rsidR="00DD0E81" w:rsidRDefault="00DD0E81" w:rsidP="00DD0E81">
      <w:pPr>
        <w:pStyle w:val="Heading3"/>
        <w:numPr>
          <w:ilvl w:val="0"/>
          <w:numId w:val="0"/>
        </w:numPr>
        <w:tabs>
          <w:tab w:val="num" w:pos="1418"/>
          <w:tab w:val="num" w:pos="1532"/>
          <w:tab w:val="num" w:pos="2268"/>
        </w:tabs>
        <w:jc w:val="left"/>
        <w:rPr>
          <w:rFonts w:cs="Arial"/>
          <w:b/>
          <w:szCs w:val="24"/>
        </w:rPr>
      </w:pPr>
      <w:r>
        <w:rPr>
          <w:rFonts w:cs="Arial"/>
          <w:b/>
          <w:szCs w:val="24"/>
        </w:rPr>
        <w:lastRenderedPageBreak/>
        <w:t xml:space="preserve">Table </w:t>
      </w:r>
      <w:r w:rsidR="002E19CA">
        <w:rPr>
          <w:rFonts w:cs="Arial"/>
          <w:b/>
          <w:szCs w:val="24"/>
        </w:rPr>
        <w:t>4</w:t>
      </w:r>
      <w:r w:rsidRPr="00AF141B">
        <w:rPr>
          <w:rFonts w:cs="Arial"/>
          <w:b/>
          <w:szCs w:val="24"/>
        </w:rPr>
        <w:t xml:space="preserve"> </w:t>
      </w:r>
      <w:r>
        <w:rPr>
          <w:rFonts w:cs="Arial"/>
          <w:b/>
          <w:szCs w:val="24"/>
        </w:rPr>
        <w:t>–</w:t>
      </w:r>
      <w:r w:rsidRPr="00AF141B">
        <w:rPr>
          <w:rFonts w:cs="Arial"/>
          <w:b/>
          <w:szCs w:val="24"/>
        </w:rPr>
        <w:t xml:space="preserve"> </w:t>
      </w:r>
      <w:r>
        <w:rPr>
          <w:rFonts w:cs="Arial"/>
          <w:b/>
          <w:szCs w:val="24"/>
        </w:rPr>
        <w:t xml:space="preserve">Road Safety Capital Scheme </w:t>
      </w:r>
      <w:r w:rsidRPr="00AF141B">
        <w:rPr>
          <w:rFonts w:cs="Arial"/>
          <w:b/>
          <w:szCs w:val="24"/>
        </w:rPr>
        <w:t>Outcomes – Collision Reduction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1E6FFF9E" w14:textId="77777777" w:rsidTr="006F2A70">
        <w:tc>
          <w:tcPr>
            <w:tcW w:w="14174" w:type="dxa"/>
            <w:gridSpan w:val="3"/>
            <w:shd w:val="solid" w:color="B6DDE8" w:themeColor="accent5" w:themeTint="66" w:fill="auto"/>
          </w:tcPr>
          <w:p w14:paraId="30934FFA" w14:textId="77777777" w:rsidR="00DD0E81" w:rsidRPr="006F2FC7" w:rsidRDefault="00DD0E81" w:rsidP="003925DA">
            <w:pPr>
              <w:spacing w:after="0" w:line="240" w:lineRule="auto"/>
              <w:jc w:val="center"/>
              <w:rPr>
                <w:rFonts w:ascii="Arial" w:hAnsi="Arial" w:cs="Arial"/>
              </w:rPr>
            </w:pPr>
            <w:r w:rsidRPr="006F2FC7">
              <w:rPr>
                <w:rFonts w:ascii="Arial" w:hAnsi="Arial" w:cs="Arial"/>
                <w:b/>
                <w:sz w:val="24"/>
                <w:szCs w:val="24"/>
              </w:rPr>
              <w:t>Personal Injury casualties pre scheme (3 years data)</w:t>
            </w:r>
          </w:p>
        </w:tc>
      </w:tr>
      <w:tr w:rsidR="00DD0E81" w14:paraId="46F2DCBF" w14:textId="77777777" w:rsidTr="006F2A70">
        <w:tc>
          <w:tcPr>
            <w:tcW w:w="4724" w:type="dxa"/>
            <w:shd w:val="clear" w:color="B6DDE8" w:themeColor="accent5" w:themeTint="66" w:fill="auto"/>
          </w:tcPr>
          <w:p w14:paraId="49AE030D"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33B7DB78"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F6B6AF4"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72E8BE90" w14:textId="77777777" w:rsidTr="006F2A70">
        <w:tc>
          <w:tcPr>
            <w:tcW w:w="4724" w:type="dxa"/>
            <w:shd w:val="clear" w:color="B6DDE8" w:themeColor="accent5" w:themeTint="66" w:fill="auto"/>
          </w:tcPr>
          <w:p w14:paraId="6E0B5783" w14:textId="77777777" w:rsidR="00DD0E81" w:rsidRDefault="00DD0E81" w:rsidP="003925DA">
            <w:pPr>
              <w:spacing w:after="0" w:line="240" w:lineRule="auto"/>
              <w:rPr>
                <w:rFonts w:ascii="Arial" w:hAnsi="Arial" w:cs="Arial"/>
              </w:rPr>
            </w:pPr>
          </w:p>
          <w:p w14:paraId="44292B69"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7A73277E"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EBF1080" w14:textId="77777777" w:rsidR="00DD0E81" w:rsidRPr="006F2FC7" w:rsidRDefault="00DD0E81" w:rsidP="003925DA">
            <w:pPr>
              <w:spacing w:after="0" w:line="240" w:lineRule="auto"/>
              <w:rPr>
                <w:rFonts w:ascii="Arial" w:hAnsi="Arial" w:cs="Arial"/>
              </w:rPr>
            </w:pPr>
          </w:p>
        </w:tc>
      </w:tr>
      <w:tr w:rsidR="00DD0E81" w14:paraId="63A959F1" w14:textId="77777777" w:rsidTr="006F2A70">
        <w:tc>
          <w:tcPr>
            <w:tcW w:w="14174" w:type="dxa"/>
            <w:gridSpan w:val="3"/>
            <w:shd w:val="solid" w:color="B6DDE8" w:themeColor="accent5" w:themeTint="66" w:fill="auto"/>
          </w:tcPr>
          <w:p w14:paraId="65E37FC3"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Estimated Personal Injury casualty reduction at application</w:t>
            </w:r>
          </w:p>
        </w:tc>
      </w:tr>
      <w:tr w:rsidR="00DD0E81" w14:paraId="76EC324A" w14:textId="77777777" w:rsidTr="006F2A70">
        <w:tc>
          <w:tcPr>
            <w:tcW w:w="4724" w:type="dxa"/>
            <w:shd w:val="clear" w:color="B6DDE8" w:themeColor="accent5" w:themeTint="66" w:fill="auto"/>
          </w:tcPr>
          <w:p w14:paraId="72EC6749" w14:textId="77777777" w:rsidR="003925DA" w:rsidRPr="006F2FC7" w:rsidRDefault="00DD0E81" w:rsidP="000073BB">
            <w:pPr>
              <w:spacing w:after="0" w:line="240" w:lineRule="auto"/>
              <w:rPr>
                <w:rFonts w:ascii="Arial" w:hAnsi="Arial" w:cs="Arial"/>
              </w:rPr>
            </w:pPr>
            <w:r w:rsidRPr="006F2FC7">
              <w:rPr>
                <w:rFonts w:ascii="Arial" w:hAnsi="Arial" w:cs="Arial"/>
              </w:rPr>
              <w:t>Estimated reduction of Fatal casualties</w:t>
            </w:r>
          </w:p>
        </w:tc>
        <w:tc>
          <w:tcPr>
            <w:tcW w:w="4725" w:type="dxa"/>
            <w:shd w:val="clear" w:color="B6DDE8" w:themeColor="accent5" w:themeTint="66" w:fill="auto"/>
          </w:tcPr>
          <w:p w14:paraId="72435B92"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Serious  casualties</w:t>
            </w:r>
          </w:p>
        </w:tc>
        <w:tc>
          <w:tcPr>
            <w:tcW w:w="4725" w:type="dxa"/>
            <w:shd w:val="clear" w:color="B6DDE8" w:themeColor="accent5" w:themeTint="66" w:fill="auto"/>
          </w:tcPr>
          <w:p w14:paraId="1D1CDA37"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Slight casualties</w:t>
            </w:r>
          </w:p>
        </w:tc>
      </w:tr>
      <w:tr w:rsidR="00DD0E81" w14:paraId="2DA073CC" w14:textId="77777777" w:rsidTr="006F2A70">
        <w:tc>
          <w:tcPr>
            <w:tcW w:w="4724" w:type="dxa"/>
            <w:shd w:val="clear" w:color="B6DDE8" w:themeColor="accent5" w:themeTint="66" w:fill="auto"/>
          </w:tcPr>
          <w:p w14:paraId="5E523791" w14:textId="77777777" w:rsidR="00DD0E81" w:rsidRDefault="00DD0E81" w:rsidP="003925DA">
            <w:pPr>
              <w:spacing w:after="0" w:line="240" w:lineRule="auto"/>
              <w:rPr>
                <w:rFonts w:ascii="Arial" w:hAnsi="Arial" w:cs="Arial"/>
              </w:rPr>
            </w:pPr>
          </w:p>
          <w:p w14:paraId="132AAB17"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6F25D08"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AE7E746" w14:textId="77777777" w:rsidR="00DD0E81" w:rsidRPr="006F2FC7" w:rsidRDefault="00DD0E81" w:rsidP="003925DA">
            <w:pPr>
              <w:spacing w:after="0" w:line="240" w:lineRule="auto"/>
              <w:rPr>
                <w:rFonts w:ascii="Arial" w:hAnsi="Arial" w:cs="Arial"/>
              </w:rPr>
            </w:pPr>
          </w:p>
        </w:tc>
      </w:tr>
      <w:tr w:rsidR="00DD0E81" w14:paraId="7FDFEFC6" w14:textId="77777777" w:rsidTr="006F2A70">
        <w:tc>
          <w:tcPr>
            <w:tcW w:w="14174" w:type="dxa"/>
            <w:gridSpan w:val="3"/>
            <w:shd w:val="solid" w:color="B6DDE8" w:themeColor="accent5" w:themeTint="66" w:fill="auto"/>
          </w:tcPr>
          <w:p w14:paraId="7F872D40"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Actual Personal Injury casualties post scheme delivery (3 years data)</w:t>
            </w:r>
          </w:p>
        </w:tc>
      </w:tr>
      <w:tr w:rsidR="00DD0E81" w14:paraId="019DC161" w14:textId="77777777" w:rsidTr="006F2A70">
        <w:tc>
          <w:tcPr>
            <w:tcW w:w="4724" w:type="dxa"/>
            <w:shd w:val="clear" w:color="B6DDE8" w:themeColor="accent5" w:themeTint="66" w:fill="auto"/>
          </w:tcPr>
          <w:p w14:paraId="4CFE8520"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5B4602C0"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7E46FB2"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D7DF3D6" w14:textId="77777777" w:rsidTr="006F2A70">
        <w:tc>
          <w:tcPr>
            <w:tcW w:w="4724" w:type="dxa"/>
            <w:shd w:val="clear" w:color="B6DDE8" w:themeColor="accent5" w:themeTint="66" w:fill="auto"/>
          </w:tcPr>
          <w:p w14:paraId="1C10652E" w14:textId="77777777" w:rsidR="00DD0E81" w:rsidRDefault="00DD0E81" w:rsidP="003925DA">
            <w:pPr>
              <w:spacing w:after="0" w:line="240" w:lineRule="auto"/>
              <w:rPr>
                <w:rFonts w:ascii="Arial" w:hAnsi="Arial" w:cs="Arial"/>
              </w:rPr>
            </w:pPr>
          </w:p>
          <w:p w14:paraId="3C065F5E"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5B856D5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8C01F4F" w14:textId="77777777" w:rsidR="00DD0E81" w:rsidRPr="006F2FC7" w:rsidRDefault="00DD0E81" w:rsidP="003925DA">
            <w:pPr>
              <w:spacing w:after="0" w:line="240" w:lineRule="auto"/>
              <w:rPr>
                <w:rFonts w:ascii="Arial" w:hAnsi="Arial" w:cs="Arial"/>
              </w:rPr>
            </w:pPr>
          </w:p>
        </w:tc>
      </w:tr>
      <w:tr w:rsidR="00DD0E81" w14:paraId="69954DF0" w14:textId="77777777" w:rsidTr="006F2A70">
        <w:tc>
          <w:tcPr>
            <w:tcW w:w="14174" w:type="dxa"/>
            <w:gridSpan w:val="3"/>
            <w:shd w:val="solid" w:color="B6DDE8" w:themeColor="accent5" w:themeTint="66" w:fill="auto"/>
          </w:tcPr>
          <w:p w14:paraId="1400464A"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Performance against estimated casualty  reduction ( +/- estimate  pa )</w:t>
            </w:r>
          </w:p>
        </w:tc>
      </w:tr>
      <w:tr w:rsidR="00DD0E81" w14:paraId="2B46A014" w14:textId="77777777" w:rsidTr="006F2A70">
        <w:tc>
          <w:tcPr>
            <w:tcW w:w="4724" w:type="dxa"/>
            <w:shd w:val="clear" w:color="B6DDE8" w:themeColor="accent5" w:themeTint="66" w:fill="auto"/>
          </w:tcPr>
          <w:p w14:paraId="1FDBCDDA" w14:textId="77777777" w:rsidR="00DD0E81" w:rsidRPr="006F2FC7" w:rsidRDefault="00DD0E81" w:rsidP="003925DA">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4E74D99E"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73CD6FCA"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04C59E2" w14:textId="77777777" w:rsidTr="006F2A70">
        <w:tc>
          <w:tcPr>
            <w:tcW w:w="4724" w:type="dxa"/>
            <w:shd w:val="clear" w:color="B6DDE8" w:themeColor="accent5" w:themeTint="66" w:fill="auto"/>
          </w:tcPr>
          <w:p w14:paraId="4F77F74E" w14:textId="77777777" w:rsidR="00DD0E81" w:rsidRDefault="00DD0E81" w:rsidP="003925DA">
            <w:pPr>
              <w:spacing w:after="0" w:line="240" w:lineRule="auto"/>
              <w:rPr>
                <w:rFonts w:ascii="Arial" w:hAnsi="Arial" w:cs="Arial"/>
              </w:rPr>
            </w:pPr>
          </w:p>
          <w:p w14:paraId="48575596"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97B24B2"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43BAC42" w14:textId="77777777" w:rsidR="00DD0E81" w:rsidRPr="006F2FC7" w:rsidRDefault="00DD0E81" w:rsidP="003925DA">
            <w:pPr>
              <w:spacing w:after="0" w:line="240" w:lineRule="auto"/>
              <w:rPr>
                <w:rFonts w:ascii="Arial" w:hAnsi="Arial" w:cs="Arial"/>
              </w:rPr>
            </w:pPr>
          </w:p>
        </w:tc>
      </w:tr>
      <w:tr w:rsidR="00DD0E81" w14:paraId="4E05482D" w14:textId="77777777" w:rsidTr="006F2A70">
        <w:tc>
          <w:tcPr>
            <w:tcW w:w="14174" w:type="dxa"/>
            <w:gridSpan w:val="3"/>
            <w:shd w:val="solid" w:color="B6DDE8" w:themeColor="accent5" w:themeTint="66" w:fill="auto"/>
          </w:tcPr>
          <w:p w14:paraId="6C21213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High Risk and V</w:t>
            </w:r>
            <w:r w:rsidRPr="006F2FC7">
              <w:rPr>
                <w:rFonts w:ascii="Arial" w:hAnsi="Arial" w:cs="Arial"/>
                <w:b/>
                <w:sz w:val="24"/>
                <w:szCs w:val="24"/>
              </w:rPr>
              <w:t>ulnerable group casualties pre scheme (3 years data)</w:t>
            </w:r>
          </w:p>
        </w:tc>
      </w:tr>
      <w:tr w:rsidR="00DD0E81" w14:paraId="61D10FF7" w14:textId="77777777" w:rsidTr="006F2A70">
        <w:tc>
          <w:tcPr>
            <w:tcW w:w="4724" w:type="dxa"/>
            <w:shd w:val="clear" w:color="B6DDE8" w:themeColor="accent5" w:themeTint="66" w:fill="auto"/>
          </w:tcPr>
          <w:p w14:paraId="3BAEBB8B" w14:textId="77777777" w:rsidR="003925DA" w:rsidRPr="006F2FC7" w:rsidRDefault="00DD0E81" w:rsidP="000073BB">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95D8B21"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54AF3D57"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6C955CEC" w14:textId="77777777" w:rsidTr="006F2A70">
        <w:tc>
          <w:tcPr>
            <w:tcW w:w="4724" w:type="dxa"/>
            <w:shd w:val="clear" w:color="B6DDE8" w:themeColor="accent5" w:themeTint="66" w:fill="auto"/>
          </w:tcPr>
          <w:p w14:paraId="2C5E5D02"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B22ED3E" w14:textId="77777777" w:rsidR="003925DA" w:rsidRDefault="003925DA" w:rsidP="003925DA">
            <w:pPr>
              <w:spacing w:after="0" w:line="240" w:lineRule="auto"/>
              <w:rPr>
                <w:rFonts w:ascii="Arial" w:hAnsi="Arial" w:cs="Arial"/>
              </w:rPr>
            </w:pPr>
          </w:p>
          <w:p w14:paraId="45F4435B" w14:textId="77777777" w:rsidR="003925DA" w:rsidRDefault="003925DA" w:rsidP="003925DA">
            <w:pPr>
              <w:spacing w:after="0" w:line="240" w:lineRule="auto"/>
              <w:rPr>
                <w:rFonts w:ascii="Arial" w:hAnsi="Arial" w:cs="Arial"/>
              </w:rPr>
            </w:pPr>
          </w:p>
          <w:p w14:paraId="46C8E01C" w14:textId="77777777" w:rsidR="003925DA" w:rsidRDefault="003925DA" w:rsidP="003925DA">
            <w:pPr>
              <w:spacing w:after="0" w:line="240" w:lineRule="auto"/>
              <w:rPr>
                <w:rFonts w:ascii="Arial" w:hAnsi="Arial" w:cs="Arial"/>
              </w:rPr>
            </w:pPr>
          </w:p>
          <w:p w14:paraId="234A7B26" w14:textId="77777777" w:rsidR="003925DA" w:rsidRDefault="003925DA" w:rsidP="003925DA">
            <w:pPr>
              <w:spacing w:after="0" w:line="240" w:lineRule="auto"/>
              <w:rPr>
                <w:rFonts w:ascii="Arial" w:hAnsi="Arial" w:cs="Arial"/>
              </w:rPr>
            </w:pPr>
          </w:p>
          <w:p w14:paraId="7B6326A2"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25CE2025"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tc>
        <w:tc>
          <w:tcPr>
            <w:tcW w:w="4725" w:type="dxa"/>
            <w:shd w:val="clear" w:color="B6DDE8" w:themeColor="accent5" w:themeTint="66" w:fill="auto"/>
          </w:tcPr>
          <w:p w14:paraId="6FB3F8B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6658828E" w14:textId="77777777" w:rsidR="00DD0E81" w:rsidRPr="006F2FC7" w:rsidRDefault="00DD0E81" w:rsidP="003925DA">
            <w:pPr>
              <w:spacing w:after="0" w:line="240" w:lineRule="auto"/>
              <w:rPr>
                <w:rFonts w:ascii="Arial" w:hAnsi="Arial" w:cs="Arial"/>
              </w:rPr>
            </w:pPr>
          </w:p>
        </w:tc>
      </w:tr>
      <w:tr w:rsidR="00DD0E81" w14:paraId="1B4A74DA" w14:textId="77777777" w:rsidTr="006F2A70">
        <w:tc>
          <w:tcPr>
            <w:tcW w:w="4724" w:type="dxa"/>
            <w:shd w:val="clear" w:color="B6DDE8" w:themeColor="accent5" w:themeTint="66" w:fill="auto"/>
          </w:tcPr>
          <w:p w14:paraId="391AB3AF" w14:textId="77777777" w:rsidR="003925DA" w:rsidRPr="006F2FC7" w:rsidRDefault="00DD0E81" w:rsidP="000073BB">
            <w:pPr>
              <w:spacing w:after="0" w:line="240" w:lineRule="auto"/>
              <w:rPr>
                <w:rFonts w:ascii="Arial" w:hAnsi="Arial" w:cs="Arial"/>
              </w:rPr>
            </w:pPr>
            <w:r>
              <w:rPr>
                <w:rFonts w:ascii="Arial" w:hAnsi="Arial" w:cs="Arial"/>
              </w:rPr>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06C146B"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D583086"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1BCFF447" w14:textId="77777777" w:rsidTr="006F2A70">
        <w:tc>
          <w:tcPr>
            <w:tcW w:w="4724" w:type="dxa"/>
            <w:shd w:val="clear" w:color="B6DDE8" w:themeColor="accent5" w:themeTint="66" w:fill="auto"/>
          </w:tcPr>
          <w:p w14:paraId="12717F74"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73337B8" w14:textId="77777777" w:rsidR="003925DA" w:rsidRDefault="003925DA" w:rsidP="003925DA">
            <w:pPr>
              <w:spacing w:after="0" w:line="240" w:lineRule="auto"/>
              <w:rPr>
                <w:rFonts w:ascii="Arial" w:hAnsi="Arial" w:cs="Arial"/>
              </w:rPr>
            </w:pPr>
          </w:p>
          <w:p w14:paraId="72ED589F" w14:textId="77777777" w:rsidR="003925DA" w:rsidRDefault="003925DA" w:rsidP="003925DA">
            <w:pPr>
              <w:spacing w:after="0" w:line="240" w:lineRule="auto"/>
              <w:rPr>
                <w:rFonts w:ascii="Arial" w:hAnsi="Arial" w:cs="Arial"/>
              </w:rPr>
            </w:pPr>
          </w:p>
          <w:p w14:paraId="166DB03E" w14:textId="77777777" w:rsidR="003925DA" w:rsidRDefault="003925DA" w:rsidP="003925DA">
            <w:pPr>
              <w:spacing w:after="0" w:line="240" w:lineRule="auto"/>
              <w:rPr>
                <w:rFonts w:ascii="Arial" w:hAnsi="Arial" w:cs="Arial"/>
              </w:rPr>
            </w:pPr>
          </w:p>
          <w:p w14:paraId="090F0455" w14:textId="77777777" w:rsidR="00DD0E81" w:rsidRDefault="00DD0E81" w:rsidP="003925DA">
            <w:pPr>
              <w:spacing w:after="0" w:line="240" w:lineRule="auto"/>
              <w:rPr>
                <w:rFonts w:ascii="Arial" w:hAnsi="Arial" w:cs="Arial"/>
              </w:rPr>
            </w:pPr>
          </w:p>
          <w:p w14:paraId="2025E123"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83AAE4A"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E3D3E07"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E8150A8"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2002D20" w14:textId="77777777" w:rsidR="00DD0E81" w:rsidRPr="006F2FC7" w:rsidRDefault="00DD0E81" w:rsidP="003925DA">
            <w:pPr>
              <w:spacing w:after="0" w:line="240" w:lineRule="auto"/>
              <w:rPr>
                <w:rFonts w:ascii="Arial" w:hAnsi="Arial" w:cs="Arial"/>
              </w:rPr>
            </w:pPr>
          </w:p>
        </w:tc>
      </w:tr>
      <w:tr w:rsidR="00DD0E81" w14:paraId="5361F22D" w14:textId="77777777" w:rsidTr="006F2A70">
        <w:tc>
          <w:tcPr>
            <w:tcW w:w="14174" w:type="dxa"/>
            <w:gridSpan w:val="3"/>
            <w:shd w:val="solid" w:color="B6DDE8" w:themeColor="accent5" w:themeTint="66" w:fill="auto"/>
          </w:tcPr>
          <w:p w14:paraId="13DAFE7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 xml:space="preserve">Actual High Risk and Vulnerable group casualties post </w:t>
            </w:r>
            <w:r w:rsidRPr="006F2FC7">
              <w:rPr>
                <w:rFonts w:ascii="Arial" w:hAnsi="Arial" w:cs="Arial"/>
                <w:b/>
                <w:sz w:val="24"/>
                <w:szCs w:val="24"/>
              </w:rPr>
              <w:t>scheme</w:t>
            </w:r>
            <w:r>
              <w:rPr>
                <w:rFonts w:ascii="Arial" w:hAnsi="Arial" w:cs="Arial"/>
                <w:b/>
                <w:sz w:val="24"/>
                <w:szCs w:val="24"/>
              </w:rPr>
              <w:t xml:space="preserve"> delivery</w:t>
            </w:r>
            <w:r w:rsidRPr="006F2FC7">
              <w:rPr>
                <w:rFonts w:ascii="Arial" w:hAnsi="Arial" w:cs="Arial"/>
                <w:b/>
                <w:sz w:val="24"/>
                <w:szCs w:val="24"/>
              </w:rPr>
              <w:t xml:space="preserve"> (3 years data)</w:t>
            </w:r>
          </w:p>
        </w:tc>
      </w:tr>
      <w:tr w:rsidR="00DD0E81" w14:paraId="06B35CBC" w14:textId="77777777" w:rsidTr="006F2A70">
        <w:tc>
          <w:tcPr>
            <w:tcW w:w="4724" w:type="dxa"/>
            <w:shd w:val="clear" w:color="B6DDE8" w:themeColor="accent5" w:themeTint="66" w:fill="auto"/>
          </w:tcPr>
          <w:p w14:paraId="6F949058" w14:textId="77777777" w:rsidR="003925DA" w:rsidRPr="006F2FC7" w:rsidRDefault="00DD0E81" w:rsidP="003925DA">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17284AB"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115861FA"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34AC85DD" w14:textId="77777777" w:rsidTr="006F2A70">
        <w:tc>
          <w:tcPr>
            <w:tcW w:w="4724" w:type="dxa"/>
            <w:shd w:val="clear" w:color="B6DDE8" w:themeColor="accent5" w:themeTint="66" w:fill="auto"/>
          </w:tcPr>
          <w:p w14:paraId="29F9528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5CDF70F6" w14:textId="77777777" w:rsidR="00DD0E81" w:rsidRDefault="00DD0E81" w:rsidP="003925DA">
            <w:pPr>
              <w:spacing w:after="0" w:line="240" w:lineRule="auto"/>
              <w:rPr>
                <w:rFonts w:ascii="Arial" w:hAnsi="Arial" w:cs="Arial"/>
              </w:rPr>
            </w:pPr>
          </w:p>
          <w:p w14:paraId="02FD7380" w14:textId="77777777" w:rsidR="003925DA" w:rsidRDefault="003925DA" w:rsidP="003925DA">
            <w:pPr>
              <w:spacing w:after="0" w:line="240" w:lineRule="auto"/>
              <w:rPr>
                <w:rFonts w:ascii="Arial" w:hAnsi="Arial" w:cs="Arial"/>
              </w:rPr>
            </w:pPr>
          </w:p>
          <w:p w14:paraId="504498B7" w14:textId="77777777" w:rsidR="003925DA" w:rsidRDefault="003925DA" w:rsidP="003925DA">
            <w:pPr>
              <w:spacing w:after="0" w:line="240" w:lineRule="auto"/>
              <w:rPr>
                <w:rFonts w:ascii="Arial" w:hAnsi="Arial" w:cs="Arial"/>
              </w:rPr>
            </w:pPr>
          </w:p>
          <w:p w14:paraId="72A38C8E" w14:textId="77777777" w:rsidR="003925DA" w:rsidRDefault="003925DA" w:rsidP="003925DA">
            <w:pPr>
              <w:spacing w:after="0" w:line="240" w:lineRule="auto"/>
              <w:rPr>
                <w:rFonts w:ascii="Arial" w:hAnsi="Arial" w:cs="Arial"/>
              </w:rPr>
            </w:pPr>
          </w:p>
          <w:p w14:paraId="07541FE5" w14:textId="77777777" w:rsidR="003925DA" w:rsidRPr="006F2FC7" w:rsidRDefault="003925DA" w:rsidP="003925DA">
            <w:pPr>
              <w:spacing w:after="0" w:line="240" w:lineRule="auto"/>
              <w:rPr>
                <w:rFonts w:ascii="Arial" w:hAnsi="Arial" w:cs="Arial"/>
              </w:rPr>
            </w:pPr>
          </w:p>
          <w:p w14:paraId="415854DB"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4BC2607"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710BDDE4" w14:textId="77777777" w:rsidR="00DD0E81" w:rsidRPr="006F2FC7" w:rsidRDefault="00DD0E81" w:rsidP="003925DA">
            <w:pPr>
              <w:spacing w:after="0" w:line="240" w:lineRule="auto"/>
              <w:rPr>
                <w:rFonts w:ascii="Arial" w:hAnsi="Arial" w:cs="Arial"/>
              </w:rPr>
            </w:pPr>
          </w:p>
          <w:p w14:paraId="6F4C5DB3"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FB38F3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06892BB0" w14:textId="77777777" w:rsidR="00DD0E81" w:rsidRPr="006F2FC7" w:rsidRDefault="00DD0E81" w:rsidP="003925DA">
            <w:pPr>
              <w:spacing w:after="0" w:line="240" w:lineRule="auto"/>
              <w:rPr>
                <w:rFonts w:ascii="Arial" w:hAnsi="Arial" w:cs="Arial"/>
              </w:rPr>
            </w:pPr>
          </w:p>
          <w:p w14:paraId="575DAD18" w14:textId="77777777" w:rsidR="00DD0E81" w:rsidRDefault="00DD0E81" w:rsidP="003925DA">
            <w:pPr>
              <w:spacing w:after="0" w:line="240" w:lineRule="auto"/>
              <w:rPr>
                <w:rFonts w:ascii="Arial" w:hAnsi="Arial" w:cs="Arial"/>
              </w:rPr>
            </w:pPr>
          </w:p>
          <w:p w14:paraId="3FC6475D" w14:textId="77777777" w:rsidR="00DD0E81" w:rsidRPr="006F2FC7" w:rsidRDefault="00DD0E81" w:rsidP="003925DA">
            <w:pPr>
              <w:spacing w:after="0" w:line="240" w:lineRule="auto"/>
              <w:rPr>
                <w:rFonts w:ascii="Arial" w:hAnsi="Arial" w:cs="Arial"/>
              </w:rPr>
            </w:pPr>
          </w:p>
        </w:tc>
      </w:tr>
      <w:tr w:rsidR="00DD0E81" w14:paraId="5B4049A1" w14:textId="77777777" w:rsidTr="006F2A70">
        <w:tc>
          <w:tcPr>
            <w:tcW w:w="4724" w:type="dxa"/>
            <w:shd w:val="clear" w:color="B6DDE8" w:themeColor="accent5" w:themeTint="66" w:fill="auto"/>
          </w:tcPr>
          <w:p w14:paraId="59984946" w14:textId="77777777" w:rsidR="00DD0E81" w:rsidRPr="006F2FC7" w:rsidRDefault="00DD0E81" w:rsidP="003925DA">
            <w:pPr>
              <w:spacing w:after="0" w:line="240" w:lineRule="auto"/>
              <w:rPr>
                <w:rFonts w:ascii="Arial" w:hAnsi="Arial" w:cs="Arial"/>
              </w:rPr>
            </w:pPr>
            <w:r>
              <w:rPr>
                <w:rFonts w:ascii="Arial" w:hAnsi="Arial" w:cs="Arial"/>
              </w:rPr>
              <w:lastRenderedPageBreak/>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423FE20A"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27CF6AC8"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66775554" w14:textId="77777777" w:rsidTr="006F2A70">
        <w:tc>
          <w:tcPr>
            <w:tcW w:w="4724" w:type="dxa"/>
            <w:shd w:val="clear" w:color="B6DDE8" w:themeColor="accent5" w:themeTint="66" w:fill="auto"/>
          </w:tcPr>
          <w:p w14:paraId="4C55908F"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997AD72" w14:textId="77777777" w:rsidR="00DD0E81" w:rsidRDefault="00DD0E81" w:rsidP="003925DA">
            <w:pPr>
              <w:spacing w:after="0" w:line="240" w:lineRule="auto"/>
              <w:rPr>
                <w:rFonts w:ascii="Arial" w:hAnsi="Arial" w:cs="Arial"/>
              </w:rPr>
            </w:pPr>
          </w:p>
          <w:p w14:paraId="1AE5ACAF" w14:textId="77777777" w:rsidR="003925DA" w:rsidRDefault="003925DA" w:rsidP="003925DA">
            <w:pPr>
              <w:spacing w:after="0" w:line="240" w:lineRule="auto"/>
              <w:rPr>
                <w:rFonts w:ascii="Arial" w:hAnsi="Arial" w:cs="Arial"/>
              </w:rPr>
            </w:pPr>
          </w:p>
          <w:p w14:paraId="781E66E0" w14:textId="77777777" w:rsidR="003925DA" w:rsidRDefault="003925DA" w:rsidP="003925DA">
            <w:pPr>
              <w:spacing w:after="0" w:line="240" w:lineRule="auto"/>
              <w:rPr>
                <w:rFonts w:ascii="Arial" w:hAnsi="Arial" w:cs="Arial"/>
              </w:rPr>
            </w:pPr>
          </w:p>
          <w:p w14:paraId="415D8D25" w14:textId="77777777" w:rsidR="003925DA" w:rsidRDefault="003925DA" w:rsidP="003925DA">
            <w:pPr>
              <w:spacing w:after="0" w:line="240" w:lineRule="auto"/>
              <w:rPr>
                <w:rFonts w:ascii="Arial" w:hAnsi="Arial" w:cs="Arial"/>
              </w:rPr>
            </w:pPr>
          </w:p>
          <w:p w14:paraId="3CFCA254" w14:textId="77777777" w:rsidR="003925DA" w:rsidRDefault="003925DA" w:rsidP="003925DA">
            <w:pPr>
              <w:spacing w:after="0" w:line="240" w:lineRule="auto"/>
              <w:rPr>
                <w:rFonts w:ascii="Arial" w:hAnsi="Arial" w:cs="Arial"/>
              </w:rPr>
            </w:pPr>
          </w:p>
          <w:p w14:paraId="42EC3AD8" w14:textId="77777777" w:rsidR="003925DA" w:rsidRDefault="003925DA" w:rsidP="003925DA">
            <w:pPr>
              <w:spacing w:after="0" w:line="240" w:lineRule="auto"/>
              <w:rPr>
                <w:rFonts w:ascii="Arial" w:hAnsi="Arial" w:cs="Arial"/>
              </w:rPr>
            </w:pPr>
          </w:p>
          <w:p w14:paraId="7B9A517F"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A357DF4"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12DED8F" w14:textId="77777777" w:rsidR="00DD0E81" w:rsidRDefault="00DD0E81" w:rsidP="003925DA">
            <w:pPr>
              <w:spacing w:after="0" w:line="240" w:lineRule="auto"/>
              <w:rPr>
                <w:rFonts w:ascii="Arial" w:hAnsi="Arial" w:cs="Arial"/>
              </w:rPr>
            </w:pPr>
          </w:p>
          <w:p w14:paraId="79FF3A59" w14:textId="77777777" w:rsidR="00DD0E81" w:rsidRDefault="00DD0E81" w:rsidP="003925DA">
            <w:pPr>
              <w:spacing w:after="0" w:line="240" w:lineRule="auto"/>
              <w:rPr>
                <w:rFonts w:ascii="Arial" w:hAnsi="Arial" w:cs="Arial"/>
              </w:rPr>
            </w:pPr>
          </w:p>
          <w:p w14:paraId="4F6E5966" w14:textId="77777777" w:rsidR="00DD0E81" w:rsidRDefault="00DD0E81" w:rsidP="003925DA">
            <w:pPr>
              <w:spacing w:after="0" w:line="240" w:lineRule="auto"/>
              <w:rPr>
                <w:rFonts w:ascii="Arial" w:hAnsi="Arial" w:cs="Arial"/>
              </w:rPr>
            </w:pPr>
          </w:p>
          <w:p w14:paraId="57687BA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E5C176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DFA6F36" w14:textId="77777777" w:rsidR="00DD0E81" w:rsidRDefault="00DD0E81" w:rsidP="003925DA">
            <w:pPr>
              <w:spacing w:after="0" w:line="240" w:lineRule="auto"/>
              <w:rPr>
                <w:rFonts w:ascii="Arial" w:hAnsi="Arial" w:cs="Arial"/>
              </w:rPr>
            </w:pPr>
          </w:p>
          <w:p w14:paraId="5B892536" w14:textId="77777777" w:rsidR="00DD0E81" w:rsidRDefault="00DD0E81" w:rsidP="003925DA">
            <w:pPr>
              <w:spacing w:after="0" w:line="240" w:lineRule="auto"/>
              <w:rPr>
                <w:rFonts w:ascii="Arial" w:hAnsi="Arial" w:cs="Arial"/>
              </w:rPr>
            </w:pPr>
          </w:p>
          <w:p w14:paraId="3765641B" w14:textId="77777777" w:rsidR="00DD0E81" w:rsidRDefault="00DD0E81" w:rsidP="003925DA">
            <w:pPr>
              <w:spacing w:after="0" w:line="240" w:lineRule="auto"/>
              <w:rPr>
                <w:rFonts w:ascii="Arial" w:hAnsi="Arial" w:cs="Arial"/>
              </w:rPr>
            </w:pPr>
          </w:p>
          <w:p w14:paraId="47BE3155" w14:textId="77777777" w:rsidR="00DD0E81" w:rsidRPr="006F2FC7" w:rsidRDefault="00DD0E81" w:rsidP="003925DA">
            <w:pPr>
              <w:spacing w:after="0" w:line="240" w:lineRule="auto"/>
              <w:rPr>
                <w:rFonts w:ascii="Arial" w:hAnsi="Arial" w:cs="Arial"/>
              </w:rPr>
            </w:pPr>
          </w:p>
        </w:tc>
      </w:tr>
    </w:tbl>
    <w:p w14:paraId="0B11745A" w14:textId="77777777" w:rsidR="000073BB" w:rsidRDefault="000073BB" w:rsidP="003925DA">
      <w:pPr>
        <w:pStyle w:val="Heading3"/>
        <w:numPr>
          <w:ilvl w:val="0"/>
          <w:numId w:val="0"/>
        </w:numPr>
        <w:rPr>
          <w:rFonts w:eastAsiaTheme="minorHAnsi"/>
          <w:b/>
        </w:rPr>
      </w:pPr>
    </w:p>
    <w:p w14:paraId="37A94556" w14:textId="77777777" w:rsidR="00E31ABA" w:rsidRDefault="00E31ABA" w:rsidP="003925DA">
      <w:pPr>
        <w:pStyle w:val="Heading3"/>
        <w:numPr>
          <w:ilvl w:val="0"/>
          <w:numId w:val="0"/>
        </w:numPr>
        <w:rPr>
          <w:rFonts w:eastAsiaTheme="minorHAnsi"/>
          <w:b/>
        </w:rPr>
      </w:pPr>
    </w:p>
    <w:p w14:paraId="73D5C743" w14:textId="77777777" w:rsidR="00E31ABA" w:rsidRDefault="00E31ABA" w:rsidP="003925DA">
      <w:pPr>
        <w:pStyle w:val="Heading3"/>
        <w:numPr>
          <w:ilvl w:val="0"/>
          <w:numId w:val="0"/>
        </w:numPr>
        <w:rPr>
          <w:rFonts w:eastAsiaTheme="minorHAnsi"/>
          <w:b/>
        </w:rPr>
      </w:pPr>
    </w:p>
    <w:p w14:paraId="6B4A3911" w14:textId="77777777" w:rsidR="00E31ABA" w:rsidRDefault="00E31ABA" w:rsidP="003925DA">
      <w:pPr>
        <w:pStyle w:val="Heading3"/>
        <w:numPr>
          <w:ilvl w:val="0"/>
          <w:numId w:val="0"/>
        </w:numPr>
        <w:rPr>
          <w:rFonts w:eastAsiaTheme="minorHAnsi"/>
          <w:b/>
        </w:rPr>
      </w:pPr>
    </w:p>
    <w:p w14:paraId="197C3864" w14:textId="77777777" w:rsidR="00B1627E" w:rsidRDefault="00B1627E">
      <w:pPr>
        <w:spacing w:after="0" w:line="240" w:lineRule="auto"/>
        <w:rPr>
          <w:rFonts w:ascii="Arial" w:eastAsiaTheme="minorHAnsi" w:hAnsi="Arial"/>
          <w:b/>
          <w:sz w:val="24"/>
        </w:rPr>
      </w:pPr>
      <w:r>
        <w:rPr>
          <w:rFonts w:eastAsiaTheme="minorHAnsi"/>
          <w:b/>
        </w:rPr>
        <w:br w:type="page"/>
      </w:r>
    </w:p>
    <w:p w14:paraId="4D8C0781" w14:textId="77777777" w:rsidR="003925DA" w:rsidRPr="00AF66DF" w:rsidRDefault="003925DA" w:rsidP="003925DA">
      <w:pPr>
        <w:pStyle w:val="Heading3"/>
        <w:numPr>
          <w:ilvl w:val="0"/>
          <w:numId w:val="0"/>
        </w:numPr>
        <w:rPr>
          <w:rFonts w:cs="Arial"/>
          <w:b/>
          <w:szCs w:val="24"/>
        </w:rPr>
      </w:pPr>
      <w:r w:rsidRPr="00AF66DF">
        <w:rPr>
          <w:rFonts w:eastAsiaTheme="minorHAnsi"/>
          <w:b/>
        </w:rPr>
        <w:lastRenderedPageBreak/>
        <w:t xml:space="preserve">Table </w:t>
      </w:r>
      <w:r w:rsidR="002E19CA">
        <w:rPr>
          <w:rFonts w:eastAsiaTheme="minorHAnsi"/>
          <w:b/>
        </w:rPr>
        <w:t>5</w:t>
      </w:r>
      <w:r w:rsidRPr="00AF66DF">
        <w:rPr>
          <w:rFonts w:cs="Arial"/>
          <w:b/>
          <w:szCs w:val="24"/>
        </w:rPr>
        <w:t xml:space="preserve"> – Road Safety Capital Scheme Outcomes – Safety Audits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3925DA" w14:paraId="3A221C0E" w14:textId="77777777" w:rsidTr="006F2A70">
        <w:tc>
          <w:tcPr>
            <w:tcW w:w="14174" w:type="dxa"/>
            <w:shd w:val="solid" w:color="B6DDE8" w:themeColor="accent5" w:themeTint="66" w:fill="auto"/>
          </w:tcPr>
          <w:p w14:paraId="1008BC07" w14:textId="77777777" w:rsidR="003925DA" w:rsidRDefault="003925DA" w:rsidP="0040708C">
            <w:pPr>
              <w:pStyle w:val="Heading3"/>
              <w:numPr>
                <w:ilvl w:val="0"/>
                <w:numId w:val="0"/>
              </w:numPr>
              <w:rPr>
                <w:rFonts w:eastAsiaTheme="minorHAnsi"/>
              </w:rPr>
            </w:pPr>
            <w:r w:rsidRPr="0041520B">
              <w:rPr>
                <w:rFonts w:eastAsiaTheme="minorHAnsi"/>
              </w:rPr>
              <w:t>Please provide details of any road safety audits undertaken outlining observations and actions taken</w:t>
            </w:r>
          </w:p>
        </w:tc>
      </w:tr>
      <w:tr w:rsidR="003925DA" w14:paraId="35173709" w14:textId="77777777" w:rsidTr="006F2A70">
        <w:tc>
          <w:tcPr>
            <w:tcW w:w="14174" w:type="dxa"/>
          </w:tcPr>
          <w:p w14:paraId="499B11D0" w14:textId="77777777" w:rsidR="003925DA" w:rsidRPr="003925DA" w:rsidRDefault="003925DA" w:rsidP="0040708C">
            <w:pPr>
              <w:pStyle w:val="Heading3"/>
              <w:numPr>
                <w:ilvl w:val="0"/>
                <w:numId w:val="0"/>
              </w:numPr>
              <w:rPr>
                <w:rFonts w:eastAsiaTheme="minorHAnsi"/>
                <w:sz w:val="22"/>
                <w:szCs w:val="22"/>
              </w:rPr>
            </w:pPr>
          </w:p>
          <w:p w14:paraId="5D073266" w14:textId="77777777" w:rsidR="003925DA" w:rsidRDefault="003925DA" w:rsidP="0040708C">
            <w:pPr>
              <w:pStyle w:val="Heading3"/>
              <w:numPr>
                <w:ilvl w:val="0"/>
                <w:numId w:val="0"/>
              </w:numPr>
              <w:rPr>
                <w:rFonts w:eastAsiaTheme="minorHAnsi"/>
              </w:rPr>
            </w:pPr>
          </w:p>
          <w:p w14:paraId="78256B16" w14:textId="77777777" w:rsidR="003925DA" w:rsidRDefault="003925DA" w:rsidP="0040708C">
            <w:pPr>
              <w:pStyle w:val="Heading3"/>
              <w:numPr>
                <w:ilvl w:val="0"/>
                <w:numId w:val="0"/>
              </w:numPr>
              <w:rPr>
                <w:rFonts w:eastAsiaTheme="minorHAnsi"/>
              </w:rPr>
            </w:pPr>
          </w:p>
          <w:p w14:paraId="4E8A2ABF" w14:textId="77777777" w:rsidR="003925DA" w:rsidRDefault="003925DA" w:rsidP="0040708C">
            <w:pPr>
              <w:pStyle w:val="Heading3"/>
              <w:numPr>
                <w:ilvl w:val="0"/>
                <w:numId w:val="0"/>
              </w:numPr>
              <w:rPr>
                <w:rFonts w:eastAsiaTheme="minorHAnsi"/>
              </w:rPr>
            </w:pPr>
          </w:p>
          <w:p w14:paraId="2596AFB0" w14:textId="77777777" w:rsidR="003925DA" w:rsidRDefault="003925DA" w:rsidP="0040708C">
            <w:pPr>
              <w:pStyle w:val="Heading3"/>
              <w:numPr>
                <w:ilvl w:val="0"/>
                <w:numId w:val="0"/>
              </w:numPr>
              <w:rPr>
                <w:rFonts w:eastAsiaTheme="minorHAnsi"/>
              </w:rPr>
            </w:pPr>
          </w:p>
          <w:p w14:paraId="20DEC5A9" w14:textId="77777777" w:rsidR="003925DA" w:rsidRDefault="003925DA" w:rsidP="0040708C">
            <w:pPr>
              <w:pStyle w:val="Heading3"/>
              <w:numPr>
                <w:ilvl w:val="0"/>
                <w:numId w:val="0"/>
              </w:numPr>
              <w:rPr>
                <w:rFonts w:eastAsiaTheme="minorHAnsi"/>
              </w:rPr>
            </w:pPr>
          </w:p>
          <w:p w14:paraId="1D51AC41" w14:textId="77777777" w:rsidR="003925DA" w:rsidRDefault="003925DA" w:rsidP="0040708C">
            <w:pPr>
              <w:pStyle w:val="Heading3"/>
              <w:numPr>
                <w:ilvl w:val="0"/>
                <w:numId w:val="0"/>
              </w:numPr>
              <w:rPr>
                <w:rFonts w:eastAsiaTheme="minorHAnsi"/>
              </w:rPr>
            </w:pPr>
          </w:p>
          <w:p w14:paraId="6149F481" w14:textId="77777777" w:rsidR="003925DA" w:rsidRDefault="003925DA" w:rsidP="0040708C">
            <w:pPr>
              <w:pStyle w:val="Heading3"/>
              <w:numPr>
                <w:ilvl w:val="0"/>
                <w:numId w:val="0"/>
              </w:numPr>
              <w:rPr>
                <w:rFonts w:eastAsiaTheme="minorHAnsi"/>
              </w:rPr>
            </w:pPr>
          </w:p>
          <w:p w14:paraId="6D35F039" w14:textId="77777777" w:rsidR="003925DA" w:rsidRDefault="003925DA" w:rsidP="0040708C">
            <w:pPr>
              <w:pStyle w:val="Heading3"/>
              <w:numPr>
                <w:ilvl w:val="0"/>
                <w:numId w:val="0"/>
              </w:numPr>
              <w:rPr>
                <w:rFonts w:eastAsiaTheme="minorHAnsi"/>
              </w:rPr>
            </w:pPr>
          </w:p>
          <w:p w14:paraId="494DA21C" w14:textId="77777777" w:rsidR="003925DA" w:rsidRDefault="003925DA" w:rsidP="0040708C">
            <w:pPr>
              <w:pStyle w:val="Heading3"/>
              <w:numPr>
                <w:ilvl w:val="0"/>
                <w:numId w:val="0"/>
              </w:numPr>
              <w:rPr>
                <w:rFonts w:eastAsiaTheme="minorHAnsi"/>
              </w:rPr>
            </w:pPr>
          </w:p>
          <w:p w14:paraId="4250D920" w14:textId="77777777" w:rsidR="003925DA" w:rsidRDefault="003925DA" w:rsidP="0040708C">
            <w:pPr>
              <w:pStyle w:val="Heading3"/>
              <w:numPr>
                <w:ilvl w:val="0"/>
                <w:numId w:val="0"/>
              </w:numPr>
              <w:rPr>
                <w:rFonts w:eastAsiaTheme="minorHAnsi"/>
              </w:rPr>
            </w:pPr>
          </w:p>
          <w:p w14:paraId="32A66902" w14:textId="77777777" w:rsidR="003925DA" w:rsidRDefault="003925DA" w:rsidP="0040708C">
            <w:pPr>
              <w:pStyle w:val="Heading3"/>
              <w:numPr>
                <w:ilvl w:val="0"/>
                <w:numId w:val="0"/>
              </w:numPr>
              <w:rPr>
                <w:rFonts w:eastAsiaTheme="minorHAnsi"/>
              </w:rPr>
            </w:pPr>
          </w:p>
        </w:tc>
      </w:tr>
    </w:tbl>
    <w:p w14:paraId="56A72EC8" w14:textId="77777777" w:rsidR="00DD0E81" w:rsidRDefault="00DD0E81" w:rsidP="00DD0E81">
      <w:pPr>
        <w:pStyle w:val="Heading3"/>
        <w:numPr>
          <w:ilvl w:val="0"/>
          <w:numId w:val="0"/>
        </w:numPr>
        <w:tabs>
          <w:tab w:val="num" w:pos="1418"/>
          <w:tab w:val="num" w:pos="1532"/>
          <w:tab w:val="num" w:pos="2268"/>
        </w:tabs>
        <w:jc w:val="left"/>
        <w:rPr>
          <w:rFonts w:cs="Arial"/>
          <w:b/>
          <w:szCs w:val="24"/>
        </w:rPr>
      </w:pPr>
    </w:p>
    <w:sectPr w:rsidR="00DD0E81" w:rsidSect="000073BB">
      <w:pgSz w:w="11906" w:h="16838" w:code="9"/>
      <w:pgMar w:top="1418" w:right="992" w:bottom="1418" w:left="1276"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5A1BEB" w14:textId="77777777" w:rsidR="00601B09" w:rsidRDefault="00601B09">
      <w:r>
        <w:separator/>
      </w:r>
    </w:p>
  </w:endnote>
  <w:endnote w:type="continuationSeparator" w:id="0">
    <w:p w14:paraId="062AD514" w14:textId="77777777" w:rsidR="00601B09" w:rsidRDefault="00601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D3DB" w14:textId="77777777" w:rsidR="00EE356F" w:rsidRDefault="00EE35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CA705" w14:textId="71647F34" w:rsidR="00EE356F" w:rsidRPr="00125DF8" w:rsidRDefault="00EE356F">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F110BC">
      <w:rPr>
        <w:noProof/>
        <w:color w:val="31849B"/>
        <w:sz w:val="24"/>
      </w:rPr>
      <w:t>7</w:t>
    </w:r>
    <w:r w:rsidRPr="00125DF8">
      <w:rPr>
        <w:noProof/>
        <w:color w:val="31849B"/>
        <w:sz w:val="24"/>
      </w:rPr>
      <w:fldChar w:fldCharType="end"/>
    </w:r>
  </w:p>
  <w:p w14:paraId="79501E97" w14:textId="77777777" w:rsidR="00EE356F" w:rsidRDefault="00EE35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67E6A0" w14:textId="77777777" w:rsidR="00601B09" w:rsidRDefault="00601B09">
      <w:r>
        <w:separator/>
      </w:r>
    </w:p>
  </w:footnote>
  <w:footnote w:type="continuationSeparator" w:id="0">
    <w:p w14:paraId="2A819623" w14:textId="77777777" w:rsidR="00601B09" w:rsidRDefault="00601B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C0EA1"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2DAA1ABE" w14:textId="77777777" w:rsidR="00EE356F" w:rsidRDefault="00EE356F"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6A15E" w14:textId="77777777" w:rsidR="00EE356F" w:rsidRDefault="00EE35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0BFCB"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w:t>
    </w:r>
    <w:r>
      <w:rPr>
        <w:rFonts w:ascii="Arial" w:hAnsi="Arial" w:cs="Arial"/>
        <w:color w:val="008080"/>
        <w:sz w:val="20"/>
      </w:rPr>
      <w:t xml:space="preserve">Grants </w:t>
    </w:r>
    <w:r w:rsidRPr="00C40E5A">
      <w:rPr>
        <w:rFonts w:ascii="Arial" w:hAnsi="Arial" w:cs="Arial"/>
        <w:color w:val="008080"/>
        <w:sz w:val="20"/>
      </w:rPr>
      <w:t xml:space="preserve">- Annual Reporting Guidance Note and Template </w:t>
    </w:r>
    <w:r>
      <w:rPr>
        <w:rFonts w:ascii="Arial" w:hAnsi="Arial" w:cs="Arial"/>
        <w:color w:val="008080"/>
        <w:sz w:val="20"/>
      </w:rPr>
      <w:t xml:space="preserve">Forms </w:t>
    </w:r>
  </w:p>
  <w:p w14:paraId="2E3A7928" w14:textId="77777777" w:rsidR="00EE356F" w:rsidRDefault="00EE356F"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7C2AA" w14:textId="77777777" w:rsidR="00EE356F" w:rsidRDefault="00EE35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 w15:restartNumberingAfterBreak="0">
    <w:nsid w:val="094C5B81"/>
    <w:multiLevelType w:val="multilevel"/>
    <w:tmpl w:val="F3849528"/>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24E6440E"/>
    <w:multiLevelType w:val="multilevel"/>
    <w:tmpl w:val="0456D360"/>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bullet"/>
      <w:lvlText w:val=""/>
      <w:lvlJc w:val="left"/>
      <w:pPr>
        <w:tabs>
          <w:tab w:val="num" w:pos="2268"/>
        </w:tabs>
        <w:ind w:left="2268" w:hanging="964"/>
      </w:pPr>
      <w:rPr>
        <w:rFonts w:ascii="Symbol" w:hAnsi="Symbol"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31107D38"/>
    <w:multiLevelType w:val="hybridMultilevel"/>
    <w:tmpl w:val="0B0E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52F9575A"/>
    <w:multiLevelType w:val="singleLevel"/>
    <w:tmpl w:val="E6503A6C"/>
    <w:lvl w:ilvl="0">
      <w:numFmt w:val="decimal"/>
      <w:pStyle w:val="Bullet"/>
      <w:lvlText w:val=""/>
      <w:lvlJc w:val="left"/>
    </w:lvl>
  </w:abstractNum>
  <w:abstractNum w:abstractNumId="6" w15:restartNumberingAfterBreak="0">
    <w:nsid w:val="563B5A95"/>
    <w:multiLevelType w:val="hybridMultilevel"/>
    <w:tmpl w:val="E312EE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8" w15:restartNumberingAfterBreak="0">
    <w:nsid w:val="5AC750EF"/>
    <w:multiLevelType w:val="hybridMultilevel"/>
    <w:tmpl w:val="734A3B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9731079"/>
    <w:multiLevelType w:val="hybridMultilevel"/>
    <w:tmpl w:val="1AB630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 w15:restartNumberingAfterBreak="0">
    <w:nsid w:val="7B943697"/>
    <w:multiLevelType w:val="multilevel"/>
    <w:tmpl w:val="27D2FD8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bullet"/>
      <w:pStyle w:val="Heading4"/>
      <w:lvlText w:val=""/>
      <w:lvlJc w:val="left"/>
      <w:pPr>
        <w:tabs>
          <w:tab w:val="num" w:pos="2268"/>
        </w:tabs>
        <w:ind w:left="2268" w:hanging="964"/>
      </w:pPr>
      <w:rPr>
        <w:rFonts w:ascii="Symbol" w:hAnsi="Symbol"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num w:numId="1" w16cid:durableId="1821537559">
    <w:abstractNumId w:val="5"/>
  </w:num>
  <w:num w:numId="2" w16cid:durableId="963465317">
    <w:abstractNumId w:val="4"/>
  </w:num>
  <w:num w:numId="3" w16cid:durableId="699478806">
    <w:abstractNumId w:val="7"/>
  </w:num>
  <w:num w:numId="4" w16cid:durableId="87969826">
    <w:abstractNumId w:val="0"/>
  </w:num>
  <w:num w:numId="5" w16cid:durableId="1267882664">
    <w:abstractNumId w:val="1"/>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6" w16cid:durableId="1647078383">
    <w:abstractNumId w:val="10"/>
  </w:num>
  <w:num w:numId="7" w16cid:durableId="1020088578">
    <w:abstractNumId w:val="2"/>
  </w:num>
  <w:num w:numId="8" w16cid:durableId="1040519241">
    <w:abstractNumId w:val="9"/>
  </w:num>
  <w:num w:numId="9" w16cid:durableId="1686326939">
    <w:abstractNumId w:val="3"/>
  </w:num>
  <w:num w:numId="10" w16cid:durableId="1151774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1638026293">
    <w:abstractNumId w:val="8"/>
  </w:num>
  <w:num w:numId="12" w16cid:durableId="1522402679">
    <w:abstractNumId w:val="10"/>
    <w:lvlOverride w:ilvl="0">
      <w:startOverride w:val="1"/>
    </w:lvlOverride>
    <w:lvlOverride w:ilvl="1">
      <w:startOverride w:val="1"/>
    </w:lvlOverride>
    <w:lvlOverride w:ilvl="2">
      <w:startOverride w:val="1"/>
    </w:lvlOverride>
    <w:lvlOverride w:ilvl="3"/>
    <w:lvlOverride w:ilvl="4">
      <w:startOverride w:val="1"/>
    </w:lvlOverride>
    <w:lvlOverride w:ilvl="5"/>
    <w:lvlOverride w:ilvl="6"/>
    <w:lvlOverride w:ilvl="7"/>
    <w:lvlOverride w:ilvl="8"/>
  </w:num>
  <w:num w:numId="13" w16cid:durableId="1688553276">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3BB"/>
    <w:rsid w:val="0000757E"/>
    <w:rsid w:val="00010A0C"/>
    <w:rsid w:val="00013706"/>
    <w:rsid w:val="0001380D"/>
    <w:rsid w:val="00014589"/>
    <w:rsid w:val="00014D5E"/>
    <w:rsid w:val="00014EB3"/>
    <w:rsid w:val="0002062B"/>
    <w:rsid w:val="00021D63"/>
    <w:rsid w:val="0002448A"/>
    <w:rsid w:val="000312D2"/>
    <w:rsid w:val="00033E18"/>
    <w:rsid w:val="0003619B"/>
    <w:rsid w:val="00036399"/>
    <w:rsid w:val="00036642"/>
    <w:rsid w:val="00036B4D"/>
    <w:rsid w:val="00040AA3"/>
    <w:rsid w:val="00044529"/>
    <w:rsid w:val="00046688"/>
    <w:rsid w:val="00051ACE"/>
    <w:rsid w:val="00051E30"/>
    <w:rsid w:val="00054FDE"/>
    <w:rsid w:val="00055DA9"/>
    <w:rsid w:val="000563E3"/>
    <w:rsid w:val="00056837"/>
    <w:rsid w:val="00057E35"/>
    <w:rsid w:val="00060F24"/>
    <w:rsid w:val="000615D0"/>
    <w:rsid w:val="0006478E"/>
    <w:rsid w:val="00064817"/>
    <w:rsid w:val="000664F2"/>
    <w:rsid w:val="00067228"/>
    <w:rsid w:val="00067821"/>
    <w:rsid w:val="00067823"/>
    <w:rsid w:val="0007495A"/>
    <w:rsid w:val="00080474"/>
    <w:rsid w:val="0009042B"/>
    <w:rsid w:val="00091F35"/>
    <w:rsid w:val="000935DC"/>
    <w:rsid w:val="00093647"/>
    <w:rsid w:val="0009369E"/>
    <w:rsid w:val="00096579"/>
    <w:rsid w:val="00097386"/>
    <w:rsid w:val="00097C2B"/>
    <w:rsid w:val="000A12DF"/>
    <w:rsid w:val="000A1C92"/>
    <w:rsid w:val="000A2395"/>
    <w:rsid w:val="000A2BE2"/>
    <w:rsid w:val="000A36F9"/>
    <w:rsid w:val="000A571E"/>
    <w:rsid w:val="000A5BF1"/>
    <w:rsid w:val="000A751F"/>
    <w:rsid w:val="000B1D39"/>
    <w:rsid w:val="000B1FB1"/>
    <w:rsid w:val="000B296F"/>
    <w:rsid w:val="000B36C7"/>
    <w:rsid w:val="000B389A"/>
    <w:rsid w:val="000B7B84"/>
    <w:rsid w:val="000C1C7C"/>
    <w:rsid w:val="000C3518"/>
    <w:rsid w:val="000C4A2F"/>
    <w:rsid w:val="000C7C59"/>
    <w:rsid w:val="000C7E9D"/>
    <w:rsid w:val="000D184D"/>
    <w:rsid w:val="000D34C4"/>
    <w:rsid w:val="000D35AE"/>
    <w:rsid w:val="000D5306"/>
    <w:rsid w:val="000D5849"/>
    <w:rsid w:val="000E0772"/>
    <w:rsid w:val="000E128B"/>
    <w:rsid w:val="000E4334"/>
    <w:rsid w:val="000E48D1"/>
    <w:rsid w:val="000E67FF"/>
    <w:rsid w:val="000E6940"/>
    <w:rsid w:val="000E6EFC"/>
    <w:rsid w:val="000F077F"/>
    <w:rsid w:val="000F09B6"/>
    <w:rsid w:val="000F2A5B"/>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360A"/>
    <w:rsid w:val="0011463D"/>
    <w:rsid w:val="001157C0"/>
    <w:rsid w:val="00115B00"/>
    <w:rsid w:val="00120471"/>
    <w:rsid w:val="00120CB5"/>
    <w:rsid w:val="0012278D"/>
    <w:rsid w:val="00124731"/>
    <w:rsid w:val="00125A0E"/>
    <w:rsid w:val="00125DF8"/>
    <w:rsid w:val="001265B9"/>
    <w:rsid w:val="00130DDA"/>
    <w:rsid w:val="00130E51"/>
    <w:rsid w:val="00132DAD"/>
    <w:rsid w:val="00142086"/>
    <w:rsid w:val="0014367C"/>
    <w:rsid w:val="00145210"/>
    <w:rsid w:val="00146B51"/>
    <w:rsid w:val="00146EB7"/>
    <w:rsid w:val="001500B9"/>
    <w:rsid w:val="0015197E"/>
    <w:rsid w:val="0015327A"/>
    <w:rsid w:val="0015366C"/>
    <w:rsid w:val="001536E2"/>
    <w:rsid w:val="00153C19"/>
    <w:rsid w:val="001549C9"/>
    <w:rsid w:val="0016101F"/>
    <w:rsid w:val="0016126C"/>
    <w:rsid w:val="00161460"/>
    <w:rsid w:val="001624E9"/>
    <w:rsid w:val="00162756"/>
    <w:rsid w:val="00162817"/>
    <w:rsid w:val="001633AD"/>
    <w:rsid w:val="0016473C"/>
    <w:rsid w:val="00171FD7"/>
    <w:rsid w:val="00172605"/>
    <w:rsid w:val="001728CB"/>
    <w:rsid w:val="00172A0B"/>
    <w:rsid w:val="00173120"/>
    <w:rsid w:val="001748A9"/>
    <w:rsid w:val="001753B7"/>
    <w:rsid w:val="00175605"/>
    <w:rsid w:val="00175DE6"/>
    <w:rsid w:val="001775DD"/>
    <w:rsid w:val="0018246E"/>
    <w:rsid w:val="00183FE0"/>
    <w:rsid w:val="0018533E"/>
    <w:rsid w:val="00185D65"/>
    <w:rsid w:val="001869F1"/>
    <w:rsid w:val="00186C48"/>
    <w:rsid w:val="00186DF7"/>
    <w:rsid w:val="00187AE8"/>
    <w:rsid w:val="00187CC2"/>
    <w:rsid w:val="00190AE6"/>
    <w:rsid w:val="00191C8A"/>
    <w:rsid w:val="00197872"/>
    <w:rsid w:val="001A1E82"/>
    <w:rsid w:val="001A2A69"/>
    <w:rsid w:val="001A33A3"/>
    <w:rsid w:val="001A3648"/>
    <w:rsid w:val="001A46B5"/>
    <w:rsid w:val="001A5136"/>
    <w:rsid w:val="001A5DDE"/>
    <w:rsid w:val="001B153E"/>
    <w:rsid w:val="001B2BA4"/>
    <w:rsid w:val="001B3410"/>
    <w:rsid w:val="001B590D"/>
    <w:rsid w:val="001B5B68"/>
    <w:rsid w:val="001B5F23"/>
    <w:rsid w:val="001B6D9F"/>
    <w:rsid w:val="001C24F4"/>
    <w:rsid w:val="001C26DD"/>
    <w:rsid w:val="001C5196"/>
    <w:rsid w:val="001C6186"/>
    <w:rsid w:val="001C64D4"/>
    <w:rsid w:val="001C6A24"/>
    <w:rsid w:val="001D0721"/>
    <w:rsid w:val="001D09AC"/>
    <w:rsid w:val="001D4FB6"/>
    <w:rsid w:val="001D7CD7"/>
    <w:rsid w:val="001D7F5A"/>
    <w:rsid w:val="001E1817"/>
    <w:rsid w:val="001E201E"/>
    <w:rsid w:val="001E2BD6"/>
    <w:rsid w:val="001E2C70"/>
    <w:rsid w:val="001E4894"/>
    <w:rsid w:val="001F0CCB"/>
    <w:rsid w:val="001F2317"/>
    <w:rsid w:val="001F2C42"/>
    <w:rsid w:val="001F38BF"/>
    <w:rsid w:val="001F4D87"/>
    <w:rsid w:val="001F5531"/>
    <w:rsid w:val="001F5B18"/>
    <w:rsid w:val="001F7255"/>
    <w:rsid w:val="00202C91"/>
    <w:rsid w:val="00205123"/>
    <w:rsid w:val="002051C5"/>
    <w:rsid w:val="00205EC5"/>
    <w:rsid w:val="00206B72"/>
    <w:rsid w:val="00207630"/>
    <w:rsid w:val="00210B1F"/>
    <w:rsid w:val="00210D5E"/>
    <w:rsid w:val="002111F7"/>
    <w:rsid w:val="0021131A"/>
    <w:rsid w:val="00211D9C"/>
    <w:rsid w:val="002138FE"/>
    <w:rsid w:val="00216F98"/>
    <w:rsid w:val="002177A8"/>
    <w:rsid w:val="002239FE"/>
    <w:rsid w:val="002246DE"/>
    <w:rsid w:val="00225291"/>
    <w:rsid w:val="00225F0E"/>
    <w:rsid w:val="0022625D"/>
    <w:rsid w:val="002335E3"/>
    <w:rsid w:val="00234A04"/>
    <w:rsid w:val="00235CA6"/>
    <w:rsid w:val="002463D3"/>
    <w:rsid w:val="00252BD9"/>
    <w:rsid w:val="00252CF0"/>
    <w:rsid w:val="00253D5A"/>
    <w:rsid w:val="00253E8C"/>
    <w:rsid w:val="002555B2"/>
    <w:rsid w:val="00257253"/>
    <w:rsid w:val="002604B7"/>
    <w:rsid w:val="00260719"/>
    <w:rsid w:val="002613A5"/>
    <w:rsid w:val="0026184D"/>
    <w:rsid w:val="00263648"/>
    <w:rsid w:val="00263BFB"/>
    <w:rsid w:val="00265AC8"/>
    <w:rsid w:val="002665AE"/>
    <w:rsid w:val="00267215"/>
    <w:rsid w:val="002709F4"/>
    <w:rsid w:val="00272B05"/>
    <w:rsid w:val="00272E57"/>
    <w:rsid w:val="00275C4B"/>
    <w:rsid w:val="002768A2"/>
    <w:rsid w:val="002818C6"/>
    <w:rsid w:val="00284F1D"/>
    <w:rsid w:val="002856A9"/>
    <w:rsid w:val="002870FD"/>
    <w:rsid w:val="002876FA"/>
    <w:rsid w:val="00292D82"/>
    <w:rsid w:val="0029411F"/>
    <w:rsid w:val="0029467A"/>
    <w:rsid w:val="0029709A"/>
    <w:rsid w:val="002A030D"/>
    <w:rsid w:val="002A2F1C"/>
    <w:rsid w:val="002A4E5D"/>
    <w:rsid w:val="002B0B63"/>
    <w:rsid w:val="002B1165"/>
    <w:rsid w:val="002B34B9"/>
    <w:rsid w:val="002B424D"/>
    <w:rsid w:val="002B6E46"/>
    <w:rsid w:val="002B7F8E"/>
    <w:rsid w:val="002C4033"/>
    <w:rsid w:val="002C459E"/>
    <w:rsid w:val="002C50C0"/>
    <w:rsid w:val="002C5304"/>
    <w:rsid w:val="002D071E"/>
    <w:rsid w:val="002D08B0"/>
    <w:rsid w:val="002D10F9"/>
    <w:rsid w:val="002D1817"/>
    <w:rsid w:val="002D1832"/>
    <w:rsid w:val="002D1A55"/>
    <w:rsid w:val="002D2954"/>
    <w:rsid w:val="002D29D5"/>
    <w:rsid w:val="002D2E90"/>
    <w:rsid w:val="002D34A8"/>
    <w:rsid w:val="002D41F3"/>
    <w:rsid w:val="002D5873"/>
    <w:rsid w:val="002D5DB0"/>
    <w:rsid w:val="002D61E3"/>
    <w:rsid w:val="002D647C"/>
    <w:rsid w:val="002E004E"/>
    <w:rsid w:val="002E193E"/>
    <w:rsid w:val="002E19CA"/>
    <w:rsid w:val="002E1F27"/>
    <w:rsid w:val="002E3059"/>
    <w:rsid w:val="002E33B9"/>
    <w:rsid w:val="002E3D8B"/>
    <w:rsid w:val="002E5931"/>
    <w:rsid w:val="002E609A"/>
    <w:rsid w:val="002E6928"/>
    <w:rsid w:val="002E79FC"/>
    <w:rsid w:val="002F4F55"/>
    <w:rsid w:val="002F50F5"/>
    <w:rsid w:val="002F54D2"/>
    <w:rsid w:val="002F6B43"/>
    <w:rsid w:val="00300EB3"/>
    <w:rsid w:val="00301163"/>
    <w:rsid w:val="00301B81"/>
    <w:rsid w:val="00302631"/>
    <w:rsid w:val="00302EA4"/>
    <w:rsid w:val="003039CE"/>
    <w:rsid w:val="003053C4"/>
    <w:rsid w:val="003055F1"/>
    <w:rsid w:val="003058AF"/>
    <w:rsid w:val="00310679"/>
    <w:rsid w:val="00311F5F"/>
    <w:rsid w:val="00315430"/>
    <w:rsid w:val="003177D9"/>
    <w:rsid w:val="00317CAA"/>
    <w:rsid w:val="00322186"/>
    <w:rsid w:val="00323018"/>
    <w:rsid w:val="00324219"/>
    <w:rsid w:val="00325AC9"/>
    <w:rsid w:val="003270DF"/>
    <w:rsid w:val="00327137"/>
    <w:rsid w:val="00333D6C"/>
    <w:rsid w:val="00333EE3"/>
    <w:rsid w:val="003346A0"/>
    <w:rsid w:val="00335610"/>
    <w:rsid w:val="00336D67"/>
    <w:rsid w:val="00337E2C"/>
    <w:rsid w:val="00340171"/>
    <w:rsid w:val="003403F6"/>
    <w:rsid w:val="003409F5"/>
    <w:rsid w:val="0034249B"/>
    <w:rsid w:val="00342B91"/>
    <w:rsid w:val="00342FDB"/>
    <w:rsid w:val="00352510"/>
    <w:rsid w:val="00353F77"/>
    <w:rsid w:val="00356A5B"/>
    <w:rsid w:val="0036339B"/>
    <w:rsid w:val="00363B83"/>
    <w:rsid w:val="00364A29"/>
    <w:rsid w:val="00364E48"/>
    <w:rsid w:val="0036787F"/>
    <w:rsid w:val="00370AE4"/>
    <w:rsid w:val="00370C98"/>
    <w:rsid w:val="00372413"/>
    <w:rsid w:val="00375095"/>
    <w:rsid w:val="00375D0F"/>
    <w:rsid w:val="00376E66"/>
    <w:rsid w:val="003803F6"/>
    <w:rsid w:val="00382AC3"/>
    <w:rsid w:val="00383A0F"/>
    <w:rsid w:val="00384D87"/>
    <w:rsid w:val="0038525E"/>
    <w:rsid w:val="003908B8"/>
    <w:rsid w:val="00390AE7"/>
    <w:rsid w:val="003925DA"/>
    <w:rsid w:val="003932B9"/>
    <w:rsid w:val="003936D5"/>
    <w:rsid w:val="003A0307"/>
    <w:rsid w:val="003A059C"/>
    <w:rsid w:val="003A1862"/>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2F00"/>
    <w:rsid w:val="003E4EBF"/>
    <w:rsid w:val="003E52C4"/>
    <w:rsid w:val="003E55B8"/>
    <w:rsid w:val="003E7CA8"/>
    <w:rsid w:val="003F18A8"/>
    <w:rsid w:val="003F1BF8"/>
    <w:rsid w:val="003F21E9"/>
    <w:rsid w:val="003F4A0D"/>
    <w:rsid w:val="003F550E"/>
    <w:rsid w:val="003F6652"/>
    <w:rsid w:val="003F7481"/>
    <w:rsid w:val="00400C55"/>
    <w:rsid w:val="0040182D"/>
    <w:rsid w:val="004030B5"/>
    <w:rsid w:val="00404D5A"/>
    <w:rsid w:val="004060DA"/>
    <w:rsid w:val="0040708C"/>
    <w:rsid w:val="004158F3"/>
    <w:rsid w:val="00424A82"/>
    <w:rsid w:val="004253D7"/>
    <w:rsid w:val="004261A9"/>
    <w:rsid w:val="00430499"/>
    <w:rsid w:val="0043125D"/>
    <w:rsid w:val="00431C22"/>
    <w:rsid w:val="004321BD"/>
    <w:rsid w:val="00432385"/>
    <w:rsid w:val="00434C7B"/>
    <w:rsid w:val="0043553C"/>
    <w:rsid w:val="00435583"/>
    <w:rsid w:val="00435CC8"/>
    <w:rsid w:val="0043713F"/>
    <w:rsid w:val="00437592"/>
    <w:rsid w:val="00437651"/>
    <w:rsid w:val="004412A0"/>
    <w:rsid w:val="004418CE"/>
    <w:rsid w:val="00441B9A"/>
    <w:rsid w:val="00443C22"/>
    <w:rsid w:val="00446714"/>
    <w:rsid w:val="00452F8F"/>
    <w:rsid w:val="00454649"/>
    <w:rsid w:val="00455353"/>
    <w:rsid w:val="00463CA1"/>
    <w:rsid w:val="004664ED"/>
    <w:rsid w:val="00466F0E"/>
    <w:rsid w:val="00470F23"/>
    <w:rsid w:val="00471AF7"/>
    <w:rsid w:val="00472D03"/>
    <w:rsid w:val="00472E9B"/>
    <w:rsid w:val="00474D44"/>
    <w:rsid w:val="00475990"/>
    <w:rsid w:val="00477340"/>
    <w:rsid w:val="00482C32"/>
    <w:rsid w:val="00485F4D"/>
    <w:rsid w:val="004873AB"/>
    <w:rsid w:val="0049075D"/>
    <w:rsid w:val="00494410"/>
    <w:rsid w:val="004953C9"/>
    <w:rsid w:val="00497832"/>
    <w:rsid w:val="00497A3C"/>
    <w:rsid w:val="004A18BB"/>
    <w:rsid w:val="004A40D1"/>
    <w:rsid w:val="004A4604"/>
    <w:rsid w:val="004A4A0A"/>
    <w:rsid w:val="004B2223"/>
    <w:rsid w:val="004B2B5E"/>
    <w:rsid w:val="004B4095"/>
    <w:rsid w:val="004B5110"/>
    <w:rsid w:val="004B5B1C"/>
    <w:rsid w:val="004B62DA"/>
    <w:rsid w:val="004C43B9"/>
    <w:rsid w:val="004C4B2B"/>
    <w:rsid w:val="004C53AA"/>
    <w:rsid w:val="004C5F3F"/>
    <w:rsid w:val="004C6701"/>
    <w:rsid w:val="004C7C1F"/>
    <w:rsid w:val="004C7DB6"/>
    <w:rsid w:val="004D056B"/>
    <w:rsid w:val="004D0BD0"/>
    <w:rsid w:val="004D204B"/>
    <w:rsid w:val="004D75F5"/>
    <w:rsid w:val="004D7D2C"/>
    <w:rsid w:val="004E0219"/>
    <w:rsid w:val="004E2A6E"/>
    <w:rsid w:val="004E2E1E"/>
    <w:rsid w:val="004E52BF"/>
    <w:rsid w:val="004E66AC"/>
    <w:rsid w:val="004F0B16"/>
    <w:rsid w:val="004F2F6E"/>
    <w:rsid w:val="004F40F8"/>
    <w:rsid w:val="004F5EB1"/>
    <w:rsid w:val="004F66E3"/>
    <w:rsid w:val="004F6C96"/>
    <w:rsid w:val="004F7146"/>
    <w:rsid w:val="004F7A63"/>
    <w:rsid w:val="004F7D8B"/>
    <w:rsid w:val="005015F5"/>
    <w:rsid w:val="00506DE3"/>
    <w:rsid w:val="00506E70"/>
    <w:rsid w:val="00507CED"/>
    <w:rsid w:val="0051502F"/>
    <w:rsid w:val="005207AB"/>
    <w:rsid w:val="0052081D"/>
    <w:rsid w:val="00520DF0"/>
    <w:rsid w:val="00522E0E"/>
    <w:rsid w:val="0052349B"/>
    <w:rsid w:val="00523FB7"/>
    <w:rsid w:val="00524CBE"/>
    <w:rsid w:val="00525FB1"/>
    <w:rsid w:val="00527035"/>
    <w:rsid w:val="00530B41"/>
    <w:rsid w:val="00533255"/>
    <w:rsid w:val="00535D73"/>
    <w:rsid w:val="00536C5D"/>
    <w:rsid w:val="00537C97"/>
    <w:rsid w:val="005402C0"/>
    <w:rsid w:val="005409E4"/>
    <w:rsid w:val="00541146"/>
    <w:rsid w:val="00541283"/>
    <w:rsid w:val="0054266A"/>
    <w:rsid w:val="00542B53"/>
    <w:rsid w:val="005434CC"/>
    <w:rsid w:val="00543C75"/>
    <w:rsid w:val="00545013"/>
    <w:rsid w:val="0054574F"/>
    <w:rsid w:val="00546F7D"/>
    <w:rsid w:val="005504C9"/>
    <w:rsid w:val="00555995"/>
    <w:rsid w:val="00557DC6"/>
    <w:rsid w:val="00566865"/>
    <w:rsid w:val="005735D6"/>
    <w:rsid w:val="0057377E"/>
    <w:rsid w:val="00577D00"/>
    <w:rsid w:val="0058290B"/>
    <w:rsid w:val="0058407C"/>
    <w:rsid w:val="0058421C"/>
    <w:rsid w:val="005856ED"/>
    <w:rsid w:val="00587E03"/>
    <w:rsid w:val="005905EF"/>
    <w:rsid w:val="00591029"/>
    <w:rsid w:val="005912A5"/>
    <w:rsid w:val="00591C22"/>
    <w:rsid w:val="00593779"/>
    <w:rsid w:val="005950B3"/>
    <w:rsid w:val="00596BA0"/>
    <w:rsid w:val="0059720B"/>
    <w:rsid w:val="005A2E0F"/>
    <w:rsid w:val="005A3D36"/>
    <w:rsid w:val="005A4AA5"/>
    <w:rsid w:val="005A6AC3"/>
    <w:rsid w:val="005B1B60"/>
    <w:rsid w:val="005B1E07"/>
    <w:rsid w:val="005B23C4"/>
    <w:rsid w:val="005B387D"/>
    <w:rsid w:val="005B3ED8"/>
    <w:rsid w:val="005B5B34"/>
    <w:rsid w:val="005B6997"/>
    <w:rsid w:val="005B6DF1"/>
    <w:rsid w:val="005C0CDE"/>
    <w:rsid w:val="005C2E96"/>
    <w:rsid w:val="005C4D6A"/>
    <w:rsid w:val="005C66FE"/>
    <w:rsid w:val="005C678F"/>
    <w:rsid w:val="005C7B0C"/>
    <w:rsid w:val="005C7EED"/>
    <w:rsid w:val="005D1A6A"/>
    <w:rsid w:val="005D1B97"/>
    <w:rsid w:val="005D24EA"/>
    <w:rsid w:val="005D33E3"/>
    <w:rsid w:val="005D4FC8"/>
    <w:rsid w:val="005D5C2B"/>
    <w:rsid w:val="005E1279"/>
    <w:rsid w:val="005E142F"/>
    <w:rsid w:val="005E5B49"/>
    <w:rsid w:val="005E7DB7"/>
    <w:rsid w:val="005F0685"/>
    <w:rsid w:val="005F0773"/>
    <w:rsid w:val="005F0819"/>
    <w:rsid w:val="005F42B9"/>
    <w:rsid w:val="005F4964"/>
    <w:rsid w:val="005F53D7"/>
    <w:rsid w:val="005F6A40"/>
    <w:rsid w:val="00601B09"/>
    <w:rsid w:val="006029C1"/>
    <w:rsid w:val="00603F56"/>
    <w:rsid w:val="0060440D"/>
    <w:rsid w:val="00606401"/>
    <w:rsid w:val="00607933"/>
    <w:rsid w:val="00610077"/>
    <w:rsid w:val="00610BDC"/>
    <w:rsid w:val="00611253"/>
    <w:rsid w:val="00611B02"/>
    <w:rsid w:val="00612D01"/>
    <w:rsid w:val="00613161"/>
    <w:rsid w:val="006204E5"/>
    <w:rsid w:val="00621B90"/>
    <w:rsid w:val="00622FC3"/>
    <w:rsid w:val="0062427A"/>
    <w:rsid w:val="0062515E"/>
    <w:rsid w:val="00626E61"/>
    <w:rsid w:val="0063180B"/>
    <w:rsid w:val="00635FD9"/>
    <w:rsid w:val="00641DF3"/>
    <w:rsid w:val="006430C9"/>
    <w:rsid w:val="0064681D"/>
    <w:rsid w:val="00651D1F"/>
    <w:rsid w:val="00652FC7"/>
    <w:rsid w:val="00662DF1"/>
    <w:rsid w:val="006634CD"/>
    <w:rsid w:val="006708BB"/>
    <w:rsid w:val="0067296E"/>
    <w:rsid w:val="00672D1E"/>
    <w:rsid w:val="00676A30"/>
    <w:rsid w:val="00680B7F"/>
    <w:rsid w:val="0068466A"/>
    <w:rsid w:val="0069360F"/>
    <w:rsid w:val="006943E0"/>
    <w:rsid w:val="00694BBF"/>
    <w:rsid w:val="0069522C"/>
    <w:rsid w:val="006A07EC"/>
    <w:rsid w:val="006A1542"/>
    <w:rsid w:val="006A42B4"/>
    <w:rsid w:val="006A4481"/>
    <w:rsid w:val="006A6161"/>
    <w:rsid w:val="006A696F"/>
    <w:rsid w:val="006B10B4"/>
    <w:rsid w:val="006B29F0"/>
    <w:rsid w:val="006B3C4E"/>
    <w:rsid w:val="006B4D89"/>
    <w:rsid w:val="006B6433"/>
    <w:rsid w:val="006C4366"/>
    <w:rsid w:val="006C63D6"/>
    <w:rsid w:val="006C6C3B"/>
    <w:rsid w:val="006D082E"/>
    <w:rsid w:val="006D1DE0"/>
    <w:rsid w:val="006D3451"/>
    <w:rsid w:val="006D5CFC"/>
    <w:rsid w:val="006D7E7E"/>
    <w:rsid w:val="006E1CE0"/>
    <w:rsid w:val="006E2397"/>
    <w:rsid w:val="006E5AE2"/>
    <w:rsid w:val="006F2079"/>
    <w:rsid w:val="006F2A70"/>
    <w:rsid w:val="006F2A9E"/>
    <w:rsid w:val="006F403A"/>
    <w:rsid w:val="006F45F7"/>
    <w:rsid w:val="0070261F"/>
    <w:rsid w:val="00702EF1"/>
    <w:rsid w:val="007041CB"/>
    <w:rsid w:val="007042D0"/>
    <w:rsid w:val="00705220"/>
    <w:rsid w:val="00707218"/>
    <w:rsid w:val="007077A7"/>
    <w:rsid w:val="00711BA8"/>
    <w:rsid w:val="00711F8F"/>
    <w:rsid w:val="00713305"/>
    <w:rsid w:val="00716E16"/>
    <w:rsid w:val="007201BF"/>
    <w:rsid w:val="00720C9C"/>
    <w:rsid w:val="007226EB"/>
    <w:rsid w:val="00724426"/>
    <w:rsid w:val="00725AF4"/>
    <w:rsid w:val="00726AAA"/>
    <w:rsid w:val="00726B62"/>
    <w:rsid w:val="0072765C"/>
    <w:rsid w:val="00730BA9"/>
    <w:rsid w:val="00730BEC"/>
    <w:rsid w:val="007315CF"/>
    <w:rsid w:val="00732DE5"/>
    <w:rsid w:val="0073475A"/>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5038"/>
    <w:rsid w:val="007572A5"/>
    <w:rsid w:val="00757F5A"/>
    <w:rsid w:val="00760DB9"/>
    <w:rsid w:val="007623B1"/>
    <w:rsid w:val="0076477E"/>
    <w:rsid w:val="00764851"/>
    <w:rsid w:val="00764CC4"/>
    <w:rsid w:val="00766F08"/>
    <w:rsid w:val="00774CB5"/>
    <w:rsid w:val="0077510F"/>
    <w:rsid w:val="00777982"/>
    <w:rsid w:val="00777B47"/>
    <w:rsid w:val="00781A6A"/>
    <w:rsid w:val="0078202C"/>
    <w:rsid w:val="00783841"/>
    <w:rsid w:val="00785650"/>
    <w:rsid w:val="00786B7E"/>
    <w:rsid w:val="0079374C"/>
    <w:rsid w:val="00794551"/>
    <w:rsid w:val="007949DA"/>
    <w:rsid w:val="00796303"/>
    <w:rsid w:val="00796663"/>
    <w:rsid w:val="007A0094"/>
    <w:rsid w:val="007A3A77"/>
    <w:rsid w:val="007A4370"/>
    <w:rsid w:val="007A4722"/>
    <w:rsid w:val="007A545A"/>
    <w:rsid w:val="007A545D"/>
    <w:rsid w:val="007A5A18"/>
    <w:rsid w:val="007A5E3F"/>
    <w:rsid w:val="007A6618"/>
    <w:rsid w:val="007B0238"/>
    <w:rsid w:val="007B04B0"/>
    <w:rsid w:val="007B0610"/>
    <w:rsid w:val="007B2D2A"/>
    <w:rsid w:val="007B4AD1"/>
    <w:rsid w:val="007B7DB3"/>
    <w:rsid w:val="007C538B"/>
    <w:rsid w:val="007C6A0B"/>
    <w:rsid w:val="007C7329"/>
    <w:rsid w:val="007D1FD2"/>
    <w:rsid w:val="007E1FD2"/>
    <w:rsid w:val="007E2832"/>
    <w:rsid w:val="007E33ED"/>
    <w:rsid w:val="007E52CD"/>
    <w:rsid w:val="007E78BE"/>
    <w:rsid w:val="007E7E15"/>
    <w:rsid w:val="007E7F8F"/>
    <w:rsid w:val="007F0608"/>
    <w:rsid w:val="007F0609"/>
    <w:rsid w:val="007F18C0"/>
    <w:rsid w:val="007F2381"/>
    <w:rsid w:val="007F763B"/>
    <w:rsid w:val="00801320"/>
    <w:rsid w:val="00804EE1"/>
    <w:rsid w:val="0080526D"/>
    <w:rsid w:val="00807C78"/>
    <w:rsid w:val="00810812"/>
    <w:rsid w:val="0081136A"/>
    <w:rsid w:val="0081416B"/>
    <w:rsid w:val="00814213"/>
    <w:rsid w:val="00817032"/>
    <w:rsid w:val="008179EC"/>
    <w:rsid w:val="0082195E"/>
    <w:rsid w:val="00821F18"/>
    <w:rsid w:val="0082209A"/>
    <w:rsid w:val="008230E6"/>
    <w:rsid w:val="00825AE0"/>
    <w:rsid w:val="00826E9F"/>
    <w:rsid w:val="00830495"/>
    <w:rsid w:val="0083119F"/>
    <w:rsid w:val="00833383"/>
    <w:rsid w:val="00843CD6"/>
    <w:rsid w:val="00846DCF"/>
    <w:rsid w:val="0084723C"/>
    <w:rsid w:val="00850BC7"/>
    <w:rsid w:val="00854A02"/>
    <w:rsid w:val="00854A8C"/>
    <w:rsid w:val="008564CE"/>
    <w:rsid w:val="00863DFC"/>
    <w:rsid w:val="00863EA0"/>
    <w:rsid w:val="00865CB0"/>
    <w:rsid w:val="00866A9F"/>
    <w:rsid w:val="008714A2"/>
    <w:rsid w:val="0087491B"/>
    <w:rsid w:val="00874A05"/>
    <w:rsid w:val="0087567C"/>
    <w:rsid w:val="00877D42"/>
    <w:rsid w:val="008815B1"/>
    <w:rsid w:val="00883DB1"/>
    <w:rsid w:val="0088510C"/>
    <w:rsid w:val="00885126"/>
    <w:rsid w:val="008855A0"/>
    <w:rsid w:val="00885E37"/>
    <w:rsid w:val="0088612C"/>
    <w:rsid w:val="00890F5F"/>
    <w:rsid w:val="00895AC0"/>
    <w:rsid w:val="008961D9"/>
    <w:rsid w:val="00896B30"/>
    <w:rsid w:val="00896E04"/>
    <w:rsid w:val="00896F25"/>
    <w:rsid w:val="008A17BF"/>
    <w:rsid w:val="008A1E31"/>
    <w:rsid w:val="008A21F1"/>
    <w:rsid w:val="008A66CD"/>
    <w:rsid w:val="008A7B8F"/>
    <w:rsid w:val="008A7EEF"/>
    <w:rsid w:val="008B110F"/>
    <w:rsid w:val="008B248F"/>
    <w:rsid w:val="008B2E8B"/>
    <w:rsid w:val="008B4F90"/>
    <w:rsid w:val="008C039C"/>
    <w:rsid w:val="008C0416"/>
    <w:rsid w:val="008C33FD"/>
    <w:rsid w:val="008C5021"/>
    <w:rsid w:val="008C77CF"/>
    <w:rsid w:val="008D0A23"/>
    <w:rsid w:val="008D210D"/>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62E6"/>
    <w:rsid w:val="008F71B4"/>
    <w:rsid w:val="00901ABC"/>
    <w:rsid w:val="009027BD"/>
    <w:rsid w:val="00903010"/>
    <w:rsid w:val="00905A95"/>
    <w:rsid w:val="00914115"/>
    <w:rsid w:val="00914552"/>
    <w:rsid w:val="009147B8"/>
    <w:rsid w:val="00915342"/>
    <w:rsid w:val="0091545F"/>
    <w:rsid w:val="00920244"/>
    <w:rsid w:val="009219E2"/>
    <w:rsid w:val="00921D39"/>
    <w:rsid w:val="0092361C"/>
    <w:rsid w:val="0092393E"/>
    <w:rsid w:val="00923F39"/>
    <w:rsid w:val="00926949"/>
    <w:rsid w:val="00927C13"/>
    <w:rsid w:val="00931676"/>
    <w:rsid w:val="00940DAB"/>
    <w:rsid w:val="00941C4A"/>
    <w:rsid w:val="00941D3C"/>
    <w:rsid w:val="00941EF9"/>
    <w:rsid w:val="00943343"/>
    <w:rsid w:val="00943DB2"/>
    <w:rsid w:val="00944590"/>
    <w:rsid w:val="0094484F"/>
    <w:rsid w:val="0094612D"/>
    <w:rsid w:val="00947545"/>
    <w:rsid w:val="00950D03"/>
    <w:rsid w:val="00952691"/>
    <w:rsid w:val="00954E51"/>
    <w:rsid w:val="00957044"/>
    <w:rsid w:val="00961142"/>
    <w:rsid w:val="0096194B"/>
    <w:rsid w:val="009649A5"/>
    <w:rsid w:val="00965018"/>
    <w:rsid w:val="00965D53"/>
    <w:rsid w:val="00966A0B"/>
    <w:rsid w:val="009741D4"/>
    <w:rsid w:val="0097529F"/>
    <w:rsid w:val="009772E2"/>
    <w:rsid w:val="00977589"/>
    <w:rsid w:val="00977772"/>
    <w:rsid w:val="00977C9A"/>
    <w:rsid w:val="00980401"/>
    <w:rsid w:val="009815C9"/>
    <w:rsid w:val="00982F31"/>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24B1"/>
    <w:rsid w:val="009B5E5C"/>
    <w:rsid w:val="009B6723"/>
    <w:rsid w:val="009B70F8"/>
    <w:rsid w:val="009C0220"/>
    <w:rsid w:val="009C127D"/>
    <w:rsid w:val="009C18D0"/>
    <w:rsid w:val="009C45C1"/>
    <w:rsid w:val="009C79DA"/>
    <w:rsid w:val="009D0BCD"/>
    <w:rsid w:val="009D0F0A"/>
    <w:rsid w:val="009D19EF"/>
    <w:rsid w:val="009D2319"/>
    <w:rsid w:val="009D6106"/>
    <w:rsid w:val="009D6254"/>
    <w:rsid w:val="009D672C"/>
    <w:rsid w:val="009E0250"/>
    <w:rsid w:val="009E37FE"/>
    <w:rsid w:val="009E4CF8"/>
    <w:rsid w:val="009E5C6F"/>
    <w:rsid w:val="009E78BA"/>
    <w:rsid w:val="009F4087"/>
    <w:rsid w:val="009F7E53"/>
    <w:rsid w:val="00A016D8"/>
    <w:rsid w:val="00A0625B"/>
    <w:rsid w:val="00A06788"/>
    <w:rsid w:val="00A0685A"/>
    <w:rsid w:val="00A071B7"/>
    <w:rsid w:val="00A0790F"/>
    <w:rsid w:val="00A105B2"/>
    <w:rsid w:val="00A135C4"/>
    <w:rsid w:val="00A15E59"/>
    <w:rsid w:val="00A16991"/>
    <w:rsid w:val="00A2076B"/>
    <w:rsid w:val="00A22887"/>
    <w:rsid w:val="00A22E02"/>
    <w:rsid w:val="00A23A91"/>
    <w:rsid w:val="00A23B2F"/>
    <w:rsid w:val="00A24027"/>
    <w:rsid w:val="00A24653"/>
    <w:rsid w:val="00A26BD8"/>
    <w:rsid w:val="00A275FE"/>
    <w:rsid w:val="00A30C2B"/>
    <w:rsid w:val="00A31163"/>
    <w:rsid w:val="00A338F0"/>
    <w:rsid w:val="00A35DD8"/>
    <w:rsid w:val="00A368E3"/>
    <w:rsid w:val="00A4041F"/>
    <w:rsid w:val="00A40D77"/>
    <w:rsid w:val="00A41211"/>
    <w:rsid w:val="00A41577"/>
    <w:rsid w:val="00A457F4"/>
    <w:rsid w:val="00A46E0D"/>
    <w:rsid w:val="00A47B98"/>
    <w:rsid w:val="00A50F1B"/>
    <w:rsid w:val="00A56CD5"/>
    <w:rsid w:val="00A574FF"/>
    <w:rsid w:val="00A57632"/>
    <w:rsid w:val="00A60A40"/>
    <w:rsid w:val="00A641B2"/>
    <w:rsid w:val="00A80637"/>
    <w:rsid w:val="00A819F7"/>
    <w:rsid w:val="00A82BF7"/>
    <w:rsid w:val="00A82E83"/>
    <w:rsid w:val="00A83297"/>
    <w:rsid w:val="00A83D28"/>
    <w:rsid w:val="00A84099"/>
    <w:rsid w:val="00A92D91"/>
    <w:rsid w:val="00A93095"/>
    <w:rsid w:val="00A9455A"/>
    <w:rsid w:val="00A95048"/>
    <w:rsid w:val="00A96572"/>
    <w:rsid w:val="00A96630"/>
    <w:rsid w:val="00A974EC"/>
    <w:rsid w:val="00AA0CBC"/>
    <w:rsid w:val="00AA3892"/>
    <w:rsid w:val="00AA6DBE"/>
    <w:rsid w:val="00AB1717"/>
    <w:rsid w:val="00AB564B"/>
    <w:rsid w:val="00AB5824"/>
    <w:rsid w:val="00AC2BAC"/>
    <w:rsid w:val="00AC37A8"/>
    <w:rsid w:val="00AC4683"/>
    <w:rsid w:val="00AC7A01"/>
    <w:rsid w:val="00AD5608"/>
    <w:rsid w:val="00AD6AC9"/>
    <w:rsid w:val="00AD6F35"/>
    <w:rsid w:val="00AE2A5A"/>
    <w:rsid w:val="00AE31C3"/>
    <w:rsid w:val="00AE404C"/>
    <w:rsid w:val="00AE493F"/>
    <w:rsid w:val="00AE5E64"/>
    <w:rsid w:val="00AE5F55"/>
    <w:rsid w:val="00AE78E9"/>
    <w:rsid w:val="00AE7EF6"/>
    <w:rsid w:val="00AF0DD3"/>
    <w:rsid w:val="00AF0E6C"/>
    <w:rsid w:val="00AF10BE"/>
    <w:rsid w:val="00AF19CD"/>
    <w:rsid w:val="00AF3FB7"/>
    <w:rsid w:val="00AF4857"/>
    <w:rsid w:val="00AF5AEA"/>
    <w:rsid w:val="00AF6866"/>
    <w:rsid w:val="00AF7D74"/>
    <w:rsid w:val="00B02A5F"/>
    <w:rsid w:val="00B02AB0"/>
    <w:rsid w:val="00B044B5"/>
    <w:rsid w:val="00B0690C"/>
    <w:rsid w:val="00B11629"/>
    <w:rsid w:val="00B11BEE"/>
    <w:rsid w:val="00B12EC8"/>
    <w:rsid w:val="00B136B9"/>
    <w:rsid w:val="00B1627E"/>
    <w:rsid w:val="00B17400"/>
    <w:rsid w:val="00B21B12"/>
    <w:rsid w:val="00B238EB"/>
    <w:rsid w:val="00B24BC5"/>
    <w:rsid w:val="00B2733C"/>
    <w:rsid w:val="00B27C93"/>
    <w:rsid w:val="00B31CF1"/>
    <w:rsid w:val="00B32575"/>
    <w:rsid w:val="00B327EF"/>
    <w:rsid w:val="00B32F2B"/>
    <w:rsid w:val="00B360C8"/>
    <w:rsid w:val="00B37F5B"/>
    <w:rsid w:val="00B40F7A"/>
    <w:rsid w:val="00B42E6A"/>
    <w:rsid w:val="00B43A2F"/>
    <w:rsid w:val="00B44445"/>
    <w:rsid w:val="00B44F4F"/>
    <w:rsid w:val="00B4695C"/>
    <w:rsid w:val="00B46C55"/>
    <w:rsid w:val="00B4756A"/>
    <w:rsid w:val="00B50485"/>
    <w:rsid w:val="00B53D85"/>
    <w:rsid w:val="00B542B4"/>
    <w:rsid w:val="00B54F45"/>
    <w:rsid w:val="00B57631"/>
    <w:rsid w:val="00B5779C"/>
    <w:rsid w:val="00B60057"/>
    <w:rsid w:val="00B61408"/>
    <w:rsid w:val="00B61C43"/>
    <w:rsid w:val="00B61D0F"/>
    <w:rsid w:val="00B6236D"/>
    <w:rsid w:val="00B623B7"/>
    <w:rsid w:val="00B647EF"/>
    <w:rsid w:val="00B65BB0"/>
    <w:rsid w:val="00B662A0"/>
    <w:rsid w:val="00B66ACA"/>
    <w:rsid w:val="00B70A74"/>
    <w:rsid w:val="00B7354A"/>
    <w:rsid w:val="00B74CD5"/>
    <w:rsid w:val="00B76668"/>
    <w:rsid w:val="00B80D86"/>
    <w:rsid w:val="00B83391"/>
    <w:rsid w:val="00B84AE1"/>
    <w:rsid w:val="00B8787B"/>
    <w:rsid w:val="00B90C68"/>
    <w:rsid w:val="00B90C6D"/>
    <w:rsid w:val="00B92C3C"/>
    <w:rsid w:val="00B94920"/>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4E29"/>
    <w:rsid w:val="00BB5984"/>
    <w:rsid w:val="00BB644E"/>
    <w:rsid w:val="00BB658F"/>
    <w:rsid w:val="00BC160C"/>
    <w:rsid w:val="00BC1706"/>
    <w:rsid w:val="00BC3A17"/>
    <w:rsid w:val="00BC5615"/>
    <w:rsid w:val="00BC6D19"/>
    <w:rsid w:val="00BC7675"/>
    <w:rsid w:val="00BD2062"/>
    <w:rsid w:val="00BD2B7C"/>
    <w:rsid w:val="00BD389C"/>
    <w:rsid w:val="00BD5CFB"/>
    <w:rsid w:val="00BE0D9E"/>
    <w:rsid w:val="00BE2DC8"/>
    <w:rsid w:val="00BE3425"/>
    <w:rsid w:val="00BE3EEB"/>
    <w:rsid w:val="00BE6A29"/>
    <w:rsid w:val="00BF3084"/>
    <w:rsid w:val="00BF509A"/>
    <w:rsid w:val="00BF605C"/>
    <w:rsid w:val="00BF6CAE"/>
    <w:rsid w:val="00C009A0"/>
    <w:rsid w:val="00C00FBC"/>
    <w:rsid w:val="00C01CF0"/>
    <w:rsid w:val="00C01FD8"/>
    <w:rsid w:val="00C0292F"/>
    <w:rsid w:val="00C03263"/>
    <w:rsid w:val="00C044C4"/>
    <w:rsid w:val="00C13302"/>
    <w:rsid w:val="00C1572A"/>
    <w:rsid w:val="00C17F31"/>
    <w:rsid w:val="00C20A72"/>
    <w:rsid w:val="00C20DAF"/>
    <w:rsid w:val="00C21756"/>
    <w:rsid w:val="00C21D12"/>
    <w:rsid w:val="00C232A8"/>
    <w:rsid w:val="00C2584D"/>
    <w:rsid w:val="00C25C72"/>
    <w:rsid w:val="00C27126"/>
    <w:rsid w:val="00C27589"/>
    <w:rsid w:val="00C27D49"/>
    <w:rsid w:val="00C33253"/>
    <w:rsid w:val="00C33F8E"/>
    <w:rsid w:val="00C36B64"/>
    <w:rsid w:val="00C36FDF"/>
    <w:rsid w:val="00C37862"/>
    <w:rsid w:val="00C40492"/>
    <w:rsid w:val="00C40E5A"/>
    <w:rsid w:val="00C415C1"/>
    <w:rsid w:val="00C4250E"/>
    <w:rsid w:val="00C439A0"/>
    <w:rsid w:val="00C43B88"/>
    <w:rsid w:val="00C4630F"/>
    <w:rsid w:val="00C476CA"/>
    <w:rsid w:val="00C56053"/>
    <w:rsid w:val="00C5689B"/>
    <w:rsid w:val="00C61C95"/>
    <w:rsid w:val="00C62592"/>
    <w:rsid w:val="00C64003"/>
    <w:rsid w:val="00C64794"/>
    <w:rsid w:val="00C65BBD"/>
    <w:rsid w:val="00C66E6F"/>
    <w:rsid w:val="00C7135E"/>
    <w:rsid w:val="00C71CC9"/>
    <w:rsid w:val="00C71D8D"/>
    <w:rsid w:val="00C71DAB"/>
    <w:rsid w:val="00C73254"/>
    <w:rsid w:val="00C73AC9"/>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A2EB1"/>
    <w:rsid w:val="00CA3976"/>
    <w:rsid w:val="00CA442F"/>
    <w:rsid w:val="00CA5076"/>
    <w:rsid w:val="00CA5A67"/>
    <w:rsid w:val="00CA6DBB"/>
    <w:rsid w:val="00CB0608"/>
    <w:rsid w:val="00CB2C8B"/>
    <w:rsid w:val="00CB4DB0"/>
    <w:rsid w:val="00CB5233"/>
    <w:rsid w:val="00CB589E"/>
    <w:rsid w:val="00CC2E1B"/>
    <w:rsid w:val="00CC38B2"/>
    <w:rsid w:val="00CC5741"/>
    <w:rsid w:val="00CC631D"/>
    <w:rsid w:val="00CD60E2"/>
    <w:rsid w:val="00CE05FE"/>
    <w:rsid w:val="00CE08AC"/>
    <w:rsid w:val="00CE0DEB"/>
    <w:rsid w:val="00CE14A8"/>
    <w:rsid w:val="00CE4F58"/>
    <w:rsid w:val="00CE592E"/>
    <w:rsid w:val="00CE6B7D"/>
    <w:rsid w:val="00CF1387"/>
    <w:rsid w:val="00CF3E23"/>
    <w:rsid w:val="00CF6067"/>
    <w:rsid w:val="00CF6230"/>
    <w:rsid w:val="00CF798D"/>
    <w:rsid w:val="00D00068"/>
    <w:rsid w:val="00D00A20"/>
    <w:rsid w:val="00D00BFC"/>
    <w:rsid w:val="00D01741"/>
    <w:rsid w:val="00D068AD"/>
    <w:rsid w:val="00D07A09"/>
    <w:rsid w:val="00D11107"/>
    <w:rsid w:val="00D115C8"/>
    <w:rsid w:val="00D139E7"/>
    <w:rsid w:val="00D13E59"/>
    <w:rsid w:val="00D144EC"/>
    <w:rsid w:val="00D15F0F"/>
    <w:rsid w:val="00D16DFA"/>
    <w:rsid w:val="00D219DA"/>
    <w:rsid w:val="00D26AF3"/>
    <w:rsid w:val="00D2710B"/>
    <w:rsid w:val="00D30CED"/>
    <w:rsid w:val="00D31DBE"/>
    <w:rsid w:val="00D32714"/>
    <w:rsid w:val="00D32731"/>
    <w:rsid w:val="00D35B87"/>
    <w:rsid w:val="00D361D5"/>
    <w:rsid w:val="00D3664A"/>
    <w:rsid w:val="00D36AB3"/>
    <w:rsid w:val="00D417DD"/>
    <w:rsid w:val="00D428A2"/>
    <w:rsid w:val="00D44527"/>
    <w:rsid w:val="00D471B9"/>
    <w:rsid w:val="00D50C0A"/>
    <w:rsid w:val="00D524E2"/>
    <w:rsid w:val="00D5331C"/>
    <w:rsid w:val="00D535A8"/>
    <w:rsid w:val="00D53E07"/>
    <w:rsid w:val="00D54249"/>
    <w:rsid w:val="00D54A99"/>
    <w:rsid w:val="00D55237"/>
    <w:rsid w:val="00D61FE2"/>
    <w:rsid w:val="00D63E8F"/>
    <w:rsid w:val="00D70F14"/>
    <w:rsid w:val="00D71D03"/>
    <w:rsid w:val="00D728DF"/>
    <w:rsid w:val="00D73047"/>
    <w:rsid w:val="00D740F3"/>
    <w:rsid w:val="00D752AF"/>
    <w:rsid w:val="00D76CCB"/>
    <w:rsid w:val="00D80899"/>
    <w:rsid w:val="00D8217D"/>
    <w:rsid w:val="00D822C1"/>
    <w:rsid w:val="00D84F42"/>
    <w:rsid w:val="00D91C2C"/>
    <w:rsid w:val="00D94220"/>
    <w:rsid w:val="00D94D58"/>
    <w:rsid w:val="00D96A0C"/>
    <w:rsid w:val="00DA014C"/>
    <w:rsid w:val="00DA0B1B"/>
    <w:rsid w:val="00DA0F69"/>
    <w:rsid w:val="00DA225A"/>
    <w:rsid w:val="00DA4012"/>
    <w:rsid w:val="00DB0A9C"/>
    <w:rsid w:val="00DB0ED8"/>
    <w:rsid w:val="00DB4BB9"/>
    <w:rsid w:val="00DB7F63"/>
    <w:rsid w:val="00DC2AD1"/>
    <w:rsid w:val="00DC41B0"/>
    <w:rsid w:val="00DC50E3"/>
    <w:rsid w:val="00DC5832"/>
    <w:rsid w:val="00DC5ACD"/>
    <w:rsid w:val="00DD0E81"/>
    <w:rsid w:val="00DD1A21"/>
    <w:rsid w:val="00DD2F1D"/>
    <w:rsid w:val="00DD4B59"/>
    <w:rsid w:val="00DD6437"/>
    <w:rsid w:val="00DE1CCD"/>
    <w:rsid w:val="00DE1D01"/>
    <w:rsid w:val="00DE502E"/>
    <w:rsid w:val="00DF07F0"/>
    <w:rsid w:val="00DF0CB2"/>
    <w:rsid w:val="00DF5301"/>
    <w:rsid w:val="00DF67F0"/>
    <w:rsid w:val="00E0032C"/>
    <w:rsid w:val="00E06CC6"/>
    <w:rsid w:val="00E1092F"/>
    <w:rsid w:val="00E13090"/>
    <w:rsid w:val="00E160A2"/>
    <w:rsid w:val="00E2547A"/>
    <w:rsid w:val="00E26D7C"/>
    <w:rsid w:val="00E271D9"/>
    <w:rsid w:val="00E2767D"/>
    <w:rsid w:val="00E31ABA"/>
    <w:rsid w:val="00E33D46"/>
    <w:rsid w:val="00E35CBB"/>
    <w:rsid w:val="00E40109"/>
    <w:rsid w:val="00E41F22"/>
    <w:rsid w:val="00E420C5"/>
    <w:rsid w:val="00E436D8"/>
    <w:rsid w:val="00E44A38"/>
    <w:rsid w:val="00E44C06"/>
    <w:rsid w:val="00E46236"/>
    <w:rsid w:val="00E50622"/>
    <w:rsid w:val="00E50C16"/>
    <w:rsid w:val="00E53D04"/>
    <w:rsid w:val="00E56826"/>
    <w:rsid w:val="00E579E8"/>
    <w:rsid w:val="00E60359"/>
    <w:rsid w:val="00E6346A"/>
    <w:rsid w:val="00E6349D"/>
    <w:rsid w:val="00E637A7"/>
    <w:rsid w:val="00E63A69"/>
    <w:rsid w:val="00E71332"/>
    <w:rsid w:val="00E76B2A"/>
    <w:rsid w:val="00E771BD"/>
    <w:rsid w:val="00E8083B"/>
    <w:rsid w:val="00E80CD7"/>
    <w:rsid w:val="00E8147E"/>
    <w:rsid w:val="00E82028"/>
    <w:rsid w:val="00E827A5"/>
    <w:rsid w:val="00E838FF"/>
    <w:rsid w:val="00E85A34"/>
    <w:rsid w:val="00E8641C"/>
    <w:rsid w:val="00E902B3"/>
    <w:rsid w:val="00E905EF"/>
    <w:rsid w:val="00E915F1"/>
    <w:rsid w:val="00E91713"/>
    <w:rsid w:val="00E92077"/>
    <w:rsid w:val="00E92B1C"/>
    <w:rsid w:val="00E93845"/>
    <w:rsid w:val="00E97430"/>
    <w:rsid w:val="00EA1214"/>
    <w:rsid w:val="00EA4E8A"/>
    <w:rsid w:val="00EA5D31"/>
    <w:rsid w:val="00EA5FB6"/>
    <w:rsid w:val="00EA61FA"/>
    <w:rsid w:val="00EA7B12"/>
    <w:rsid w:val="00EB1EA6"/>
    <w:rsid w:val="00EB41A7"/>
    <w:rsid w:val="00EB490E"/>
    <w:rsid w:val="00EB4DA3"/>
    <w:rsid w:val="00EB5CD3"/>
    <w:rsid w:val="00EB60E3"/>
    <w:rsid w:val="00EB6AF8"/>
    <w:rsid w:val="00EC003D"/>
    <w:rsid w:val="00EC1439"/>
    <w:rsid w:val="00EC194B"/>
    <w:rsid w:val="00EC2FAF"/>
    <w:rsid w:val="00EC594D"/>
    <w:rsid w:val="00EC67B0"/>
    <w:rsid w:val="00ED0E35"/>
    <w:rsid w:val="00ED48E3"/>
    <w:rsid w:val="00ED5D32"/>
    <w:rsid w:val="00ED6182"/>
    <w:rsid w:val="00ED629B"/>
    <w:rsid w:val="00EE03D3"/>
    <w:rsid w:val="00EE0FFC"/>
    <w:rsid w:val="00EE1096"/>
    <w:rsid w:val="00EE356F"/>
    <w:rsid w:val="00EE4DB8"/>
    <w:rsid w:val="00EE4EE6"/>
    <w:rsid w:val="00EF0357"/>
    <w:rsid w:val="00EF3986"/>
    <w:rsid w:val="00EF3B5E"/>
    <w:rsid w:val="00EF5034"/>
    <w:rsid w:val="00EF6C22"/>
    <w:rsid w:val="00F0155B"/>
    <w:rsid w:val="00F0281A"/>
    <w:rsid w:val="00F02C88"/>
    <w:rsid w:val="00F02F7A"/>
    <w:rsid w:val="00F033CE"/>
    <w:rsid w:val="00F0406B"/>
    <w:rsid w:val="00F04DFA"/>
    <w:rsid w:val="00F066F3"/>
    <w:rsid w:val="00F07653"/>
    <w:rsid w:val="00F110BC"/>
    <w:rsid w:val="00F12E58"/>
    <w:rsid w:val="00F14F44"/>
    <w:rsid w:val="00F159BC"/>
    <w:rsid w:val="00F159E6"/>
    <w:rsid w:val="00F20E02"/>
    <w:rsid w:val="00F2642F"/>
    <w:rsid w:val="00F265A9"/>
    <w:rsid w:val="00F32763"/>
    <w:rsid w:val="00F32B04"/>
    <w:rsid w:val="00F32F9E"/>
    <w:rsid w:val="00F34C45"/>
    <w:rsid w:val="00F362B0"/>
    <w:rsid w:val="00F36878"/>
    <w:rsid w:val="00F37F6B"/>
    <w:rsid w:val="00F404D4"/>
    <w:rsid w:val="00F45131"/>
    <w:rsid w:val="00F46A67"/>
    <w:rsid w:val="00F47888"/>
    <w:rsid w:val="00F53AA9"/>
    <w:rsid w:val="00F53B17"/>
    <w:rsid w:val="00F54225"/>
    <w:rsid w:val="00F608BE"/>
    <w:rsid w:val="00F61881"/>
    <w:rsid w:val="00F61C1C"/>
    <w:rsid w:val="00F61D6B"/>
    <w:rsid w:val="00F63662"/>
    <w:rsid w:val="00F65127"/>
    <w:rsid w:val="00F6532C"/>
    <w:rsid w:val="00F67642"/>
    <w:rsid w:val="00F67A18"/>
    <w:rsid w:val="00F67EAD"/>
    <w:rsid w:val="00F76045"/>
    <w:rsid w:val="00F77DE2"/>
    <w:rsid w:val="00F80709"/>
    <w:rsid w:val="00F82780"/>
    <w:rsid w:val="00F82CF4"/>
    <w:rsid w:val="00F83CB1"/>
    <w:rsid w:val="00F844DE"/>
    <w:rsid w:val="00F84DC9"/>
    <w:rsid w:val="00F87410"/>
    <w:rsid w:val="00F905EF"/>
    <w:rsid w:val="00F9259F"/>
    <w:rsid w:val="00F95023"/>
    <w:rsid w:val="00F96C7A"/>
    <w:rsid w:val="00F977A2"/>
    <w:rsid w:val="00FA0B86"/>
    <w:rsid w:val="00FA13E6"/>
    <w:rsid w:val="00FA4618"/>
    <w:rsid w:val="00FA57FA"/>
    <w:rsid w:val="00FA5B7F"/>
    <w:rsid w:val="00FA6363"/>
    <w:rsid w:val="00FA687E"/>
    <w:rsid w:val="00FB0A20"/>
    <w:rsid w:val="00FB1B8D"/>
    <w:rsid w:val="00FB2294"/>
    <w:rsid w:val="00FB510D"/>
    <w:rsid w:val="00FB6650"/>
    <w:rsid w:val="00FC2410"/>
    <w:rsid w:val="00FC2B75"/>
    <w:rsid w:val="00FC6287"/>
    <w:rsid w:val="00FC659D"/>
    <w:rsid w:val="00FC6761"/>
    <w:rsid w:val="00FC6A8B"/>
    <w:rsid w:val="00FD3DAA"/>
    <w:rsid w:val="00FD4CAD"/>
    <w:rsid w:val="00FD5A3F"/>
    <w:rsid w:val="00FD5C2E"/>
    <w:rsid w:val="00FD5D74"/>
    <w:rsid w:val="00FD6217"/>
    <w:rsid w:val="00FD7539"/>
    <w:rsid w:val="00FD7C76"/>
    <w:rsid w:val="00FD7F0A"/>
    <w:rsid w:val="00FE0546"/>
    <w:rsid w:val="00FE314B"/>
    <w:rsid w:val="00FE4E86"/>
    <w:rsid w:val="00FE6029"/>
    <w:rsid w:val="00FF0089"/>
    <w:rsid w:val="00FF0886"/>
    <w:rsid w:val="00FF1697"/>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AD3118"/>
  <w15:docId w15:val="{F381CF82-B249-49F8-8C95-9032AAB04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6"/>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6"/>
      </w:numPr>
      <w:spacing w:after="0"/>
      <w:outlineLvl w:val="1"/>
    </w:pPr>
    <w:rPr>
      <w:b/>
      <w:i/>
    </w:rPr>
  </w:style>
  <w:style w:type="paragraph" w:styleId="Heading3">
    <w:name w:val="heading 3"/>
    <w:aliases w:val="Outline3"/>
    <w:basedOn w:val="Normal"/>
    <w:link w:val="Heading3Char"/>
    <w:uiPriority w:val="9"/>
    <w:qFormat/>
    <w:rsid w:val="00112196"/>
    <w:pPr>
      <w:numPr>
        <w:ilvl w:val="2"/>
        <w:numId w:val="6"/>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6"/>
      </w:numPr>
      <w:spacing w:after="0"/>
      <w:outlineLvl w:val="3"/>
    </w:pPr>
  </w:style>
  <w:style w:type="paragraph" w:styleId="Heading5">
    <w:name w:val="heading 5"/>
    <w:basedOn w:val="Normal"/>
    <w:link w:val="Heading5Char"/>
    <w:uiPriority w:val="9"/>
    <w:qFormat/>
    <w:rsid w:val="004F66E3"/>
    <w:pPr>
      <w:numPr>
        <w:ilvl w:val="4"/>
        <w:numId w:val="6"/>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6"/>
      </w:numPr>
      <w:outlineLvl w:val="5"/>
    </w:pPr>
  </w:style>
  <w:style w:type="paragraph" w:styleId="Heading7">
    <w:name w:val="heading 7"/>
    <w:basedOn w:val="Normal"/>
    <w:next w:val="Normal"/>
    <w:link w:val="Heading7Char"/>
    <w:uiPriority w:val="9"/>
    <w:qFormat/>
    <w:rsid w:val="004F66E3"/>
    <w:pPr>
      <w:numPr>
        <w:ilvl w:val="6"/>
        <w:numId w:val="6"/>
      </w:numPr>
      <w:outlineLvl w:val="6"/>
    </w:pPr>
  </w:style>
  <w:style w:type="paragraph" w:styleId="Heading8">
    <w:name w:val="heading 8"/>
    <w:aliases w:val="Do Not Use 8"/>
    <w:basedOn w:val="Normal"/>
    <w:next w:val="Normal"/>
    <w:link w:val="Heading8Char"/>
    <w:uiPriority w:val="9"/>
    <w:qFormat/>
    <w:rsid w:val="004F66E3"/>
    <w:pPr>
      <w:numPr>
        <w:ilvl w:val="7"/>
        <w:numId w:val="6"/>
      </w:numPr>
      <w:outlineLvl w:val="7"/>
    </w:pPr>
  </w:style>
  <w:style w:type="paragraph" w:styleId="Heading9">
    <w:name w:val="heading 9"/>
    <w:basedOn w:val="Normal"/>
    <w:next w:val="Normal"/>
    <w:link w:val="Heading9Char"/>
    <w:uiPriority w:val="9"/>
    <w:qFormat/>
    <w:rsid w:val="004F66E3"/>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99"/>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4"/>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character" w:styleId="FollowedHyperlink">
    <w:name w:val="FollowedHyperlink"/>
    <w:basedOn w:val="DefaultParagraphFont"/>
    <w:rsid w:val="009B24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88776">
      <w:bodyDiv w:val="1"/>
      <w:marLeft w:val="0"/>
      <w:marRight w:val="0"/>
      <w:marTop w:val="0"/>
      <w:marBottom w:val="0"/>
      <w:divBdr>
        <w:top w:val="none" w:sz="0" w:space="0" w:color="auto"/>
        <w:left w:val="none" w:sz="0" w:space="0" w:color="auto"/>
        <w:bottom w:val="none" w:sz="0" w:space="0" w:color="auto"/>
        <w:right w:val="none" w:sz="0" w:space="0" w:color="auto"/>
      </w:divBdr>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305147">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1317413062">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541361545">
      <w:bodyDiv w:val="1"/>
      <w:marLeft w:val="0"/>
      <w:marRight w:val="0"/>
      <w:marTop w:val="0"/>
      <w:marBottom w:val="0"/>
      <w:divBdr>
        <w:top w:val="none" w:sz="0" w:space="0" w:color="auto"/>
        <w:left w:val="none" w:sz="0" w:space="0" w:color="auto"/>
        <w:bottom w:val="none" w:sz="0" w:space="0" w:color="auto"/>
        <w:right w:val="none" w:sz="0" w:space="0" w:color="auto"/>
      </w:divBdr>
      <w:divsChild>
        <w:div w:id="2020429962">
          <w:marLeft w:val="0"/>
          <w:marRight w:val="0"/>
          <w:marTop w:val="0"/>
          <w:marBottom w:val="0"/>
          <w:divBdr>
            <w:top w:val="none" w:sz="0" w:space="0" w:color="auto"/>
            <w:left w:val="none" w:sz="0" w:space="0" w:color="auto"/>
            <w:bottom w:val="none" w:sz="0" w:space="0" w:color="auto"/>
            <w:right w:val="none" w:sz="0" w:space="0" w:color="auto"/>
          </w:divBdr>
          <w:divsChild>
            <w:div w:id="265623900">
              <w:marLeft w:val="0"/>
              <w:marRight w:val="0"/>
              <w:marTop w:val="0"/>
              <w:marBottom w:val="0"/>
              <w:divBdr>
                <w:top w:val="none" w:sz="0" w:space="0" w:color="auto"/>
                <w:left w:val="none" w:sz="0" w:space="0" w:color="auto"/>
                <w:bottom w:val="none" w:sz="0" w:space="0" w:color="auto"/>
                <w:right w:val="none" w:sz="0" w:space="0" w:color="auto"/>
              </w:divBdr>
              <w:divsChild>
                <w:div w:id="1422489685">
                  <w:marLeft w:val="0"/>
                  <w:marRight w:val="0"/>
                  <w:marTop w:val="0"/>
                  <w:marBottom w:val="0"/>
                  <w:divBdr>
                    <w:top w:val="none" w:sz="0" w:space="0" w:color="auto"/>
                    <w:left w:val="none" w:sz="0" w:space="0" w:color="auto"/>
                    <w:bottom w:val="none" w:sz="0" w:space="0" w:color="auto"/>
                    <w:right w:val="none" w:sz="0" w:space="0" w:color="auto"/>
                  </w:divBdr>
                  <w:divsChild>
                    <w:div w:id="1612124937">
                      <w:marLeft w:val="0"/>
                      <w:marRight w:val="0"/>
                      <w:marTop w:val="0"/>
                      <w:marBottom w:val="0"/>
                      <w:divBdr>
                        <w:top w:val="none" w:sz="0" w:space="0" w:color="auto"/>
                        <w:left w:val="none" w:sz="0" w:space="0" w:color="auto"/>
                        <w:bottom w:val="none" w:sz="0" w:space="0" w:color="auto"/>
                        <w:right w:val="none" w:sz="0" w:space="0" w:color="auto"/>
                      </w:divBdr>
                      <w:divsChild>
                        <w:div w:id="830290327">
                          <w:marLeft w:val="0"/>
                          <w:marRight w:val="0"/>
                          <w:marTop w:val="0"/>
                          <w:marBottom w:val="0"/>
                          <w:divBdr>
                            <w:top w:val="none" w:sz="0" w:space="0" w:color="auto"/>
                            <w:left w:val="none" w:sz="0" w:space="0" w:color="auto"/>
                            <w:bottom w:val="none" w:sz="0" w:space="0" w:color="auto"/>
                            <w:right w:val="none" w:sz="0" w:space="0" w:color="auto"/>
                          </w:divBdr>
                          <w:divsChild>
                            <w:div w:id="971247632">
                              <w:marLeft w:val="0"/>
                              <w:marRight w:val="0"/>
                              <w:marTop w:val="0"/>
                              <w:marBottom w:val="0"/>
                              <w:divBdr>
                                <w:top w:val="none" w:sz="0" w:space="0" w:color="auto"/>
                                <w:left w:val="none" w:sz="0" w:space="0" w:color="auto"/>
                                <w:bottom w:val="none" w:sz="0" w:space="0" w:color="auto"/>
                                <w:right w:val="none" w:sz="0" w:space="0" w:color="auto"/>
                              </w:divBdr>
                              <w:divsChild>
                                <w:div w:id="64575375">
                                  <w:marLeft w:val="-300"/>
                                  <w:marRight w:val="-300"/>
                                  <w:marTop w:val="0"/>
                                  <w:marBottom w:val="0"/>
                                  <w:divBdr>
                                    <w:top w:val="none" w:sz="0" w:space="0" w:color="auto"/>
                                    <w:left w:val="none" w:sz="0" w:space="0" w:color="auto"/>
                                    <w:bottom w:val="none" w:sz="0" w:space="0" w:color="auto"/>
                                    <w:right w:val="none" w:sz="0" w:space="0" w:color="auto"/>
                                  </w:divBdr>
                                  <w:divsChild>
                                    <w:div w:id="1328702791">
                                      <w:marLeft w:val="0"/>
                                      <w:marRight w:val="0"/>
                                      <w:marTop w:val="0"/>
                                      <w:marBottom w:val="0"/>
                                      <w:divBdr>
                                        <w:top w:val="none" w:sz="0" w:space="0" w:color="auto"/>
                                        <w:left w:val="none" w:sz="0" w:space="0" w:color="auto"/>
                                        <w:bottom w:val="none" w:sz="0" w:space="0" w:color="auto"/>
                                        <w:right w:val="none" w:sz="0" w:space="0" w:color="auto"/>
                                      </w:divBdr>
                                      <w:divsChild>
                                        <w:div w:id="989289257">
                                          <w:marLeft w:val="0"/>
                                          <w:marRight w:val="0"/>
                                          <w:marTop w:val="0"/>
                                          <w:marBottom w:val="0"/>
                                          <w:divBdr>
                                            <w:top w:val="none" w:sz="0" w:space="0" w:color="auto"/>
                                            <w:left w:val="none" w:sz="0" w:space="0" w:color="auto"/>
                                            <w:bottom w:val="none" w:sz="0" w:space="0" w:color="auto"/>
                                            <w:right w:val="none" w:sz="0" w:space="0" w:color="auto"/>
                                          </w:divBdr>
                                          <w:divsChild>
                                            <w:div w:id="677390223">
                                              <w:marLeft w:val="0"/>
                                              <w:marRight w:val="0"/>
                                              <w:marTop w:val="0"/>
                                              <w:marBottom w:val="0"/>
                                              <w:divBdr>
                                                <w:top w:val="none" w:sz="0" w:space="0" w:color="auto"/>
                                                <w:left w:val="none" w:sz="0" w:space="0" w:color="auto"/>
                                                <w:bottom w:val="none" w:sz="0" w:space="0" w:color="auto"/>
                                                <w:right w:val="none" w:sz="0" w:space="0" w:color="auto"/>
                                              </w:divBdr>
                                              <w:divsChild>
                                                <w:div w:id="2116947878">
                                                  <w:marLeft w:val="0"/>
                                                  <w:marRight w:val="0"/>
                                                  <w:marTop w:val="0"/>
                                                  <w:marBottom w:val="0"/>
                                                  <w:divBdr>
                                                    <w:top w:val="none" w:sz="0" w:space="0" w:color="auto"/>
                                                    <w:left w:val="none" w:sz="0" w:space="0" w:color="auto"/>
                                                    <w:bottom w:val="none" w:sz="0" w:space="0" w:color="auto"/>
                                                    <w:right w:val="none" w:sz="0" w:space="0" w:color="auto"/>
                                                  </w:divBdr>
                                                  <w:divsChild>
                                                    <w:div w:id="1586723949">
                                                      <w:marLeft w:val="0"/>
                                                      <w:marRight w:val="0"/>
                                                      <w:marTop w:val="0"/>
                                                      <w:marBottom w:val="0"/>
                                                      <w:divBdr>
                                                        <w:top w:val="none" w:sz="0" w:space="0" w:color="auto"/>
                                                        <w:left w:val="none" w:sz="0" w:space="0" w:color="auto"/>
                                                        <w:bottom w:val="none" w:sz="0" w:space="0" w:color="auto"/>
                                                        <w:right w:val="none" w:sz="0" w:space="0" w:color="auto"/>
                                                      </w:divBdr>
                                                      <w:divsChild>
                                                        <w:div w:id="28947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796188">
                                                  <w:marLeft w:val="0"/>
                                                  <w:marRight w:val="0"/>
                                                  <w:marTop w:val="0"/>
                                                  <w:marBottom w:val="0"/>
                                                  <w:divBdr>
                                                    <w:top w:val="none" w:sz="0" w:space="0" w:color="auto"/>
                                                    <w:left w:val="none" w:sz="0" w:space="0" w:color="auto"/>
                                                    <w:bottom w:val="none" w:sz="0" w:space="0" w:color="auto"/>
                                                    <w:right w:val="none" w:sz="0" w:space="0" w:color="auto"/>
                                                  </w:divBdr>
                                                  <w:divsChild>
                                                    <w:div w:id="708991946">
                                                      <w:marLeft w:val="0"/>
                                                      <w:marRight w:val="0"/>
                                                      <w:marTop w:val="0"/>
                                                      <w:marBottom w:val="0"/>
                                                      <w:divBdr>
                                                        <w:top w:val="none" w:sz="0" w:space="0" w:color="auto"/>
                                                        <w:left w:val="none" w:sz="0" w:space="0" w:color="auto"/>
                                                        <w:bottom w:val="none" w:sz="0" w:space="0" w:color="auto"/>
                                                        <w:right w:val="none" w:sz="0" w:space="0" w:color="auto"/>
                                                      </w:divBdr>
                                                      <w:divsChild>
                                                        <w:div w:id="206105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1.xml" Id="rId13" /><Relationship Type="http://schemas.openxmlformats.org/officeDocument/2006/relationships/fontTable" Target="fontTable.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3.xml"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hyperlink" Target="https://gov.wales/docs/caecd/publications/180516-privacy-notice-en.pdf" TargetMode="External" Id="rId16"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hyperlink" Target="mailto:TransportPlanning@gov.wales" TargetMode="External" Id="rId15" /><Relationship Type="http://schemas.openxmlformats.org/officeDocument/2006/relationships/header" Target="header1.xml" Id="rId10" /><Relationship Type="http://schemas.openxmlformats.org/officeDocument/2006/relationships/theme" Target="theme/theme1.xml" Id="rId19" /><Relationship Type="http://schemas.openxmlformats.org/officeDocument/2006/relationships/styles" Target="styles.xml" Id="rId4" /><Relationship Type="http://schemas.openxmlformats.org/officeDocument/2006/relationships/image" Target="media/image1.jpeg" Id="rId9" /><Relationship Type="http://schemas.openxmlformats.org/officeDocument/2006/relationships/header" Target="header4.xml" Id="rId14" /><Relationship Type="http://schemas.openxmlformats.org/officeDocument/2006/relationships/customXml" Target="/customXML/item3.xml" Id="R6129d7b083f64629"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&#65279;<?xml version="1.0" encoding="utf-8"?><Relationships xmlns="http://schemas.openxmlformats.org/package/2006/relationships"><Relationship Type="http://schemas.openxmlformats.org/officeDocument/2006/relationships/customXmlProps" Target="/customXML/itemProps3.xml" Id="Rd3c4172d526e4b2384ade4b889302c76" /></Relationships>
</file>

<file path=customXML/item3.xml><?xml version="1.0" encoding="utf-8"?>
<metadata xmlns="http://www.objective.com/ecm/document/metadata/FF3C5B18883D4E21973B57C2EEED7FD1" version="1.0.0">
  <systemFields>
    <field name="Objective-Id">
      <value order="0">A49013469</value>
    </field>
    <field name="Objective-Title">
      <value order="0">SRIC - Flintshire - Annual Report - FY2019-20 -  Golftyn 2019.20</value>
    </field>
    <field name="Objective-Description">
      <value order="0"/>
    </field>
    <field name="Objective-CreationStamp">
      <value order="0">2024-01-09T14:48:58Z</value>
    </field>
    <field name="Objective-IsApproved">
      <value order="0">false</value>
    </field>
    <field name="Objective-IsPublished">
      <value order="0">true</value>
    </field>
    <field name="Objective-DatePublished">
      <value order="0">2024-01-09T14:56:09Z</value>
    </field>
    <field name="Objective-ModificationStamp">
      <value order="0">2024-01-09T15:00:05Z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FY2021-22</value>
    </field>
    <field name="Objective-Parent">
      <value order="0">Annual Reports - FY2021-22</value>
    </field>
    <field name="Objective-State">
      <value order="0">Published</value>
    </field>
    <field name="Objective-VersionId">
      <value order="0">vA91862199</value>
    </field>
    <field name="Objective-Version">
      <value order="0">1.0</value>
    </field>
    <field name="Objective-VersionNumber">
      <value order="0">2</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3.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2.xml><?xml version="1.0" encoding="utf-8"?>
<b:Sources xmlns:b="http://schemas.openxmlformats.org/officeDocument/2006/bibliography" xmlns="http://schemas.openxmlformats.org/officeDocument/2006/bibliography" SelectedStyle="\APA.XSL" StyleName="APA"/>
</file>

<file path=customXml/itemProps2.xml><?xml version="1.0" encoding="utf-8"?>
<ds:datastoreItem xmlns:ds="http://schemas.openxmlformats.org/officeDocument/2006/customXml" ds:itemID="{5C14A55B-6413-416F-98AC-67239DB93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RepNumb</Template>
  <TotalTime>2</TotalTime>
  <Pages>13</Pages>
  <Words>1919</Words>
  <Characters>10939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12833</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creator>MIS</dc:creator>
  <cp:lastModifiedBy>Henley, Amy (CCRA - Transport and Digital Connectivity)</cp:lastModifiedBy>
  <cp:revision>3</cp:revision>
  <cp:lastPrinted>2018-09-12T10:18:00Z</cp:lastPrinted>
  <dcterms:created xsi:type="dcterms:W3CDTF">2021-01-18T16:00:00Z</dcterms:created>
  <dcterms:modified xsi:type="dcterms:W3CDTF">2024-01-09T14:56:00Z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A49013469</vt:lpwstr>
  </property>
  <property fmtid="{D5CDD505-2E9C-101B-9397-08002B2CF9AE}" pid="5" name="Objective-Title">
    <vt:lpwstr>SRIC - Flintshire - Annual Report - FY2019-20 -  Golftyn 2019.20</vt:lpwstr>
  </property>
  <property fmtid="{D5CDD505-2E9C-101B-9397-08002B2CF9AE}" pid="6" name="Objective-Comment">
    <vt:lpwstr/>
  </property>
  <property fmtid="{D5CDD505-2E9C-101B-9397-08002B2CF9AE}" pid="7" name="Objective-CreationStamp">
    <vt:filetime>2024-01-09T14:48:58Z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2024-01-09T14:56:09Z</vt:filetime>
  </property>
  <property fmtid="{D5CDD505-2E9C-101B-9397-08002B2CF9AE}" pid="11" name="Objective-ModificationStamp">
    <vt:filetime>2024-01-09T15:00:05Z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FY2021-22:</vt:lpwstr>
  </property>
  <property fmtid="{D5CDD505-2E9C-101B-9397-08002B2CF9AE}" pid="14" name="Objective-Parent">
    <vt:lpwstr>Annual Reports - FY2021-22</vt:lpwstr>
  </property>
  <property fmtid="{D5CDD505-2E9C-101B-9397-08002B2CF9AE}" pid="15" name="Objective-State">
    <vt:lpwstr>Published</vt:lpwstr>
  </property>
  <property fmtid="{D5CDD505-2E9C-101B-9397-08002B2CF9AE}" pid="16" name="Objective-Version">
    <vt:lpwstr>1.0</vt:lpwstr>
  </property>
  <property fmtid="{D5CDD505-2E9C-101B-9397-08002B2CF9AE}" pid="17" name="Objective-VersionNumber">
    <vt:r8>2</vt:r8>
  </property>
  <property fmtid="{D5CDD505-2E9C-101B-9397-08002B2CF9AE}" pid="18" name="Objective-VersionComment">
    <vt:lpwstr/>
  </property>
  <property fmtid="{D5CDD505-2E9C-101B-9397-08002B2CF9AE}" pid="19" name="Objective-FileNumber">
    <vt:lpwstr>qA1958450</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2018-07-18T00:00:00Z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vA91862199</vt:lpwstr>
  </property>
  <property fmtid="{D5CDD505-2E9C-101B-9397-08002B2CF9AE}" pid="29" name="Objective-Language">
    <vt:lpwstr>English (eng)</vt:lpwstr>
  </property>
  <property fmtid="{D5CDD505-2E9C-101B-9397-08002B2CF9AE}" pid="30" name="Objective-Date Acquired">
    <vt:lpwstr/>
  </property>
  <property fmtid="{D5CDD505-2E9C-101B-9397-08002B2CF9AE}" pid="31" name="Objective-What to Keep">
    <vt:lpwstr>No</vt:lpwstr>
  </property>
  <property fmtid="{D5CDD505-2E9C-101B-9397-08002B2CF9AE}" pid="32" name="Objective-Official Translation">
    <vt:lpwstr/>
  </property>
  <property fmtid="{D5CDD505-2E9C-101B-9397-08002B2CF9AE}" pid="33" name="Objective-Connect Creator">
    <vt:lpwstr/>
  </property>
</Properties>
</file>